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17A" w:rsidRPr="00AD7E71" w:rsidRDefault="00C35CA3" w:rsidP="00AD7E71">
      <w:pPr>
        <w:pStyle w:val="nzevobjektu"/>
        <w:spacing w:before="240"/>
      </w:pPr>
      <w:r>
        <w:fldChar w:fldCharType="begin"/>
      </w:r>
      <w:r w:rsidR="0072756B">
        <w:instrText xml:space="preserve"> SET Astra_Slozky_Temp "C:\Users\Public\Documents\Astra 92\Astra\Temp\EPC\Doc\" \* MERGEFORMAT </w:instrText>
      </w:r>
      <w:r>
        <w:fldChar w:fldCharType="separate"/>
      </w:r>
      <w:bookmarkStart w:id="0" w:name="Astra_Slozky_Temp"/>
      <w:r w:rsidR="0072756B">
        <w:rPr>
          <w:noProof/>
        </w:rPr>
        <w:t xml:space="preserve">C:\Users\Public\Documents\Astra 92\Astra\Temp\EPC\Doc\" \* MERGEFORMAT </w:t>
      </w:r>
      <w:bookmarkEnd w:id="0"/>
      <w:r>
        <w:fldChar w:fldCharType="end"/>
      </w:r>
      <w:r>
        <w:fldChar w:fldCharType="begin"/>
      </w:r>
      <w:r w:rsidR="0072756B">
        <w:instrText xml:space="preserve"> SET Astra_Slozky_Structure "C:\Users\Public\Documents\Astra 92\Astra\Structure\" \* MERGEFORMAT </w:instrText>
      </w:r>
      <w:r>
        <w:fldChar w:fldCharType="separate"/>
      </w:r>
      <w:bookmarkStart w:id="1" w:name="Astra_Slozky_Structure"/>
      <w:r w:rsidR="0072756B">
        <w:rPr>
          <w:noProof/>
        </w:rPr>
        <w:t xml:space="preserve">C:\Users\Public\Documents\Astra 92\Astra\Structure\" \* MERGEFORMAT </w:t>
      </w:r>
      <w:bookmarkEnd w:id="1"/>
      <w:r>
        <w:fldChar w:fldCharType="end"/>
      </w:r>
      <w:r>
        <w:fldChar w:fldCharType="begin"/>
      </w:r>
      <w:r w:rsidR="0072756B">
        <w:instrText xml:space="preserve"> SET Astra_Slozky_Module "C:\Users\Public\Documents\Astra 92\Astra\Module\EPC\Doc\" \* MERGEFORMAT </w:instrText>
      </w:r>
      <w:r>
        <w:fldChar w:fldCharType="separate"/>
      </w:r>
      <w:bookmarkStart w:id="2" w:name="Astra_Slozky_Module"/>
      <w:r w:rsidR="0072756B">
        <w:rPr>
          <w:noProof/>
        </w:rPr>
        <w:t xml:space="preserve">C:\Users\Public\Documents\Astra 92\Astra\Module\EPC\Doc\" \* MERGEFORMAT </w:t>
      </w:r>
      <w:bookmarkEnd w:id="2"/>
      <w:r>
        <w:fldChar w:fldCharType="end"/>
      </w:r>
      <w:r>
        <w:fldChar w:fldCharType="begin"/>
      </w:r>
      <w:r w:rsidR="0072756B">
        <w:instrText xml:space="preserve"> SET Astra_Slozky_Data "C:\Users\Public\Documents\Astra 92\Data\EPC\" \* MERGEFORMAT </w:instrText>
      </w:r>
      <w:r>
        <w:fldChar w:fldCharType="separate"/>
      </w:r>
      <w:bookmarkStart w:id="3" w:name="Astra_Slozky_Data"/>
      <w:r w:rsidR="0072756B">
        <w:rPr>
          <w:noProof/>
        </w:rPr>
        <w:t xml:space="preserve">C:\Users\Public\Documents\Astra 92\Data\EPC\" \* MERGEFORMAT </w:t>
      </w:r>
      <w:bookmarkEnd w:id="3"/>
      <w:r>
        <w:fldChar w:fldCharType="end"/>
      </w:r>
      <w:r>
        <w:fldChar w:fldCharType="begin"/>
      </w:r>
      <w:r w:rsidR="0072756B">
        <w:instrText xml:space="preserve"> SET Astra_Slozky_All "C:\Users\Public\Documents\Astra 92\Astra\All\" \* MERGEFORMAT </w:instrText>
      </w:r>
      <w:r>
        <w:fldChar w:fldCharType="separate"/>
      </w:r>
      <w:bookmarkStart w:id="4" w:name="Astra_Slozky_All"/>
      <w:r w:rsidR="0072756B">
        <w:rPr>
          <w:noProof/>
        </w:rPr>
        <w:t xml:space="preserve">C:\Users\Public\Documents\Astra 92\Astra\All\" \* MERGEFORMAT </w:t>
      </w:r>
      <w:bookmarkEnd w:id="4"/>
      <w:r>
        <w:fldChar w:fldCharType="end"/>
      </w:r>
      <w:r>
        <w:fldChar w:fldCharType="begin"/>
      </w:r>
      <w:r w:rsidR="0072756B">
        <w:instrText xml:space="preserve"> SET Astra_Zakazka_Poznamka "" \* MERGEFORMAT </w:instrText>
      </w:r>
      <w:r>
        <w:fldChar w:fldCharType="separate"/>
      </w:r>
      <w:bookmarkStart w:id="5" w:name="Astra_Zakazka_Poznamka"/>
      <w:bookmarkEnd w:id="5"/>
      <w:r w:rsidR="0072756B">
        <w:rPr>
          <w:noProof/>
        </w:rPr>
        <w:t xml:space="preserve"> </w:t>
      </w:r>
      <w:r>
        <w:fldChar w:fldCharType="end"/>
      </w:r>
      <w:r>
        <w:fldChar w:fldCharType="begin"/>
      </w:r>
      <w:r w:rsidR="0072756B">
        <w:instrText xml:space="preserve"> SET Astra_Zakazka_Objekty "" \* MERGEFORMAT </w:instrText>
      </w:r>
      <w:r>
        <w:fldChar w:fldCharType="separate"/>
      </w:r>
      <w:bookmarkStart w:id="6" w:name="Astra_Zakazka_Objekty"/>
      <w:bookmarkEnd w:id="6"/>
      <w:r w:rsidR="0072756B">
        <w:rPr>
          <w:noProof/>
        </w:rPr>
        <w:t xml:space="preserve"> </w:t>
      </w:r>
      <w:r>
        <w:fldChar w:fldCharType="end"/>
      </w:r>
      <w:r>
        <w:fldChar w:fldCharType="begin"/>
      </w:r>
      <w:r w:rsidR="0072756B">
        <w:instrText xml:space="preserve"> SET Astra_Zakazka_AC "79-11" \* MERGEFORMAT </w:instrText>
      </w:r>
      <w:r>
        <w:fldChar w:fldCharType="separate"/>
      </w:r>
      <w:bookmarkStart w:id="7" w:name="Astra_Zakazka_AC"/>
      <w:r w:rsidR="0072756B">
        <w:rPr>
          <w:noProof/>
        </w:rPr>
        <w:t>79-11</w:t>
      </w:r>
      <w:bookmarkEnd w:id="7"/>
      <w:r>
        <w:fldChar w:fldCharType="end"/>
      </w:r>
      <w:r>
        <w:fldChar w:fldCharType="begin"/>
      </w:r>
      <w:r w:rsidR="0072756B">
        <w:instrText xml:space="preserve"> SET Astra_Zakazka_ZC "11-045-234-PD" \* MERGEFORMAT </w:instrText>
      </w:r>
      <w:r>
        <w:fldChar w:fldCharType="separate"/>
      </w:r>
      <w:bookmarkStart w:id="8" w:name="Astra_Zakazka_ZC"/>
      <w:r w:rsidR="0072756B">
        <w:rPr>
          <w:noProof/>
        </w:rPr>
        <w:t>11-045-234-PD</w:t>
      </w:r>
      <w:bookmarkEnd w:id="8"/>
      <w:r>
        <w:fldChar w:fldCharType="end"/>
      </w:r>
      <w:r>
        <w:fldChar w:fldCharType="begin"/>
      </w:r>
      <w:r w:rsidR="0072756B">
        <w:instrText xml:space="preserve"> SET Astra_Zakazka_Investor "SŽDC, s.o." \* MERGEFORMAT </w:instrText>
      </w:r>
      <w:r>
        <w:fldChar w:fldCharType="separate"/>
      </w:r>
      <w:bookmarkStart w:id="9" w:name="Astra_Zakazka_Investor"/>
      <w:r w:rsidR="0072756B">
        <w:rPr>
          <w:noProof/>
        </w:rPr>
        <w:t>SŽDC, s.o.</w:t>
      </w:r>
      <w:bookmarkEnd w:id="9"/>
      <w:r>
        <w:fldChar w:fldCharType="end"/>
      </w:r>
      <w:r>
        <w:fldChar w:fldCharType="begin"/>
      </w:r>
      <w:r w:rsidR="0072756B">
        <w:instrText xml:space="preserve"> SET Astra_Zakazka_Obec "Praha 1, Nové Město, Dlážděná 1003/7" \* MERGEFORMAT </w:instrText>
      </w:r>
      <w:r>
        <w:fldChar w:fldCharType="separate"/>
      </w:r>
      <w:bookmarkStart w:id="10" w:name="Astra_Zakazka_Obec"/>
      <w:r w:rsidR="0072756B">
        <w:rPr>
          <w:noProof/>
        </w:rPr>
        <w:t>Praha 1, Nové Město, Dlážděná 1003/7</w:t>
      </w:r>
      <w:bookmarkEnd w:id="10"/>
      <w:r>
        <w:fldChar w:fldCharType="end"/>
      </w:r>
      <w:r>
        <w:fldChar w:fldCharType="begin"/>
      </w:r>
      <w:r w:rsidR="0072756B">
        <w:instrText xml:space="preserve"> SET Astra_Zakazka_Okres "" \* MERGEFORMAT </w:instrText>
      </w:r>
      <w:r>
        <w:fldChar w:fldCharType="separate"/>
      </w:r>
      <w:bookmarkStart w:id="11" w:name="Astra_Zakazka_Okres"/>
      <w:bookmarkEnd w:id="11"/>
      <w:r w:rsidR="0072756B">
        <w:rPr>
          <w:noProof/>
        </w:rPr>
        <w:t xml:space="preserve"> </w:t>
      </w:r>
      <w:r>
        <w:fldChar w:fldCharType="end"/>
      </w:r>
      <w:r>
        <w:fldChar w:fldCharType="begin"/>
      </w:r>
      <w:r w:rsidR="0072756B">
        <w:instrText xml:space="preserve"> SET Astra_Zakazka_HIP "Ing. P.Šudřich" \* MERGEFORMAT </w:instrText>
      </w:r>
      <w:r>
        <w:fldChar w:fldCharType="separate"/>
      </w:r>
      <w:bookmarkStart w:id="12" w:name="Astra_Zakazka_HIP"/>
      <w:r w:rsidR="0072756B">
        <w:rPr>
          <w:noProof/>
        </w:rPr>
        <w:t>Ing. P.Šudřich</w:t>
      </w:r>
      <w:bookmarkEnd w:id="12"/>
      <w:r>
        <w:fldChar w:fldCharType="end"/>
      </w:r>
      <w:r>
        <w:fldChar w:fldCharType="begin"/>
      </w:r>
      <w:r w:rsidR="0072756B">
        <w:instrText xml:space="preserve"> SET Astra_Zakazka_Kod "79_11" \* MERGEFORMAT </w:instrText>
      </w:r>
      <w:r>
        <w:fldChar w:fldCharType="separate"/>
      </w:r>
      <w:bookmarkStart w:id="13" w:name="Astra_Zakazka_Kod"/>
      <w:r w:rsidR="0072756B">
        <w:rPr>
          <w:noProof/>
        </w:rPr>
        <w:t>79_11</w:t>
      </w:r>
      <w:bookmarkEnd w:id="13"/>
      <w:r>
        <w:fldChar w:fldCharType="end"/>
      </w:r>
      <w:r>
        <w:fldChar w:fldCharType="begin"/>
      </w:r>
      <w:r w:rsidR="0072756B">
        <w:instrText xml:space="preserve"> SET Astra_Zakazka_Nazev2 "" \* MERGEFORMAT </w:instrText>
      </w:r>
      <w:r>
        <w:fldChar w:fldCharType="separate"/>
      </w:r>
      <w:bookmarkStart w:id="14" w:name="Astra_Zakazka_Nazev2"/>
      <w:bookmarkEnd w:id="14"/>
      <w:r w:rsidR="0072756B">
        <w:rPr>
          <w:noProof/>
        </w:rPr>
        <w:t xml:space="preserve"> </w:t>
      </w:r>
      <w:r>
        <w:fldChar w:fldCharType="end"/>
      </w:r>
      <w:r>
        <w:fldChar w:fldCharType="begin"/>
      </w:r>
      <w:r w:rsidR="0072756B">
        <w:instrText xml:space="preserve"> SET Astra_Zakazka_Nazev1 "Osvětlení přístřešků a přeložky" \* MERGEFORMAT </w:instrText>
      </w:r>
      <w:r>
        <w:fldChar w:fldCharType="separate"/>
      </w:r>
      <w:bookmarkStart w:id="15" w:name="Astra_Zakazka_Nazev1"/>
      <w:r w:rsidR="0072756B">
        <w:rPr>
          <w:noProof/>
        </w:rPr>
        <w:t>Osvětlení přístřešků a přeložky</w:t>
      </w:r>
      <w:bookmarkEnd w:id="15"/>
      <w:r>
        <w:fldChar w:fldCharType="end"/>
      </w:r>
      <w:r>
        <w:fldChar w:fldCharType="begin"/>
      </w:r>
      <w:r w:rsidR="0072756B">
        <w:instrText xml:space="preserve"> SET Astra_ProjektDokumenty_Dokumenty "Seznam příloh</w:instrText>
      </w:r>
      <w:r w:rsidR="0072756B">
        <w:tab/>
        <w:instrText>79-11</w:instrText>
      </w:r>
      <w:r w:rsidR="0072756B">
        <w:tab/>
        <w:instrText>00</w:instrText>
      </w:r>
      <w:r w:rsidR="0072756B">
        <w:cr/>
        <w:instrText>TZ</w:instrText>
      </w:r>
      <w:r w:rsidR="0072756B">
        <w:tab/>
        <w:instrText>79-11</w:instrText>
      </w:r>
      <w:r w:rsidR="0072756B">
        <w:tab/>
        <w:instrText>01</w:instrText>
      </w:r>
      <w:r w:rsidR="0072756B">
        <w:cr/>
        <w:instrText>Příspěvek do STZ new 26.5.2011</w:instrText>
      </w:r>
      <w:r w:rsidR="0072756B">
        <w:tab/>
        <w:instrText>79-11</w:instrText>
      </w:r>
      <w:r w:rsidR="0072756B">
        <w:tab/>
        <w:instrText>01_STZ_ new</w:instrText>
      </w:r>
      <w:r w:rsidR="0072756B">
        <w:cr/>
        <w:instrText>Situace</w:instrText>
      </w:r>
      <w:r w:rsidR="0072756B">
        <w:tab/>
        <w:instrText>79-11</w:instrText>
      </w:r>
      <w:r w:rsidR="0072756B">
        <w:tab/>
        <w:instrText>02</w:instrText>
      </w:r>
      <w:r w:rsidR="0072756B">
        <w:cr/>
        <w:instrText>Situace_koord</w:instrText>
      </w:r>
      <w:r w:rsidR="0072756B">
        <w:tab/>
        <w:instrText>79-11</w:instrText>
      </w:r>
      <w:r w:rsidR="0072756B">
        <w:tab/>
        <w:instrText>02_koord</w:instrText>
      </w:r>
      <w:r w:rsidR="0072756B">
        <w:cr/>
        <w:instrText>Přehledové schéma</w:instrText>
      </w:r>
      <w:r w:rsidR="0072756B">
        <w:tab/>
        <w:instrText>79-11</w:instrText>
      </w:r>
      <w:r w:rsidR="0072756B">
        <w:tab/>
        <w:instrText>03</w:instrText>
      </w:r>
      <w:r w:rsidR="0072756B">
        <w:cr/>
        <w:instrText>Příspěvek do STZ</w:instrText>
      </w:r>
      <w:r w:rsidR="0072756B">
        <w:tab/>
        <w:instrText>79-11</w:instrText>
      </w:r>
      <w:r w:rsidR="0072756B">
        <w:tab/>
        <w:instrText>01_STZ</w:instrText>
      </w:r>
      <w:r w:rsidR="0072756B">
        <w:cr/>
        <w:instrText xml:space="preserve">" \* MERGEFORMAT </w:instrText>
      </w:r>
      <w:r>
        <w:fldChar w:fldCharType="separate"/>
      </w:r>
      <w:bookmarkStart w:id="16" w:name="Astra_ProjektDokumenty_Dokumenty"/>
      <w:r w:rsidR="0072756B">
        <w:rPr>
          <w:noProof/>
        </w:rPr>
        <w:t>Seznam příloh</w:t>
      </w:r>
      <w:r w:rsidR="0072756B">
        <w:rPr>
          <w:noProof/>
        </w:rPr>
        <w:tab/>
        <w:t>79-11</w:t>
      </w:r>
      <w:r w:rsidR="0072756B">
        <w:rPr>
          <w:noProof/>
        </w:rPr>
        <w:tab/>
        <w:t>00</w:t>
      </w:r>
      <w:r w:rsidR="0072756B">
        <w:rPr>
          <w:noProof/>
        </w:rPr>
        <w:cr/>
        <w:t>TZ</w:t>
      </w:r>
      <w:r w:rsidR="0072756B">
        <w:rPr>
          <w:noProof/>
        </w:rPr>
        <w:tab/>
        <w:t>79-11</w:t>
      </w:r>
      <w:r w:rsidR="0072756B">
        <w:rPr>
          <w:noProof/>
        </w:rPr>
        <w:tab/>
        <w:t>01</w:t>
      </w:r>
      <w:r w:rsidR="0072756B">
        <w:rPr>
          <w:noProof/>
        </w:rPr>
        <w:cr/>
        <w:t>Příspěvek do STZ new 26.5.2011</w:t>
      </w:r>
      <w:r w:rsidR="0072756B">
        <w:rPr>
          <w:noProof/>
        </w:rPr>
        <w:tab/>
        <w:t>79-11</w:t>
      </w:r>
      <w:r w:rsidR="0072756B">
        <w:rPr>
          <w:noProof/>
        </w:rPr>
        <w:tab/>
        <w:t>01_STZ_ new</w:t>
      </w:r>
      <w:r w:rsidR="0072756B">
        <w:rPr>
          <w:noProof/>
        </w:rPr>
        <w:cr/>
        <w:t>Situace</w:t>
      </w:r>
      <w:r w:rsidR="0072756B">
        <w:rPr>
          <w:noProof/>
        </w:rPr>
        <w:tab/>
        <w:t>79-11</w:t>
      </w:r>
      <w:r w:rsidR="0072756B">
        <w:rPr>
          <w:noProof/>
        </w:rPr>
        <w:tab/>
        <w:t>02</w:t>
      </w:r>
      <w:r w:rsidR="0072756B">
        <w:rPr>
          <w:noProof/>
        </w:rPr>
        <w:cr/>
        <w:t>Situace_koord</w:t>
      </w:r>
      <w:r w:rsidR="0072756B">
        <w:rPr>
          <w:noProof/>
        </w:rPr>
        <w:tab/>
        <w:t>79-11</w:t>
      </w:r>
      <w:r w:rsidR="0072756B">
        <w:rPr>
          <w:noProof/>
        </w:rPr>
        <w:tab/>
        <w:t>02_koord</w:t>
      </w:r>
      <w:r w:rsidR="0072756B">
        <w:rPr>
          <w:noProof/>
        </w:rPr>
        <w:cr/>
        <w:t>Přehledové schéma</w:t>
      </w:r>
      <w:r w:rsidR="0072756B">
        <w:rPr>
          <w:noProof/>
        </w:rPr>
        <w:tab/>
        <w:t>79-11</w:t>
      </w:r>
      <w:r w:rsidR="0072756B">
        <w:rPr>
          <w:noProof/>
        </w:rPr>
        <w:tab/>
        <w:t>03</w:t>
      </w:r>
      <w:r w:rsidR="0072756B">
        <w:rPr>
          <w:noProof/>
        </w:rPr>
        <w:cr/>
        <w:t>Příspěvek do STZ</w:t>
      </w:r>
      <w:r w:rsidR="0072756B">
        <w:rPr>
          <w:noProof/>
        </w:rPr>
        <w:tab/>
        <w:t>79-11</w:t>
      </w:r>
      <w:r w:rsidR="0072756B">
        <w:rPr>
          <w:noProof/>
        </w:rPr>
        <w:tab/>
        <w:t>01_STZ</w:t>
      </w:r>
      <w:r w:rsidR="0072756B">
        <w:rPr>
          <w:noProof/>
        </w:rPr>
        <w:cr/>
      </w:r>
      <w:bookmarkEnd w:id="16"/>
      <w:r>
        <w:fldChar w:fldCharType="end"/>
      </w:r>
      <w:r>
        <w:fldChar w:fldCharType="begin"/>
      </w:r>
      <w:r w:rsidR="0072756B">
        <w:instrText xml:space="preserve"> SET Astra_Projekt_DbStruktura "C:\Users\Public\Documents\Astra 92\Astra\Structure\Astra-EPC-cz.xls" \* MERGEFORMAT </w:instrText>
      </w:r>
      <w:r>
        <w:fldChar w:fldCharType="separate"/>
      </w:r>
      <w:bookmarkStart w:id="17" w:name="Astra_Projekt_DbStruktura"/>
      <w:r w:rsidR="0072756B">
        <w:rPr>
          <w:noProof/>
        </w:rPr>
        <w:t>C:\Users\Public\Documents\Astra 92\Astra\Structure\Astra-EPC-cz.xls</w:t>
      </w:r>
      <w:bookmarkEnd w:id="17"/>
      <w:r>
        <w:fldChar w:fldCharType="end"/>
      </w:r>
      <w:r>
        <w:fldChar w:fldCharType="begin"/>
      </w:r>
      <w:r w:rsidR="0072756B">
        <w:instrText xml:space="preserve"> SET Astra_Projekt_DbLegenda "" \* MERGEFORMAT </w:instrText>
      </w:r>
      <w:r>
        <w:fldChar w:fldCharType="separate"/>
      </w:r>
      <w:bookmarkStart w:id="18" w:name="Astra_Projekt_DbLegenda"/>
      <w:bookmarkEnd w:id="18"/>
      <w:r w:rsidR="0072756B">
        <w:rPr>
          <w:noProof/>
        </w:rPr>
        <w:t xml:space="preserve"> </w:t>
      </w:r>
      <w:r>
        <w:fldChar w:fldCharType="end"/>
      </w:r>
      <w:r>
        <w:fldChar w:fldCharType="begin"/>
      </w:r>
      <w:r w:rsidR="0072756B">
        <w:instrText xml:space="preserve"> SET Astra_Projekt_Poznamka "" \* MERGEFORMAT </w:instrText>
      </w:r>
      <w:r>
        <w:fldChar w:fldCharType="separate"/>
      </w:r>
      <w:bookmarkStart w:id="19" w:name="Astra_Projekt_Poznamka"/>
      <w:bookmarkEnd w:id="19"/>
      <w:r w:rsidR="0072756B">
        <w:rPr>
          <w:noProof/>
        </w:rPr>
        <w:t xml:space="preserve"> </w:t>
      </w:r>
      <w:r>
        <w:fldChar w:fldCharType="end"/>
      </w:r>
      <w:r>
        <w:fldChar w:fldCharType="begin"/>
      </w:r>
      <w:r w:rsidR="0072756B">
        <w:instrText xml:space="preserve"> SET Astra_Projekt_StupenNazev "Dokumentace pro územní řízení" \* MERGEFORMAT </w:instrText>
      </w:r>
      <w:r>
        <w:fldChar w:fldCharType="separate"/>
      </w:r>
      <w:bookmarkStart w:id="20" w:name="Astra_Projekt_StupenNazev"/>
      <w:r w:rsidR="0072756B">
        <w:rPr>
          <w:noProof/>
        </w:rPr>
        <w:t>Dokumentace pro územní řízení</w:t>
      </w:r>
      <w:bookmarkEnd w:id="20"/>
      <w:r>
        <w:fldChar w:fldCharType="end"/>
      </w:r>
      <w:r>
        <w:fldChar w:fldCharType="begin"/>
      </w:r>
      <w:r w:rsidR="0072756B">
        <w:instrText xml:space="preserve"> SET Astra_Projekt_Stupen "DUR" \* MERGEFORMAT </w:instrText>
      </w:r>
      <w:r>
        <w:fldChar w:fldCharType="separate"/>
      </w:r>
      <w:bookmarkStart w:id="21" w:name="Astra_Projekt_Stupen"/>
      <w:r w:rsidR="0072756B">
        <w:rPr>
          <w:noProof/>
        </w:rPr>
        <w:t>DUR</w:t>
      </w:r>
      <w:bookmarkEnd w:id="21"/>
      <w:r>
        <w:fldChar w:fldCharType="end"/>
      </w:r>
      <w:r>
        <w:fldChar w:fldCharType="begin"/>
      </w:r>
      <w:r w:rsidR="0072756B">
        <w:instrText xml:space="preserve"> SET Astra_Projekt_Druh "100" \* MERGEFORMAT </w:instrText>
      </w:r>
      <w:r>
        <w:fldChar w:fldCharType="separate"/>
      </w:r>
      <w:bookmarkStart w:id="22" w:name="Astra_Projekt_Druh"/>
      <w:r w:rsidR="0072756B">
        <w:rPr>
          <w:noProof/>
        </w:rPr>
        <w:t>100</w:t>
      </w:r>
      <w:bookmarkEnd w:id="22"/>
      <w:r>
        <w:fldChar w:fldCharType="end"/>
      </w:r>
      <w:r>
        <w:fldChar w:fldCharType="begin"/>
      </w:r>
      <w:r w:rsidR="0072756B">
        <w:instrText xml:space="preserve"> SET Astra_Projekt_VPT "" \* MERGEFORMAT </w:instrText>
      </w:r>
      <w:r>
        <w:fldChar w:fldCharType="separate"/>
      </w:r>
      <w:bookmarkStart w:id="23" w:name="Astra_Projekt_VPT"/>
      <w:bookmarkEnd w:id="23"/>
      <w:r w:rsidR="0072756B">
        <w:rPr>
          <w:noProof/>
        </w:rPr>
        <w:t xml:space="preserve"> </w:t>
      </w:r>
      <w:r>
        <w:fldChar w:fldCharType="end"/>
      </w:r>
      <w:r>
        <w:fldChar w:fldCharType="begin"/>
      </w:r>
      <w:r w:rsidR="0072756B">
        <w:instrText xml:space="preserve"> SET Astra_Projekt_VPS "" \* MERGEFORMAT </w:instrText>
      </w:r>
      <w:r>
        <w:fldChar w:fldCharType="separate"/>
      </w:r>
      <w:bookmarkStart w:id="24" w:name="Astra_Projekt_VPS"/>
      <w:bookmarkEnd w:id="24"/>
      <w:r w:rsidR="0072756B">
        <w:rPr>
          <w:noProof/>
        </w:rPr>
        <w:t xml:space="preserve"> </w:t>
      </w:r>
      <w:r>
        <w:fldChar w:fldCharType="end"/>
      </w:r>
      <w:r>
        <w:fldChar w:fldCharType="begin"/>
      </w:r>
      <w:r w:rsidR="0072756B">
        <w:instrText xml:space="preserve"> SET Astra_Projekt_Architekt "" \* MERGEFORMAT </w:instrText>
      </w:r>
      <w:r>
        <w:fldChar w:fldCharType="separate"/>
      </w:r>
      <w:bookmarkStart w:id="25" w:name="Astra_Projekt_Architekt"/>
      <w:bookmarkEnd w:id="25"/>
      <w:r w:rsidR="0072756B">
        <w:rPr>
          <w:noProof/>
        </w:rPr>
        <w:t xml:space="preserve"> </w:t>
      </w:r>
      <w:r>
        <w:fldChar w:fldCharType="end"/>
      </w:r>
      <w:r>
        <w:fldChar w:fldCharType="begin"/>
      </w:r>
      <w:r w:rsidR="0072756B">
        <w:instrText xml:space="preserve"> SET Astra_Projekt_Kontrola "Ing. Miroslav Kranich" \* MERGEFORMAT </w:instrText>
      </w:r>
      <w:r>
        <w:fldChar w:fldCharType="separate"/>
      </w:r>
      <w:bookmarkStart w:id="26" w:name="Astra_Projekt_Kontrola"/>
      <w:r w:rsidR="0072756B">
        <w:rPr>
          <w:noProof/>
        </w:rPr>
        <w:t>Ing. Miroslav Kranich</w:t>
      </w:r>
      <w:bookmarkEnd w:id="26"/>
      <w:r>
        <w:fldChar w:fldCharType="end"/>
      </w:r>
      <w:r>
        <w:fldChar w:fldCharType="begin"/>
      </w:r>
      <w:r w:rsidR="0072756B">
        <w:instrText xml:space="preserve"> SET Astra_Projekt_OPP "Ing. Martin Množil" \* MERGEFORMAT </w:instrText>
      </w:r>
      <w:r>
        <w:fldChar w:fldCharType="separate"/>
      </w:r>
      <w:bookmarkStart w:id="27" w:name="Astra_Projekt_OPP"/>
      <w:r w:rsidR="0072756B">
        <w:rPr>
          <w:noProof/>
        </w:rPr>
        <w:t>Ing. Martin Množil</w:t>
      </w:r>
      <w:bookmarkEnd w:id="27"/>
      <w:r>
        <w:fldChar w:fldCharType="end"/>
      </w:r>
      <w:r>
        <w:fldChar w:fldCharType="begin"/>
      </w:r>
      <w:r w:rsidR="0072756B">
        <w:instrText xml:space="preserve"> SET Astra_Projekt_Projektant "Ing. Martin Množil" \* MERGEFORMAT </w:instrText>
      </w:r>
      <w:r>
        <w:fldChar w:fldCharType="separate"/>
      </w:r>
      <w:bookmarkStart w:id="28" w:name="Astra_Projekt_Projektant"/>
      <w:r w:rsidR="0072756B">
        <w:rPr>
          <w:noProof/>
        </w:rPr>
        <w:t>Ing. Martin Množil</w:t>
      </w:r>
      <w:bookmarkEnd w:id="28"/>
      <w:r>
        <w:fldChar w:fldCharType="end"/>
      </w:r>
      <w:r>
        <w:fldChar w:fldCharType="begin"/>
      </w:r>
      <w:r w:rsidR="0072756B">
        <w:instrText xml:space="preserve"> SET Astra_Projekt_Nazev2 "" \* MERGEFORMAT </w:instrText>
      </w:r>
      <w:r>
        <w:fldChar w:fldCharType="separate"/>
      </w:r>
      <w:bookmarkStart w:id="29" w:name="Astra_Projekt_Nazev2"/>
      <w:bookmarkEnd w:id="29"/>
      <w:r w:rsidR="0072756B">
        <w:rPr>
          <w:noProof/>
        </w:rPr>
        <w:t xml:space="preserve"> </w:t>
      </w:r>
      <w:r>
        <w:fldChar w:fldCharType="end"/>
      </w:r>
      <w:r>
        <w:fldChar w:fldCharType="begin"/>
      </w:r>
      <w:r w:rsidR="0072756B">
        <w:instrText xml:space="preserve"> SET Astra_Projekt_Nazev1 "SO 01.1 zast. Brňov, přeložka sítě ČEZ Distribuce" \* MERGEFORMAT </w:instrText>
      </w:r>
      <w:r>
        <w:fldChar w:fldCharType="separate"/>
      </w:r>
      <w:bookmarkStart w:id="30" w:name="Astra_Projekt_Nazev1"/>
      <w:r w:rsidR="0072756B">
        <w:rPr>
          <w:noProof/>
        </w:rPr>
        <w:t>SO 01.1 zast. Brňov, přeložka sítě ČEZ Distribuce</w:t>
      </w:r>
      <w:bookmarkEnd w:id="30"/>
      <w:r>
        <w:fldChar w:fldCharType="end"/>
      </w:r>
      <w:r>
        <w:fldChar w:fldCharType="begin"/>
      </w:r>
      <w:r w:rsidR="0072756B">
        <w:instrText xml:space="preserve"> SET Astra_Profese_Predpona "EPC" \* MERGEFORMAT </w:instrText>
      </w:r>
      <w:r>
        <w:fldChar w:fldCharType="separate"/>
      </w:r>
      <w:bookmarkStart w:id="31" w:name="Astra_Profese_Predpona"/>
      <w:r w:rsidR="0072756B">
        <w:rPr>
          <w:noProof/>
        </w:rPr>
        <w:t>EPC</w:t>
      </w:r>
      <w:bookmarkEnd w:id="31"/>
      <w:r>
        <w:fldChar w:fldCharType="end"/>
      </w:r>
      <w:r>
        <w:fldChar w:fldCharType="begin"/>
      </w:r>
      <w:r w:rsidR="0072756B">
        <w:instrText xml:space="preserve"> SET Astra_Profese_KodVychozi "E" \* MERGEFORMAT </w:instrText>
      </w:r>
      <w:r>
        <w:fldChar w:fldCharType="separate"/>
      </w:r>
      <w:bookmarkStart w:id="32" w:name="Astra_Profese_KodVychozi"/>
      <w:r w:rsidR="0072756B">
        <w:rPr>
          <w:noProof/>
        </w:rPr>
        <w:t>E</w:t>
      </w:r>
      <w:bookmarkEnd w:id="32"/>
      <w:r>
        <w:fldChar w:fldCharType="end"/>
      </w:r>
      <w:r>
        <w:fldChar w:fldCharType="begin"/>
      </w:r>
      <w:r w:rsidR="0072756B">
        <w:instrText xml:space="preserve"> SET Astra_Profese_Kod "Br_CEZ" \* MERGEFORMAT </w:instrText>
      </w:r>
      <w:r>
        <w:fldChar w:fldCharType="separate"/>
      </w:r>
      <w:bookmarkStart w:id="33" w:name="Astra_Profese_Kod"/>
      <w:r w:rsidR="0072756B">
        <w:rPr>
          <w:noProof/>
        </w:rPr>
        <w:t>Br_CEZ</w:t>
      </w:r>
      <w:bookmarkEnd w:id="33"/>
      <w:r>
        <w:fldChar w:fldCharType="end"/>
      </w:r>
      <w:r>
        <w:fldChar w:fldCharType="begin"/>
      </w:r>
      <w:r w:rsidR="0072756B">
        <w:instrText xml:space="preserve"> SET Astra_Profese_Nazev "Elektroinstalace" \* MERGEFORMAT </w:instrText>
      </w:r>
      <w:r>
        <w:fldChar w:fldCharType="separate"/>
      </w:r>
      <w:bookmarkStart w:id="34" w:name="Astra_Profese_Nazev"/>
      <w:r w:rsidR="0072756B">
        <w:rPr>
          <w:noProof/>
        </w:rPr>
        <w:t>Elektroinstalace</w:t>
      </w:r>
      <w:bookmarkEnd w:id="34"/>
      <w:r>
        <w:fldChar w:fldCharType="end"/>
      </w:r>
      <w:r>
        <w:fldChar w:fldCharType="begin"/>
      </w:r>
      <w:r w:rsidR="0072756B">
        <w:instrText xml:space="preserve"> SET Astra_Uzivatel_PrijmeniZakazka "a.s." \* MERGEFORMAT </w:instrText>
      </w:r>
      <w:r>
        <w:fldChar w:fldCharType="separate"/>
      </w:r>
      <w:bookmarkStart w:id="35" w:name="Astra_Uzivatel_PrijmeniZakazka"/>
      <w:r w:rsidR="0072756B">
        <w:rPr>
          <w:noProof/>
        </w:rPr>
        <w:t>a.s.</w:t>
      </w:r>
      <w:bookmarkEnd w:id="35"/>
      <w:r>
        <w:fldChar w:fldCharType="end"/>
      </w:r>
      <w:r>
        <w:fldChar w:fldCharType="begin"/>
      </w:r>
      <w:r w:rsidR="0072756B">
        <w:instrText xml:space="preserve"> SET Astra_Uzivatel_JmenoZakazka "ASTRA 92" \* MERGEFORMAT </w:instrText>
      </w:r>
      <w:r>
        <w:fldChar w:fldCharType="separate"/>
      </w:r>
      <w:bookmarkStart w:id="36" w:name="Astra_Uzivatel_JmenoZakazka"/>
      <w:r w:rsidR="0072756B">
        <w:rPr>
          <w:noProof/>
        </w:rPr>
        <w:t>ASTRA 92</w:t>
      </w:r>
      <w:bookmarkEnd w:id="36"/>
      <w:r>
        <w:fldChar w:fldCharType="end"/>
      </w:r>
      <w:r>
        <w:fldChar w:fldCharType="begin"/>
      </w:r>
      <w:r w:rsidR="0072756B">
        <w:instrText xml:space="preserve"> SET Astra_Uzivatel_PrijmeniProjekt "a.s." \* MERGEFORMAT </w:instrText>
      </w:r>
      <w:r>
        <w:fldChar w:fldCharType="separate"/>
      </w:r>
      <w:bookmarkStart w:id="37" w:name="Astra_Uzivatel_PrijmeniProjekt"/>
      <w:r w:rsidR="0072756B">
        <w:rPr>
          <w:noProof/>
        </w:rPr>
        <w:t>a.s.</w:t>
      </w:r>
      <w:bookmarkEnd w:id="37"/>
      <w:r>
        <w:fldChar w:fldCharType="end"/>
      </w:r>
      <w:r>
        <w:fldChar w:fldCharType="begin"/>
      </w:r>
      <w:r w:rsidR="0072756B">
        <w:instrText xml:space="preserve"> SET Astra_Uzivatel_JmenoProjekt "ASTRA 92" \* MERGEFORMAT </w:instrText>
      </w:r>
      <w:r>
        <w:fldChar w:fldCharType="separate"/>
      </w:r>
      <w:bookmarkStart w:id="38" w:name="Astra_Uzivatel_JmenoProjekt"/>
      <w:r w:rsidR="0072756B">
        <w:rPr>
          <w:noProof/>
        </w:rPr>
        <w:t>ASTRA 92</w:t>
      </w:r>
      <w:bookmarkEnd w:id="38"/>
      <w:r>
        <w:fldChar w:fldCharType="end"/>
      </w:r>
      <w:r>
        <w:fldChar w:fldCharType="begin"/>
      </w:r>
      <w:r w:rsidR="0072756B">
        <w:instrText xml:space="preserve"> SET Astra_Uzivatel_PrijmeniDokument "a.s." \* MERGEFORMAT </w:instrText>
      </w:r>
      <w:r>
        <w:fldChar w:fldCharType="separate"/>
      </w:r>
      <w:bookmarkStart w:id="39" w:name="Astra_Uzivatel_PrijmeniDokument"/>
      <w:r w:rsidR="0072756B">
        <w:rPr>
          <w:noProof/>
        </w:rPr>
        <w:t>a.s.</w:t>
      </w:r>
      <w:bookmarkEnd w:id="39"/>
      <w:r>
        <w:fldChar w:fldCharType="end"/>
      </w:r>
      <w:r>
        <w:fldChar w:fldCharType="begin"/>
      </w:r>
      <w:r w:rsidR="0072756B">
        <w:instrText xml:space="preserve"> SET Astra_Uzivatel_JmenoDokument "ASTRA 92" \* MERGEFORMAT </w:instrText>
      </w:r>
      <w:r>
        <w:fldChar w:fldCharType="separate"/>
      </w:r>
      <w:bookmarkStart w:id="40" w:name="Astra_Uzivatel_JmenoDokument"/>
      <w:r w:rsidR="0072756B">
        <w:rPr>
          <w:noProof/>
        </w:rPr>
        <w:t>ASTRA 92</w:t>
      </w:r>
      <w:bookmarkEnd w:id="40"/>
      <w:r>
        <w:fldChar w:fldCharType="end"/>
      </w:r>
      <w:r>
        <w:fldChar w:fldCharType="begin"/>
      </w:r>
      <w:r w:rsidR="0072756B">
        <w:instrText xml:space="preserve"> SET Astra_Dokument_Podlazi "0" \* MERGEFORMAT </w:instrText>
      </w:r>
      <w:r>
        <w:fldChar w:fldCharType="separate"/>
      </w:r>
      <w:bookmarkStart w:id="41" w:name="Astra_Dokument_Podlazi"/>
      <w:r w:rsidR="0072756B">
        <w:rPr>
          <w:noProof/>
        </w:rPr>
        <w:t>0</w:t>
      </w:r>
      <w:bookmarkEnd w:id="41"/>
      <w:r>
        <w:fldChar w:fldCharType="end"/>
      </w:r>
      <w:r>
        <w:fldChar w:fldCharType="begin"/>
      </w:r>
      <w:r w:rsidR="0072756B">
        <w:instrText xml:space="preserve"> SET Astra_Dokument_Poznamka "" \* MERGEFORMAT </w:instrText>
      </w:r>
      <w:r>
        <w:fldChar w:fldCharType="separate"/>
      </w:r>
      <w:bookmarkStart w:id="42" w:name="Astra_Dokument_Poznamka"/>
      <w:bookmarkEnd w:id="42"/>
      <w:r w:rsidR="0072756B">
        <w:rPr>
          <w:noProof/>
        </w:rPr>
        <w:t xml:space="preserve"> </w:t>
      </w:r>
      <w:r>
        <w:fldChar w:fldCharType="end"/>
      </w:r>
      <w:r>
        <w:fldChar w:fldCharType="begin"/>
      </w:r>
      <w:r w:rsidR="0072756B">
        <w:instrText xml:space="preserve"> SET Astra_Dokument_Druh "1" \* MERGEFORMAT </w:instrText>
      </w:r>
      <w:r>
        <w:fldChar w:fldCharType="separate"/>
      </w:r>
      <w:bookmarkStart w:id="43" w:name="Astra_Dokument_Druh"/>
      <w:r w:rsidR="0072756B">
        <w:rPr>
          <w:noProof/>
        </w:rPr>
        <w:t>1</w:t>
      </w:r>
      <w:bookmarkEnd w:id="43"/>
      <w:r>
        <w:fldChar w:fldCharType="end"/>
      </w:r>
      <w:r>
        <w:fldChar w:fldCharType="begin"/>
      </w:r>
      <w:r w:rsidR="0072756B">
        <w:instrText xml:space="preserve"> SET Astra_Dokument_Kod "01" \* MERGEFORMAT </w:instrText>
      </w:r>
      <w:r>
        <w:fldChar w:fldCharType="separate"/>
      </w:r>
      <w:bookmarkStart w:id="44" w:name="Astra_Dokument_Kod"/>
      <w:r w:rsidR="0072756B">
        <w:rPr>
          <w:noProof/>
        </w:rPr>
        <w:t>01</w:t>
      </w:r>
      <w:bookmarkEnd w:id="44"/>
      <w:r>
        <w:fldChar w:fldCharType="end"/>
      </w:r>
      <w:r>
        <w:fldChar w:fldCharType="begin"/>
      </w:r>
      <w:r w:rsidR="0072756B">
        <w:instrText xml:space="preserve"> SET Astra_Dokument_Nazev "TZ" \* MERGEFORMAT </w:instrText>
      </w:r>
      <w:r>
        <w:fldChar w:fldCharType="separate"/>
      </w:r>
      <w:bookmarkStart w:id="45" w:name="Astra_Dokument_Nazev"/>
      <w:r w:rsidR="0072756B">
        <w:rPr>
          <w:noProof/>
        </w:rPr>
        <w:t>TZ</w:t>
      </w:r>
      <w:bookmarkEnd w:id="45"/>
      <w:r>
        <w:fldChar w:fldCharType="end"/>
      </w:r>
      <w:r>
        <w:fldChar w:fldCharType="begin"/>
      </w:r>
      <w:r w:rsidR="0072756B">
        <w:instrText xml:space="preserve"> SET Astra_Astra_ZkratkaJazyka "cz" \* MERGEFORMAT </w:instrText>
      </w:r>
      <w:r>
        <w:fldChar w:fldCharType="separate"/>
      </w:r>
      <w:bookmarkStart w:id="46" w:name="Astra_Astra_ZkratkaJazyka"/>
      <w:r w:rsidR="0072756B">
        <w:rPr>
          <w:noProof/>
        </w:rPr>
        <w:t>cz</w:t>
      </w:r>
      <w:bookmarkEnd w:id="46"/>
      <w:r>
        <w:fldChar w:fldCharType="end"/>
      </w:r>
      <w:r>
        <w:fldChar w:fldCharType="begin"/>
      </w:r>
      <w:r w:rsidR="0072756B">
        <w:instrText xml:space="preserve"> SET Astra_RunWord_InfoText "1" \* MERGEFORMAT </w:instrText>
      </w:r>
      <w:r>
        <w:fldChar w:fldCharType="separate"/>
      </w:r>
      <w:bookmarkStart w:id="47" w:name="Astra_RunWord_InfoText"/>
      <w:r w:rsidR="0072756B">
        <w:rPr>
          <w:noProof/>
        </w:rPr>
        <w:t>1</w:t>
      </w:r>
      <w:bookmarkEnd w:id="47"/>
      <w:r>
        <w:fldChar w:fldCharType="end"/>
      </w:r>
      <w:r>
        <w:fldChar w:fldCharType="begin"/>
      </w:r>
      <w:r w:rsidR="0072756B">
        <w:instrText xml:space="preserve"> SET Astra_RunWord_InfoPoleZnakAktualizace "?" \* MERGEFORMAT </w:instrText>
      </w:r>
      <w:r>
        <w:fldChar w:fldCharType="separate"/>
      </w:r>
      <w:bookmarkStart w:id="48" w:name="Astra_RunWord_InfoPoleZnakAktualizace"/>
      <w:r w:rsidR="0072756B">
        <w:rPr>
          <w:noProof/>
        </w:rPr>
        <w:t>?</w:t>
      </w:r>
      <w:bookmarkEnd w:id="48"/>
      <w:r>
        <w:fldChar w:fldCharType="end"/>
      </w:r>
      <w:r>
        <w:fldChar w:fldCharType="begin"/>
      </w:r>
      <w:r w:rsidR="0072756B">
        <w:instrText xml:space="preserve"> SET Astra_RunWord_InfoPole "1" \* MERGEFORMAT </w:instrText>
      </w:r>
      <w:r>
        <w:fldChar w:fldCharType="separate"/>
      </w:r>
      <w:bookmarkStart w:id="49" w:name="Astra_RunWord_InfoPole"/>
      <w:r w:rsidR="0072756B">
        <w:rPr>
          <w:noProof/>
        </w:rPr>
        <w:t>1</w:t>
      </w:r>
      <w:bookmarkEnd w:id="49"/>
      <w:r>
        <w:fldChar w:fldCharType="end"/>
      </w:r>
      <w:r>
        <w:fldChar w:fldCharType="begin"/>
      </w:r>
      <w:r w:rsidR="00F327AA">
        <w:instrText xml:space="preserve"> SET Astra_Slozky_Temp "C:\Users\Public\Documents\Astra 92\Astra\Temp\EPC\Doc\" \* MERGEFORMAT </w:instrText>
      </w:r>
      <w:r>
        <w:fldChar w:fldCharType="separate"/>
      </w:r>
      <w:r w:rsidR="00F327AA">
        <w:rPr>
          <w:noProof/>
        </w:rPr>
        <w:t xml:space="preserve">C:\Users\Public\Documents\Astra 92\Astra\Temp\EPC\Doc\" \* MERGEFORMAT </w:t>
      </w:r>
      <w:r>
        <w:fldChar w:fldCharType="end"/>
      </w:r>
      <w:r>
        <w:fldChar w:fldCharType="begin"/>
      </w:r>
      <w:r w:rsidR="00F327AA">
        <w:instrText xml:space="preserve"> SET Astra_Slozky_Structure "C:\Users\Public\Documents\Astra 92\Astra\Structure\" \* MERGEFORMAT </w:instrText>
      </w:r>
      <w:r>
        <w:fldChar w:fldCharType="separate"/>
      </w:r>
      <w:r w:rsidR="00F327AA">
        <w:rPr>
          <w:noProof/>
        </w:rPr>
        <w:t xml:space="preserve">C:\Users\Public\Documents\Astra 92\Astra\Structure\" \* MERGEFORMAT </w:t>
      </w:r>
      <w:r>
        <w:fldChar w:fldCharType="end"/>
      </w:r>
      <w:r>
        <w:fldChar w:fldCharType="begin"/>
      </w:r>
      <w:r w:rsidR="00F327AA">
        <w:instrText xml:space="preserve"> SET Astra_Slozky_Module "C:\Users\Public\Documents\Astra 92\Astra\Module\EPC\Doc\" \* MERGEFORMAT </w:instrText>
      </w:r>
      <w:r>
        <w:fldChar w:fldCharType="separate"/>
      </w:r>
      <w:r w:rsidR="00F327AA">
        <w:rPr>
          <w:noProof/>
        </w:rPr>
        <w:t xml:space="preserve">C:\Users\Public\Documents\Astra 92\Astra\Module\EPC\Doc\" \* MERGEFORMAT </w:t>
      </w:r>
      <w:r>
        <w:fldChar w:fldCharType="end"/>
      </w:r>
      <w:r>
        <w:fldChar w:fldCharType="begin"/>
      </w:r>
      <w:r w:rsidR="00F327AA">
        <w:instrText xml:space="preserve"> SET Astra_Slozky_Data "C:\Users\Public\Documents\Astra 92\Data\EPC\" \* MERGEFORMAT </w:instrText>
      </w:r>
      <w:r>
        <w:fldChar w:fldCharType="separate"/>
      </w:r>
      <w:r w:rsidR="00F327AA">
        <w:rPr>
          <w:noProof/>
        </w:rPr>
        <w:t xml:space="preserve">C:\Users\Public\Documents\Astra 92\Data\EPC\" \* MERGEFORMAT </w:t>
      </w:r>
      <w:r>
        <w:fldChar w:fldCharType="end"/>
      </w:r>
      <w:r>
        <w:fldChar w:fldCharType="begin"/>
      </w:r>
      <w:r w:rsidR="00F327AA">
        <w:instrText xml:space="preserve"> SET Astra_Slozky_All "C:\Users\Public\Documents\Astra 92\Astra\All\" \* MERGEFORMAT </w:instrText>
      </w:r>
      <w:r>
        <w:fldChar w:fldCharType="separate"/>
      </w:r>
      <w:r w:rsidR="00F327AA">
        <w:rPr>
          <w:noProof/>
        </w:rPr>
        <w:t xml:space="preserve">C:\Users\Public\Documents\Astra 92\Astra\All\" \* MERGEFORMAT </w:t>
      </w:r>
      <w:r>
        <w:fldChar w:fldCharType="end"/>
      </w:r>
      <w:r>
        <w:fldChar w:fldCharType="begin"/>
      </w:r>
      <w:r w:rsidR="00F327AA">
        <w:instrText xml:space="preserve"> SET Astra_Zakazka_Poznamka "" \* MERGEFORMAT </w:instrText>
      </w:r>
      <w:r>
        <w:fldChar w:fldCharType="separate"/>
      </w:r>
      <w:r w:rsidR="00F327AA">
        <w:rPr>
          <w:noProof/>
        </w:rPr>
        <w:t xml:space="preserve"> </w:t>
      </w:r>
      <w:r>
        <w:fldChar w:fldCharType="end"/>
      </w:r>
      <w:r>
        <w:fldChar w:fldCharType="begin"/>
      </w:r>
      <w:r w:rsidR="00F327AA">
        <w:instrText xml:space="preserve"> SET Astra_Zakazka_Objekty "" \* MERGEFORMAT </w:instrText>
      </w:r>
      <w:r>
        <w:fldChar w:fldCharType="separate"/>
      </w:r>
      <w:r w:rsidR="00F327AA">
        <w:rPr>
          <w:noProof/>
        </w:rPr>
        <w:t xml:space="preserve"> </w:t>
      </w:r>
      <w:r>
        <w:fldChar w:fldCharType="end"/>
      </w:r>
      <w:r>
        <w:fldChar w:fldCharType="begin"/>
      </w:r>
      <w:r w:rsidR="00F327AA">
        <w:instrText xml:space="preserve"> SET Astra_Zakazka_AC "79-11" \* MERGEFORMAT </w:instrText>
      </w:r>
      <w:r>
        <w:fldChar w:fldCharType="separate"/>
      </w:r>
      <w:r w:rsidR="00F327AA">
        <w:rPr>
          <w:noProof/>
        </w:rPr>
        <w:t>79-11</w:t>
      </w:r>
      <w:r>
        <w:fldChar w:fldCharType="end"/>
      </w:r>
      <w:r>
        <w:fldChar w:fldCharType="begin"/>
      </w:r>
      <w:r w:rsidR="00F327AA">
        <w:instrText xml:space="preserve"> SET Astra_Zakazka_ZC "11-045-234-PD" \* MERGEFORMAT </w:instrText>
      </w:r>
      <w:r>
        <w:fldChar w:fldCharType="separate"/>
      </w:r>
      <w:r w:rsidR="00F327AA">
        <w:rPr>
          <w:noProof/>
        </w:rPr>
        <w:t>11-045-234-PD</w:t>
      </w:r>
      <w:r>
        <w:fldChar w:fldCharType="end"/>
      </w:r>
      <w:r>
        <w:fldChar w:fldCharType="begin"/>
      </w:r>
      <w:r w:rsidR="00F327AA">
        <w:instrText xml:space="preserve"> SET Astra_Zakazka_Investor "SŽDC, s.o." \* MERGEFORMAT </w:instrText>
      </w:r>
      <w:r>
        <w:fldChar w:fldCharType="separate"/>
      </w:r>
      <w:r w:rsidR="00F327AA">
        <w:rPr>
          <w:noProof/>
        </w:rPr>
        <w:t>SŽDC, s.o.</w:t>
      </w:r>
      <w:r>
        <w:fldChar w:fldCharType="end"/>
      </w:r>
      <w:r>
        <w:fldChar w:fldCharType="begin"/>
      </w:r>
      <w:r w:rsidR="00F327AA">
        <w:instrText xml:space="preserve"> SET Astra_Zakazka_Obec "Praha 1, Nové Město, Dlážděná 1003/7" \* MERGEFORMAT </w:instrText>
      </w:r>
      <w:r>
        <w:fldChar w:fldCharType="separate"/>
      </w:r>
      <w:r w:rsidR="00F327AA">
        <w:rPr>
          <w:noProof/>
        </w:rPr>
        <w:t>Praha 1, Nové Město, Dlážděná 1003/7</w:t>
      </w:r>
      <w:r>
        <w:fldChar w:fldCharType="end"/>
      </w:r>
      <w:r>
        <w:fldChar w:fldCharType="begin"/>
      </w:r>
      <w:r w:rsidR="00F327AA">
        <w:instrText xml:space="preserve"> SET Astra_Zakazka_Okres "" \* MERGEFORMAT </w:instrText>
      </w:r>
      <w:r>
        <w:fldChar w:fldCharType="separate"/>
      </w:r>
      <w:r w:rsidR="00F327AA">
        <w:rPr>
          <w:noProof/>
        </w:rPr>
        <w:t xml:space="preserve"> </w:t>
      </w:r>
      <w:r>
        <w:fldChar w:fldCharType="end"/>
      </w:r>
      <w:r>
        <w:fldChar w:fldCharType="begin"/>
      </w:r>
      <w:r w:rsidR="00F327AA">
        <w:instrText xml:space="preserve"> SET Astra_Zakazka_HIP "Ing. P.Šudřich" \* MERGEFORMAT </w:instrText>
      </w:r>
      <w:r>
        <w:fldChar w:fldCharType="separate"/>
      </w:r>
      <w:r w:rsidR="00F327AA">
        <w:rPr>
          <w:noProof/>
        </w:rPr>
        <w:t>Ing. P.Šudřich</w:t>
      </w:r>
      <w:r>
        <w:fldChar w:fldCharType="end"/>
      </w:r>
      <w:r>
        <w:fldChar w:fldCharType="begin"/>
      </w:r>
      <w:r w:rsidR="00F327AA">
        <w:instrText xml:space="preserve"> SET Astra_Zakazka_Kod "79_11" \* MERGEFORMAT </w:instrText>
      </w:r>
      <w:r>
        <w:fldChar w:fldCharType="separate"/>
      </w:r>
      <w:r w:rsidR="00F327AA">
        <w:rPr>
          <w:noProof/>
        </w:rPr>
        <w:t>79_11</w:t>
      </w:r>
      <w:r>
        <w:fldChar w:fldCharType="end"/>
      </w:r>
      <w:r>
        <w:fldChar w:fldCharType="begin"/>
      </w:r>
      <w:r w:rsidR="00F327AA">
        <w:instrText xml:space="preserve"> SET Astra_Zakazka_Nazev2 "" \* MERGEFORMAT </w:instrText>
      </w:r>
      <w:r>
        <w:fldChar w:fldCharType="separate"/>
      </w:r>
      <w:r w:rsidR="00F327AA">
        <w:rPr>
          <w:noProof/>
        </w:rPr>
        <w:t xml:space="preserve"> </w:t>
      </w:r>
      <w:r>
        <w:fldChar w:fldCharType="end"/>
      </w:r>
      <w:r>
        <w:fldChar w:fldCharType="begin"/>
      </w:r>
      <w:r w:rsidR="00F327AA">
        <w:instrText xml:space="preserve"> SET Astra_Zakazka_Nazev1 "Osvětlení přístřešků a přeložky" \* MERGEFORMAT </w:instrText>
      </w:r>
      <w:r>
        <w:fldChar w:fldCharType="separate"/>
      </w:r>
      <w:r w:rsidR="00F327AA">
        <w:rPr>
          <w:noProof/>
        </w:rPr>
        <w:t>Osvětlení přístřešků a přeložky</w:t>
      </w:r>
      <w:r>
        <w:fldChar w:fldCharType="end"/>
      </w:r>
      <w:r>
        <w:fldChar w:fldCharType="begin"/>
      </w:r>
      <w:r w:rsidR="00F327AA">
        <w:instrText xml:space="preserve"> SET Astra_ProjektDokumenty_Dokumenty "Seznam příloh</w:instrText>
      </w:r>
      <w:r w:rsidR="00F327AA">
        <w:tab/>
        <w:instrText>79-11</w:instrText>
      </w:r>
      <w:r w:rsidR="00F327AA">
        <w:tab/>
        <w:instrText>00</w:instrText>
      </w:r>
      <w:r w:rsidR="00F327AA">
        <w:cr/>
        <w:instrText>TZ</w:instrText>
      </w:r>
      <w:r w:rsidR="00F327AA">
        <w:tab/>
        <w:instrText>79-11</w:instrText>
      </w:r>
      <w:r w:rsidR="00F327AA">
        <w:tab/>
        <w:instrText>01</w:instrText>
      </w:r>
      <w:r w:rsidR="00F327AA">
        <w:cr/>
        <w:instrText>Příspěvek do STZ new 26.5.2011</w:instrText>
      </w:r>
      <w:r w:rsidR="00F327AA">
        <w:tab/>
        <w:instrText>79-11</w:instrText>
      </w:r>
      <w:r w:rsidR="00F327AA">
        <w:tab/>
        <w:instrText>01_STZ_ new</w:instrText>
      </w:r>
      <w:r w:rsidR="00F327AA">
        <w:cr/>
        <w:instrText>Situace</w:instrText>
      </w:r>
      <w:r w:rsidR="00F327AA">
        <w:tab/>
        <w:instrText>79-11</w:instrText>
      </w:r>
      <w:r w:rsidR="00F327AA">
        <w:tab/>
        <w:instrText>02</w:instrText>
      </w:r>
      <w:r w:rsidR="00F327AA">
        <w:cr/>
        <w:instrText>Situace_koord</w:instrText>
      </w:r>
      <w:r w:rsidR="00F327AA">
        <w:tab/>
        <w:instrText>79-11</w:instrText>
      </w:r>
      <w:r w:rsidR="00F327AA">
        <w:tab/>
        <w:instrText>02_koord</w:instrText>
      </w:r>
      <w:r w:rsidR="00F327AA">
        <w:cr/>
        <w:instrText>Přehledové schéma</w:instrText>
      </w:r>
      <w:r w:rsidR="00F327AA">
        <w:tab/>
        <w:instrText>79-11</w:instrText>
      </w:r>
      <w:r w:rsidR="00F327AA">
        <w:tab/>
        <w:instrText>03</w:instrText>
      </w:r>
      <w:r w:rsidR="00F327AA">
        <w:cr/>
        <w:instrText>Příspěvek do STZ</w:instrText>
      </w:r>
      <w:r w:rsidR="00F327AA">
        <w:tab/>
        <w:instrText>79-11</w:instrText>
      </w:r>
      <w:r w:rsidR="00F327AA">
        <w:tab/>
        <w:instrText>01_STZ</w:instrText>
      </w:r>
      <w:r w:rsidR="00F327AA">
        <w:cr/>
        <w:instrText xml:space="preserve">" \* MERGEFORMAT </w:instrText>
      </w:r>
      <w:r>
        <w:fldChar w:fldCharType="separate"/>
      </w:r>
      <w:r w:rsidR="00F327AA">
        <w:rPr>
          <w:noProof/>
        </w:rPr>
        <w:t>Seznam příloh</w:t>
      </w:r>
      <w:r w:rsidR="00F327AA">
        <w:rPr>
          <w:noProof/>
        </w:rPr>
        <w:tab/>
        <w:t>79-11</w:t>
      </w:r>
      <w:r w:rsidR="00F327AA">
        <w:rPr>
          <w:noProof/>
        </w:rPr>
        <w:tab/>
        <w:t>00</w:t>
      </w:r>
      <w:r w:rsidR="00F327AA">
        <w:rPr>
          <w:noProof/>
        </w:rPr>
        <w:cr/>
        <w:t>TZ</w:t>
      </w:r>
      <w:r w:rsidR="00F327AA">
        <w:rPr>
          <w:noProof/>
        </w:rPr>
        <w:tab/>
        <w:t>79-11</w:t>
      </w:r>
      <w:r w:rsidR="00F327AA">
        <w:rPr>
          <w:noProof/>
        </w:rPr>
        <w:tab/>
        <w:t>01</w:t>
      </w:r>
      <w:r w:rsidR="00F327AA">
        <w:rPr>
          <w:noProof/>
        </w:rPr>
        <w:cr/>
        <w:t>Příspěvek do STZ new 26.5.2011</w:t>
      </w:r>
      <w:r w:rsidR="00F327AA">
        <w:rPr>
          <w:noProof/>
        </w:rPr>
        <w:tab/>
        <w:t>79-11</w:t>
      </w:r>
      <w:r w:rsidR="00F327AA">
        <w:rPr>
          <w:noProof/>
        </w:rPr>
        <w:tab/>
        <w:t>01_STZ_ new</w:t>
      </w:r>
      <w:r w:rsidR="00F327AA">
        <w:rPr>
          <w:noProof/>
        </w:rPr>
        <w:cr/>
        <w:t>Situace</w:t>
      </w:r>
      <w:r w:rsidR="00F327AA">
        <w:rPr>
          <w:noProof/>
        </w:rPr>
        <w:tab/>
        <w:t>79-11</w:t>
      </w:r>
      <w:r w:rsidR="00F327AA">
        <w:rPr>
          <w:noProof/>
        </w:rPr>
        <w:tab/>
        <w:t>02</w:t>
      </w:r>
      <w:r w:rsidR="00F327AA">
        <w:rPr>
          <w:noProof/>
        </w:rPr>
        <w:cr/>
        <w:t>Situace_koord</w:t>
      </w:r>
      <w:r w:rsidR="00F327AA">
        <w:rPr>
          <w:noProof/>
        </w:rPr>
        <w:tab/>
        <w:t>79-11</w:t>
      </w:r>
      <w:r w:rsidR="00F327AA">
        <w:rPr>
          <w:noProof/>
        </w:rPr>
        <w:tab/>
        <w:t>02_koord</w:t>
      </w:r>
      <w:r w:rsidR="00F327AA">
        <w:rPr>
          <w:noProof/>
        </w:rPr>
        <w:cr/>
        <w:t>Přehledové schéma</w:t>
      </w:r>
      <w:r w:rsidR="00F327AA">
        <w:rPr>
          <w:noProof/>
        </w:rPr>
        <w:tab/>
        <w:t>79-11</w:t>
      </w:r>
      <w:r w:rsidR="00F327AA">
        <w:rPr>
          <w:noProof/>
        </w:rPr>
        <w:tab/>
        <w:t>03</w:t>
      </w:r>
      <w:r w:rsidR="00F327AA">
        <w:rPr>
          <w:noProof/>
        </w:rPr>
        <w:cr/>
        <w:t>Příspěvek do STZ</w:t>
      </w:r>
      <w:r w:rsidR="00F327AA">
        <w:rPr>
          <w:noProof/>
        </w:rPr>
        <w:tab/>
        <w:t>79-11</w:t>
      </w:r>
      <w:r w:rsidR="00F327AA">
        <w:rPr>
          <w:noProof/>
        </w:rPr>
        <w:tab/>
        <w:t>01_STZ</w:t>
      </w:r>
      <w:r w:rsidR="00F327AA">
        <w:rPr>
          <w:noProof/>
        </w:rPr>
        <w:cr/>
      </w:r>
      <w:r>
        <w:fldChar w:fldCharType="end"/>
      </w:r>
      <w:r>
        <w:fldChar w:fldCharType="begin"/>
      </w:r>
      <w:r w:rsidR="00F327AA">
        <w:instrText xml:space="preserve"> SET Astra_Projekt_DbStruktura "C:\Users\Public\Documents\Astra 92\Astra\Structure\Astra-EPC-cz.xls" \* MERGEFORMAT </w:instrText>
      </w:r>
      <w:r>
        <w:fldChar w:fldCharType="separate"/>
      </w:r>
      <w:r w:rsidR="00F327AA">
        <w:rPr>
          <w:noProof/>
        </w:rPr>
        <w:t>C:\Users\Public\Documents\Astra 92\Astra\Structure\Astra-EPC-cz.xls</w:t>
      </w:r>
      <w:r>
        <w:fldChar w:fldCharType="end"/>
      </w:r>
      <w:r>
        <w:fldChar w:fldCharType="begin"/>
      </w:r>
      <w:r w:rsidR="00F327AA">
        <w:instrText xml:space="preserve"> SET Astra_Projekt_DbLegenda "" \* MERGEFORMAT </w:instrText>
      </w:r>
      <w:r>
        <w:fldChar w:fldCharType="separate"/>
      </w:r>
      <w:r w:rsidR="00F327AA">
        <w:rPr>
          <w:noProof/>
        </w:rPr>
        <w:t xml:space="preserve"> </w:t>
      </w:r>
      <w:r>
        <w:fldChar w:fldCharType="end"/>
      </w:r>
      <w:r>
        <w:fldChar w:fldCharType="begin"/>
      </w:r>
      <w:r w:rsidR="00F327AA">
        <w:instrText xml:space="preserve"> SET Astra_Projekt_Poznamka "" \* MERGEFORMAT </w:instrText>
      </w:r>
      <w:r>
        <w:fldChar w:fldCharType="separate"/>
      </w:r>
      <w:r w:rsidR="00F327AA">
        <w:rPr>
          <w:noProof/>
        </w:rPr>
        <w:t xml:space="preserve"> </w:t>
      </w:r>
      <w:r>
        <w:fldChar w:fldCharType="end"/>
      </w:r>
      <w:r>
        <w:fldChar w:fldCharType="begin"/>
      </w:r>
      <w:r w:rsidR="00F327AA">
        <w:instrText xml:space="preserve"> SET Astra_Projekt_StupenNazev "Dokumentace pro územní řízení" \* MERGEFORMAT </w:instrText>
      </w:r>
      <w:r>
        <w:fldChar w:fldCharType="separate"/>
      </w:r>
      <w:r w:rsidR="00F327AA">
        <w:rPr>
          <w:noProof/>
        </w:rPr>
        <w:t>Dokumentace pro územní řízení</w:t>
      </w:r>
      <w:r>
        <w:fldChar w:fldCharType="end"/>
      </w:r>
      <w:r>
        <w:fldChar w:fldCharType="begin"/>
      </w:r>
      <w:r w:rsidR="00F327AA">
        <w:instrText xml:space="preserve"> SET Astra_Projekt_Stupen "DUR" \* MERGEFORMAT </w:instrText>
      </w:r>
      <w:r>
        <w:fldChar w:fldCharType="separate"/>
      </w:r>
      <w:r w:rsidR="00F327AA">
        <w:rPr>
          <w:noProof/>
        </w:rPr>
        <w:t>DUR</w:t>
      </w:r>
      <w:r>
        <w:fldChar w:fldCharType="end"/>
      </w:r>
      <w:r>
        <w:fldChar w:fldCharType="begin"/>
      </w:r>
      <w:r w:rsidR="00F327AA">
        <w:instrText xml:space="preserve"> SET Astra_Projekt_Druh "100" \* MERGEFORMAT </w:instrText>
      </w:r>
      <w:r>
        <w:fldChar w:fldCharType="separate"/>
      </w:r>
      <w:r w:rsidR="00F327AA">
        <w:rPr>
          <w:noProof/>
        </w:rPr>
        <w:t>100</w:t>
      </w:r>
      <w:r>
        <w:fldChar w:fldCharType="end"/>
      </w:r>
      <w:r>
        <w:fldChar w:fldCharType="begin"/>
      </w:r>
      <w:r w:rsidR="00F327AA">
        <w:instrText xml:space="preserve"> SET Astra_Projekt_VPT "" \* MERGEFORMAT </w:instrText>
      </w:r>
      <w:r>
        <w:fldChar w:fldCharType="separate"/>
      </w:r>
      <w:r w:rsidR="00F327AA">
        <w:rPr>
          <w:noProof/>
        </w:rPr>
        <w:t xml:space="preserve"> </w:t>
      </w:r>
      <w:r>
        <w:fldChar w:fldCharType="end"/>
      </w:r>
      <w:r>
        <w:fldChar w:fldCharType="begin"/>
      </w:r>
      <w:r w:rsidR="00F327AA">
        <w:instrText xml:space="preserve"> SET Astra_Projekt_VPS "" \* MERGEFORMAT </w:instrText>
      </w:r>
      <w:r>
        <w:fldChar w:fldCharType="separate"/>
      </w:r>
      <w:r w:rsidR="00F327AA">
        <w:rPr>
          <w:noProof/>
        </w:rPr>
        <w:t xml:space="preserve"> </w:t>
      </w:r>
      <w:r>
        <w:fldChar w:fldCharType="end"/>
      </w:r>
      <w:r>
        <w:fldChar w:fldCharType="begin"/>
      </w:r>
      <w:r w:rsidR="00F327AA">
        <w:instrText xml:space="preserve"> SET Astra_Projekt_Architekt "" \* MERGEFORMAT </w:instrText>
      </w:r>
      <w:r>
        <w:fldChar w:fldCharType="separate"/>
      </w:r>
      <w:r w:rsidR="00F327AA">
        <w:rPr>
          <w:noProof/>
        </w:rPr>
        <w:t xml:space="preserve"> </w:t>
      </w:r>
      <w:r>
        <w:fldChar w:fldCharType="end"/>
      </w:r>
      <w:r>
        <w:fldChar w:fldCharType="begin"/>
      </w:r>
      <w:r w:rsidR="00F327AA">
        <w:instrText xml:space="preserve"> SET Astra_Projekt_Kontrola "Ing. Miroslav Kranich" \* MERGEFORMAT </w:instrText>
      </w:r>
      <w:r>
        <w:fldChar w:fldCharType="separate"/>
      </w:r>
      <w:r w:rsidR="00F327AA">
        <w:rPr>
          <w:noProof/>
        </w:rPr>
        <w:t>Ing. Miroslav Kranich</w:t>
      </w:r>
      <w:r>
        <w:fldChar w:fldCharType="end"/>
      </w:r>
      <w:r>
        <w:fldChar w:fldCharType="begin"/>
      </w:r>
      <w:r w:rsidR="00F327AA">
        <w:instrText xml:space="preserve"> SET Astra_Projekt_OPP "Ing. Martin Množil" \* MERGEFORMAT </w:instrText>
      </w:r>
      <w:r>
        <w:fldChar w:fldCharType="separate"/>
      </w:r>
      <w:r w:rsidR="00F327AA">
        <w:rPr>
          <w:noProof/>
        </w:rPr>
        <w:t>Ing. Martin Množil</w:t>
      </w:r>
      <w:r>
        <w:fldChar w:fldCharType="end"/>
      </w:r>
      <w:r>
        <w:fldChar w:fldCharType="begin"/>
      </w:r>
      <w:r w:rsidR="00F327AA">
        <w:instrText xml:space="preserve"> SET Astra_Projekt_Projektant "Ing. Martin Množil" \* MERGEFORMAT </w:instrText>
      </w:r>
      <w:r>
        <w:fldChar w:fldCharType="separate"/>
      </w:r>
      <w:r w:rsidR="00F327AA">
        <w:rPr>
          <w:noProof/>
        </w:rPr>
        <w:t>Ing. Martin Množil</w:t>
      </w:r>
      <w:r>
        <w:fldChar w:fldCharType="end"/>
      </w:r>
      <w:r>
        <w:fldChar w:fldCharType="begin"/>
      </w:r>
      <w:r w:rsidR="00F327AA">
        <w:instrText xml:space="preserve"> SET Astra_Projekt_Nazev2 "" \* MERGEFORMAT </w:instrText>
      </w:r>
      <w:r>
        <w:fldChar w:fldCharType="separate"/>
      </w:r>
      <w:r w:rsidR="00F327AA">
        <w:rPr>
          <w:noProof/>
        </w:rPr>
        <w:t xml:space="preserve"> </w:t>
      </w:r>
      <w:r>
        <w:fldChar w:fldCharType="end"/>
      </w:r>
      <w:r>
        <w:fldChar w:fldCharType="begin"/>
      </w:r>
      <w:r w:rsidR="00F327AA">
        <w:instrText xml:space="preserve"> SET Astra_Projekt_Nazev1 "SO 01.1 zast. Brňov, přeložka sítě ČEZ Distribuce" \* MERGEFORMAT </w:instrText>
      </w:r>
      <w:r>
        <w:fldChar w:fldCharType="separate"/>
      </w:r>
      <w:r w:rsidR="00F327AA">
        <w:rPr>
          <w:noProof/>
        </w:rPr>
        <w:t>SO 01.1 zast. Brňov, přeložka sítě ČEZ Distribuce</w:t>
      </w:r>
      <w:r>
        <w:fldChar w:fldCharType="end"/>
      </w:r>
      <w:r>
        <w:fldChar w:fldCharType="begin"/>
      </w:r>
      <w:r w:rsidR="00F327AA">
        <w:instrText xml:space="preserve"> SET Astra_Profese_Predpona "EPC" \* MERGEFORMAT </w:instrText>
      </w:r>
      <w:r>
        <w:fldChar w:fldCharType="separate"/>
      </w:r>
      <w:r w:rsidR="00F327AA">
        <w:rPr>
          <w:noProof/>
        </w:rPr>
        <w:t>EPC</w:t>
      </w:r>
      <w:r>
        <w:fldChar w:fldCharType="end"/>
      </w:r>
      <w:r>
        <w:fldChar w:fldCharType="begin"/>
      </w:r>
      <w:r w:rsidR="00F327AA">
        <w:instrText xml:space="preserve"> SET Astra_Profese_KodVychozi "E" \* MERGEFORMAT </w:instrText>
      </w:r>
      <w:r>
        <w:fldChar w:fldCharType="separate"/>
      </w:r>
      <w:r w:rsidR="00F327AA">
        <w:rPr>
          <w:noProof/>
        </w:rPr>
        <w:t>E</w:t>
      </w:r>
      <w:r>
        <w:fldChar w:fldCharType="end"/>
      </w:r>
      <w:r>
        <w:fldChar w:fldCharType="begin"/>
      </w:r>
      <w:r w:rsidR="00F327AA">
        <w:instrText xml:space="preserve"> SET Astra_Profese_Kod "Br_CEZ" \* MERGEFORMAT </w:instrText>
      </w:r>
      <w:r>
        <w:fldChar w:fldCharType="separate"/>
      </w:r>
      <w:r w:rsidR="00F327AA">
        <w:rPr>
          <w:noProof/>
        </w:rPr>
        <w:t>Br_CEZ</w:t>
      </w:r>
      <w:r>
        <w:fldChar w:fldCharType="end"/>
      </w:r>
      <w:r>
        <w:fldChar w:fldCharType="begin"/>
      </w:r>
      <w:r w:rsidR="00F327AA">
        <w:instrText xml:space="preserve"> SET Astra_Profese_Nazev "Elektroinstalace" \* MERGEFORMAT </w:instrText>
      </w:r>
      <w:r>
        <w:fldChar w:fldCharType="separate"/>
      </w:r>
      <w:r w:rsidR="00F327AA">
        <w:rPr>
          <w:noProof/>
        </w:rPr>
        <w:t>Elektroinstalace</w:t>
      </w:r>
      <w:r>
        <w:fldChar w:fldCharType="end"/>
      </w:r>
      <w:r>
        <w:fldChar w:fldCharType="begin"/>
      </w:r>
      <w:r w:rsidR="00F327AA">
        <w:instrText xml:space="preserve"> SET Astra_Uzivatel_PrijmeniZakazka "a.s." \* MERGEFORMAT </w:instrText>
      </w:r>
      <w:r>
        <w:fldChar w:fldCharType="separate"/>
      </w:r>
      <w:r w:rsidR="00F327AA">
        <w:rPr>
          <w:noProof/>
        </w:rPr>
        <w:t>a.s.</w:t>
      </w:r>
      <w:r>
        <w:fldChar w:fldCharType="end"/>
      </w:r>
      <w:r>
        <w:fldChar w:fldCharType="begin"/>
      </w:r>
      <w:r w:rsidR="00F327AA">
        <w:instrText xml:space="preserve"> SET Astra_Uzivatel_JmenoZakazka "ASTRA 92" \* MERGEFORMAT </w:instrText>
      </w:r>
      <w:r>
        <w:fldChar w:fldCharType="separate"/>
      </w:r>
      <w:r w:rsidR="00F327AA">
        <w:rPr>
          <w:noProof/>
        </w:rPr>
        <w:t>ASTRA 92</w:t>
      </w:r>
      <w:r>
        <w:fldChar w:fldCharType="end"/>
      </w:r>
      <w:r>
        <w:fldChar w:fldCharType="begin"/>
      </w:r>
      <w:r w:rsidR="00F327AA">
        <w:instrText xml:space="preserve"> SET Astra_Uzivatel_PrijmeniProjekt "a.s." \* MERGEFORMAT </w:instrText>
      </w:r>
      <w:r>
        <w:fldChar w:fldCharType="separate"/>
      </w:r>
      <w:r w:rsidR="00F327AA">
        <w:rPr>
          <w:noProof/>
        </w:rPr>
        <w:t>a.s.</w:t>
      </w:r>
      <w:r>
        <w:fldChar w:fldCharType="end"/>
      </w:r>
      <w:r>
        <w:fldChar w:fldCharType="begin"/>
      </w:r>
      <w:r w:rsidR="00F327AA">
        <w:instrText xml:space="preserve"> SET Astra_Uzivatel_JmenoProjekt "ASTRA 92" \* MERGEFORMAT </w:instrText>
      </w:r>
      <w:r>
        <w:fldChar w:fldCharType="separate"/>
      </w:r>
      <w:r w:rsidR="00F327AA">
        <w:rPr>
          <w:noProof/>
        </w:rPr>
        <w:t>ASTRA 92</w:t>
      </w:r>
      <w:r>
        <w:fldChar w:fldCharType="end"/>
      </w:r>
      <w:r>
        <w:fldChar w:fldCharType="begin"/>
      </w:r>
      <w:r w:rsidR="00F327AA">
        <w:instrText xml:space="preserve"> SET Astra_Uzivatel_PrijmeniDokument "a.s." \* MERGEFORMAT </w:instrText>
      </w:r>
      <w:r>
        <w:fldChar w:fldCharType="separate"/>
      </w:r>
      <w:r w:rsidR="00F327AA">
        <w:rPr>
          <w:noProof/>
        </w:rPr>
        <w:t>a.s.</w:t>
      </w:r>
      <w:r>
        <w:fldChar w:fldCharType="end"/>
      </w:r>
      <w:r>
        <w:fldChar w:fldCharType="begin"/>
      </w:r>
      <w:r w:rsidR="00F327AA">
        <w:instrText xml:space="preserve"> SET Astra_Uzivatel_JmenoDokument "ASTRA 92" \* MERGEFORMAT </w:instrText>
      </w:r>
      <w:r>
        <w:fldChar w:fldCharType="separate"/>
      </w:r>
      <w:r w:rsidR="00F327AA">
        <w:rPr>
          <w:noProof/>
        </w:rPr>
        <w:t>ASTRA 92</w:t>
      </w:r>
      <w:r>
        <w:fldChar w:fldCharType="end"/>
      </w:r>
      <w:r>
        <w:fldChar w:fldCharType="begin"/>
      </w:r>
      <w:r w:rsidR="00F327AA">
        <w:instrText xml:space="preserve"> SET Astra_Dokument_Podlazi "0" \* MERGEFORMAT </w:instrText>
      </w:r>
      <w:r>
        <w:fldChar w:fldCharType="separate"/>
      </w:r>
      <w:r w:rsidR="00F327AA">
        <w:rPr>
          <w:noProof/>
        </w:rPr>
        <w:t>0</w:t>
      </w:r>
      <w:r>
        <w:fldChar w:fldCharType="end"/>
      </w:r>
      <w:r>
        <w:fldChar w:fldCharType="begin"/>
      </w:r>
      <w:r w:rsidR="00F327AA">
        <w:instrText xml:space="preserve"> SET Astra_Dokument_Poznamka "" \* MERGEFORMAT </w:instrText>
      </w:r>
      <w:r>
        <w:fldChar w:fldCharType="separate"/>
      </w:r>
      <w:r w:rsidR="00F327AA">
        <w:rPr>
          <w:noProof/>
        </w:rPr>
        <w:t xml:space="preserve"> </w:t>
      </w:r>
      <w:r>
        <w:fldChar w:fldCharType="end"/>
      </w:r>
      <w:r>
        <w:fldChar w:fldCharType="begin"/>
      </w:r>
      <w:r w:rsidR="00F327AA">
        <w:instrText xml:space="preserve"> SET Astra_Dokument_Druh "1" \* MERGEFORMAT </w:instrText>
      </w:r>
      <w:r>
        <w:fldChar w:fldCharType="separate"/>
      </w:r>
      <w:r w:rsidR="00F327AA">
        <w:rPr>
          <w:noProof/>
        </w:rPr>
        <w:t>1</w:t>
      </w:r>
      <w:r>
        <w:fldChar w:fldCharType="end"/>
      </w:r>
      <w:r>
        <w:fldChar w:fldCharType="begin"/>
      </w:r>
      <w:r w:rsidR="00F327AA">
        <w:instrText xml:space="preserve"> SET Astra_Dokument_Kod "01" \* MERGEFORMAT </w:instrText>
      </w:r>
      <w:r>
        <w:fldChar w:fldCharType="separate"/>
      </w:r>
      <w:r w:rsidR="00F327AA">
        <w:rPr>
          <w:noProof/>
        </w:rPr>
        <w:t>01</w:t>
      </w:r>
      <w:r>
        <w:fldChar w:fldCharType="end"/>
      </w:r>
      <w:r>
        <w:fldChar w:fldCharType="begin"/>
      </w:r>
      <w:r w:rsidR="00F327AA">
        <w:instrText xml:space="preserve"> SET Astra_Dokument_Nazev "TZ" \* MERGEFORMAT </w:instrText>
      </w:r>
      <w:r>
        <w:fldChar w:fldCharType="separate"/>
      </w:r>
      <w:r w:rsidR="00F327AA">
        <w:rPr>
          <w:noProof/>
        </w:rPr>
        <w:t>TZ</w:t>
      </w:r>
      <w:r>
        <w:fldChar w:fldCharType="end"/>
      </w:r>
      <w:r>
        <w:fldChar w:fldCharType="begin"/>
      </w:r>
      <w:r w:rsidR="00F327AA">
        <w:instrText xml:space="preserve"> SET Astra_Astra_ZkratkaJazyka "cz" \* MERGEFORMAT </w:instrText>
      </w:r>
      <w:r>
        <w:fldChar w:fldCharType="separate"/>
      </w:r>
      <w:r w:rsidR="00F327AA">
        <w:rPr>
          <w:noProof/>
        </w:rPr>
        <w:t>cz</w:t>
      </w:r>
      <w:r>
        <w:fldChar w:fldCharType="end"/>
      </w:r>
      <w:r>
        <w:fldChar w:fldCharType="begin"/>
      </w:r>
      <w:r w:rsidR="00F327AA">
        <w:instrText xml:space="preserve"> SET Astra_RunWord_InfoText "1" \* MERGEFORMAT </w:instrText>
      </w:r>
      <w:r>
        <w:fldChar w:fldCharType="separate"/>
      </w:r>
      <w:r w:rsidR="00F327AA">
        <w:rPr>
          <w:noProof/>
        </w:rPr>
        <w:t>1</w:t>
      </w:r>
      <w:r>
        <w:fldChar w:fldCharType="end"/>
      </w:r>
      <w:r>
        <w:fldChar w:fldCharType="begin"/>
      </w:r>
      <w:r w:rsidR="00F327AA">
        <w:instrText xml:space="preserve"> SET Astra_RunWord_InfoPoleZnakAktualizace "?" \* MERGEFORMAT </w:instrText>
      </w:r>
      <w:r>
        <w:fldChar w:fldCharType="separate"/>
      </w:r>
      <w:r w:rsidR="00F327AA">
        <w:rPr>
          <w:noProof/>
        </w:rPr>
        <w:t>?</w:t>
      </w:r>
      <w:r>
        <w:fldChar w:fldCharType="end"/>
      </w:r>
      <w:r>
        <w:fldChar w:fldCharType="begin"/>
      </w:r>
      <w:r w:rsidR="00F327AA">
        <w:instrText xml:space="preserve"> SET Astra_RunWord_InfoPole "1" \* MERGEFORMAT </w:instrText>
      </w:r>
      <w:r>
        <w:fldChar w:fldCharType="separate"/>
      </w:r>
      <w:r w:rsidR="00F327AA">
        <w:rPr>
          <w:noProof/>
        </w:rPr>
        <w:t>1</w:t>
      </w:r>
      <w:r>
        <w:fldChar w:fldCharType="end"/>
      </w:r>
      <w:r>
        <w:fldChar w:fldCharType="begin"/>
      </w:r>
      <w:r w:rsidR="00865018">
        <w:instrText xml:space="preserve"> SET Astra_Slozky_Temp "C:\Users\Public\Documents\Astra 92\Astra\Temp\EPC\Doc\" \* MERGEFORMAT </w:instrText>
      </w:r>
      <w:r>
        <w:fldChar w:fldCharType="separate"/>
      </w:r>
      <w:r w:rsidR="00865018">
        <w:rPr>
          <w:noProof/>
        </w:rPr>
        <w:t xml:space="preserve">C:\Users\Public\Documents\Astra 92\Astra\Temp\EPC\Doc\" \* MERGEFORMAT </w:t>
      </w:r>
      <w:r>
        <w:fldChar w:fldCharType="end"/>
      </w:r>
      <w:r>
        <w:fldChar w:fldCharType="begin"/>
      </w:r>
      <w:r w:rsidR="00865018">
        <w:instrText xml:space="preserve"> SET Astra_Slozky_Structure "C:\Users\Public\Documents\Astra 92\Astra\Structure\" \* MERGEFORMAT </w:instrText>
      </w:r>
      <w:r>
        <w:fldChar w:fldCharType="separate"/>
      </w:r>
      <w:r w:rsidR="00865018">
        <w:rPr>
          <w:noProof/>
        </w:rPr>
        <w:t xml:space="preserve">C:\Users\Public\Documents\Astra 92\Astra\Structure\" \* MERGEFORMAT </w:t>
      </w:r>
      <w:r>
        <w:fldChar w:fldCharType="end"/>
      </w:r>
      <w:r>
        <w:fldChar w:fldCharType="begin"/>
      </w:r>
      <w:r w:rsidR="00865018">
        <w:instrText xml:space="preserve"> SET Astra_Slozky_Module "C:\Users\Public\Documents\Astra 92\Astra\Module\EPC\Doc\" \* MERGEFORMAT </w:instrText>
      </w:r>
      <w:r>
        <w:fldChar w:fldCharType="separate"/>
      </w:r>
      <w:r w:rsidR="00865018">
        <w:rPr>
          <w:noProof/>
        </w:rPr>
        <w:t xml:space="preserve">C:\Users\Public\Documents\Astra 92\Astra\Module\EPC\Doc\" \* MERGEFORMAT </w:t>
      </w:r>
      <w:r>
        <w:fldChar w:fldCharType="end"/>
      </w:r>
      <w:r>
        <w:fldChar w:fldCharType="begin"/>
      </w:r>
      <w:r w:rsidR="00865018">
        <w:instrText xml:space="preserve"> SET Astra_Slozky_Data "C:\Users\Public\Documents\Astra 92\Data\EPC\" \* MERGEFORMAT </w:instrText>
      </w:r>
      <w:r>
        <w:fldChar w:fldCharType="separate"/>
      </w:r>
      <w:r w:rsidR="00865018">
        <w:rPr>
          <w:noProof/>
        </w:rPr>
        <w:t xml:space="preserve">C:\Users\Public\Documents\Astra 92\Data\EPC\" \* MERGEFORMAT </w:t>
      </w:r>
      <w:r>
        <w:fldChar w:fldCharType="end"/>
      </w:r>
      <w:r>
        <w:fldChar w:fldCharType="begin"/>
      </w:r>
      <w:r w:rsidR="00865018">
        <w:instrText xml:space="preserve"> SET Astra_Slozky_All "C:\Users\Public\Documents\Astra 92\Astra\All\" \* MERGEFORMAT </w:instrText>
      </w:r>
      <w:r>
        <w:fldChar w:fldCharType="separate"/>
      </w:r>
      <w:r w:rsidR="00865018">
        <w:rPr>
          <w:noProof/>
        </w:rPr>
        <w:t xml:space="preserve">C:\Users\Public\Documents\Astra 92\Astra\All\" \* MERGEFORMAT </w:t>
      </w:r>
      <w:r>
        <w:fldChar w:fldCharType="end"/>
      </w:r>
      <w:r>
        <w:fldChar w:fldCharType="begin"/>
      </w:r>
      <w:r w:rsidR="00865018">
        <w:instrText xml:space="preserve"> SET Astra_Zakazka_Poznamka "" \* MERGEFORMAT </w:instrText>
      </w:r>
      <w:r>
        <w:fldChar w:fldCharType="separate"/>
      </w:r>
      <w:r w:rsidR="00865018">
        <w:rPr>
          <w:noProof/>
        </w:rPr>
        <w:t xml:space="preserve"> </w:t>
      </w:r>
      <w:r>
        <w:fldChar w:fldCharType="end"/>
      </w:r>
      <w:r>
        <w:fldChar w:fldCharType="begin"/>
      </w:r>
      <w:r w:rsidR="00865018">
        <w:instrText xml:space="preserve"> SET Astra_Zakazka_Objekty "" \* MERGEFORMAT </w:instrText>
      </w:r>
      <w:r>
        <w:fldChar w:fldCharType="separate"/>
      </w:r>
      <w:r w:rsidR="00865018">
        <w:rPr>
          <w:noProof/>
        </w:rPr>
        <w:t xml:space="preserve"> </w:t>
      </w:r>
      <w:r>
        <w:fldChar w:fldCharType="end"/>
      </w:r>
      <w:r>
        <w:fldChar w:fldCharType="begin"/>
      </w:r>
      <w:r w:rsidR="00865018">
        <w:instrText xml:space="preserve"> SET Astra_Zakazka_AC "79-11" \* MERGEFORMAT </w:instrText>
      </w:r>
      <w:r>
        <w:fldChar w:fldCharType="separate"/>
      </w:r>
      <w:r w:rsidR="00865018">
        <w:rPr>
          <w:noProof/>
        </w:rPr>
        <w:t>79-11</w:t>
      </w:r>
      <w:r>
        <w:fldChar w:fldCharType="end"/>
      </w:r>
      <w:r>
        <w:fldChar w:fldCharType="begin"/>
      </w:r>
      <w:r w:rsidR="00865018">
        <w:instrText xml:space="preserve"> SET Astra_Zakazka_ZC "11-045-234-PD" \* MERGEFORMAT </w:instrText>
      </w:r>
      <w:r>
        <w:fldChar w:fldCharType="separate"/>
      </w:r>
      <w:r w:rsidR="00865018">
        <w:rPr>
          <w:noProof/>
        </w:rPr>
        <w:t>11-045-234-PD</w:t>
      </w:r>
      <w:r>
        <w:fldChar w:fldCharType="end"/>
      </w:r>
      <w:r>
        <w:fldChar w:fldCharType="begin"/>
      </w:r>
      <w:r w:rsidR="00865018">
        <w:instrText xml:space="preserve"> SET Astra_Zakazka_Investor "SŽDC, s.o." \* MERGEFORMAT </w:instrText>
      </w:r>
      <w:r>
        <w:fldChar w:fldCharType="separate"/>
      </w:r>
      <w:r w:rsidR="00865018">
        <w:rPr>
          <w:noProof/>
        </w:rPr>
        <w:t>SŽDC, s.o.</w:t>
      </w:r>
      <w:r>
        <w:fldChar w:fldCharType="end"/>
      </w:r>
      <w:r>
        <w:fldChar w:fldCharType="begin"/>
      </w:r>
      <w:r w:rsidR="00865018">
        <w:instrText xml:space="preserve"> SET Astra_Zakazka_Obec "Praha 1, Nové Město, Dlážděná 1003/7" \* MERGEFORMAT </w:instrText>
      </w:r>
      <w:r>
        <w:fldChar w:fldCharType="separate"/>
      </w:r>
      <w:r w:rsidR="00865018">
        <w:rPr>
          <w:noProof/>
        </w:rPr>
        <w:t>Praha 1, Nové Město, Dlážděná 1003/7</w:t>
      </w:r>
      <w:r>
        <w:fldChar w:fldCharType="end"/>
      </w:r>
      <w:r>
        <w:fldChar w:fldCharType="begin"/>
      </w:r>
      <w:r w:rsidR="00865018">
        <w:instrText xml:space="preserve"> SET Astra_Zakazka_Okres "" \* MERGEFORMAT </w:instrText>
      </w:r>
      <w:r>
        <w:fldChar w:fldCharType="separate"/>
      </w:r>
      <w:r w:rsidR="00865018">
        <w:rPr>
          <w:noProof/>
        </w:rPr>
        <w:t xml:space="preserve"> </w:t>
      </w:r>
      <w:r>
        <w:fldChar w:fldCharType="end"/>
      </w:r>
      <w:r>
        <w:fldChar w:fldCharType="begin"/>
      </w:r>
      <w:r w:rsidR="00865018">
        <w:instrText xml:space="preserve"> SET Astra_Zakazka_HIP "Ing. P.Šudřich" \* MERGEFORMAT </w:instrText>
      </w:r>
      <w:r>
        <w:fldChar w:fldCharType="separate"/>
      </w:r>
      <w:r w:rsidR="00865018">
        <w:rPr>
          <w:noProof/>
        </w:rPr>
        <w:t>Ing. P.Šudřich</w:t>
      </w:r>
      <w:r>
        <w:fldChar w:fldCharType="end"/>
      </w:r>
      <w:r>
        <w:fldChar w:fldCharType="begin"/>
      </w:r>
      <w:r w:rsidR="00865018">
        <w:instrText xml:space="preserve"> SET Astra_Zakazka_Kod "79_11" \* MERGEFORMAT </w:instrText>
      </w:r>
      <w:r>
        <w:fldChar w:fldCharType="separate"/>
      </w:r>
      <w:r w:rsidR="00865018">
        <w:rPr>
          <w:noProof/>
        </w:rPr>
        <w:t>79_11</w:t>
      </w:r>
      <w:r>
        <w:fldChar w:fldCharType="end"/>
      </w:r>
      <w:r>
        <w:fldChar w:fldCharType="begin"/>
      </w:r>
      <w:r w:rsidR="00865018">
        <w:instrText xml:space="preserve"> SET Astra_Zakazka_Nazev2 "" \* MERGEFORMAT </w:instrText>
      </w:r>
      <w:r>
        <w:fldChar w:fldCharType="separate"/>
      </w:r>
      <w:r w:rsidR="00865018">
        <w:rPr>
          <w:noProof/>
        </w:rPr>
        <w:t xml:space="preserve"> </w:t>
      </w:r>
      <w:r>
        <w:fldChar w:fldCharType="end"/>
      </w:r>
      <w:r>
        <w:fldChar w:fldCharType="begin"/>
      </w:r>
      <w:r w:rsidR="00865018">
        <w:instrText xml:space="preserve"> SET Astra_Zakazka_Nazev1 "Osvětlení přístřešků a přeložky" \* MERGEFORMAT </w:instrText>
      </w:r>
      <w:r>
        <w:fldChar w:fldCharType="separate"/>
      </w:r>
      <w:r w:rsidR="00865018">
        <w:rPr>
          <w:noProof/>
        </w:rPr>
        <w:t>Osvětlení přístřešků a přeložky</w:t>
      </w:r>
      <w:r>
        <w:fldChar w:fldCharType="end"/>
      </w:r>
      <w:r>
        <w:fldChar w:fldCharType="begin"/>
      </w:r>
      <w:r w:rsidR="00865018">
        <w:instrText xml:space="preserve"> SET Astra_ProjektDokumenty_Dokumenty "Seznam příloh</w:instrText>
      </w:r>
      <w:r w:rsidR="00865018">
        <w:tab/>
        <w:instrText>79-11</w:instrText>
      </w:r>
      <w:r w:rsidR="00865018">
        <w:tab/>
        <w:instrText>00</w:instrText>
      </w:r>
      <w:r w:rsidR="00865018">
        <w:cr/>
        <w:instrText>TZ</w:instrText>
      </w:r>
      <w:r w:rsidR="00865018">
        <w:tab/>
        <w:instrText>79-11</w:instrText>
      </w:r>
      <w:r w:rsidR="00865018">
        <w:tab/>
        <w:instrText>01</w:instrText>
      </w:r>
      <w:r w:rsidR="00865018">
        <w:cr/>
        <w:instrText>Příspěvek do STZ</w:instrText>
      </w:r>
      <w:r w:rsidR="00865018">
        <w:tab/>
        <w:instrText>79-11</w:instrText>
      </w:r>
      <w:r w:rsidR="00865018">
        <w:tab/>
        <w:instrText>01_STZ</w:instrText>
      </w:r>
      <w:r w:rsidR="00865018">
        <w:cr/>
        <w:instrText>Situace</w:instrText>
      </w:r>
      <w:r w:rsidR="00865018">
        <w:tab/>
        <w:instrText>79-11</w:instrText>
      </w:r>
      <w:r w:rsidR="00865018">
        <w:tab/>
        <w:instrText>02</w:instrText>
      </w:r>
      <w:r w:rsidR="00865018">
        <w:cr/>
        <w:instrText>Situace_koord</w:instrText>
      </w:r>
      <w:r w:rsidR="00865018">
        <w:tab/>
        <w:instrText>79-11</w:instrText>
      </w:r>
      <w:r w:rsidR="00865018">
        <w:tab/>
        <w:instrText>02_koord</w:instrText>
      </w:r>
      <w:r w:rsidR="00865018">
        <w:cr/>
        <w:instrText>Přehledové schéma</w:instrText>
      </w:r>
      <w:r w:rsidR="00865018">
        <w:tab/>
        <w:instrText>79-11</w:instrText>
      </w:r>
      <w:r w:rsidR="00865018">
        <w:tab/>
        <w:instrText>03</w:instrText>
      </w:r>
      <w:r w:rsidR="00865018">
        <w:cr/>
        <w:instrText xml:space="preserve">" \* MERGEFORMAT </w:instrText>
      </w:r>
      <w:r>
        <w:fldChar w:fldCharType="separate"/>
      </w:r>
      <w:r w:rsidR="00865018">
        <w:rPr>
          <w:noProof/>
        </w:rPr>
        <w:t>Seznam příloh</w:t>
      </w:r>
      <w:r w:rsidR="00865018">
        <w:rPr>
          <w:noProof/>
        </w:rPr>
        <w:tab/>
        <w:t>79-11</w:t>
      </w:r>
      <w:r w:rsidR="00865018">
        <w:rPr>
          <w:noProof/>
        </w:rPr>
        <w:tab/>
        <w:t>00</w:t>
      </w:r>
      <w:r w:rsidR="00865018">
        <w:rPr>
          <w:noProof/>
        </w:rPr>
        <w:cr/>
        <w:t>TZ</w:t>
      </w:r>
      <w:r w:rsidR="00865018">
        <w:rPr>
          <w:noProof/>
        </w:rPr>
        <w:tab/>
        <w:t>79-11</w:t>
      </w:r>
      <w:r w:rsidR="00865018">
        <w:rPr>
          <w:noProof/>
        </w:rPr>
        <w:tab/>
        <w:t>01</w:t>
      </w:r>
      <w:r w:rsidR="00865018">
        <w:rPr>
          <w:noProof/>
        </w:rPr>
        <w:cr/>
        <w:t>Příspěvek do STZ</w:t>
      </w:r>
      <w:r w:rsidR="00865018">
        <w:rPr>
          <w:noProof/>
        </w:rPr>
        <w:tab/>
        <w:t>79-11</w:t>
      </w:r>
      <w:r w:rsidR="00865018">
        <w:rPr>
          <w:noProof/>
        </w:rPr>
        <w:tab/>
        <w:t>01_STZ</w:t>
      </w:r>
      <w:r w:rsidR="00865018">
        <w:rPr>
          <w:noProof/>
        </w:rPr>
        <w:cr/>
        <w:t>Situace</w:t>
      </w:r>
      <w:r w:rsidR="00865018">
        <w:rPr>
          <w:noProof/>
        </w:rPr>
        <w:tab/>
        <w:t>79-11</w:t>
      </w:r>
      <w:r w:rsidR="00865018">
        <w:rPr>
          <w:noProof/>
        </w:rPr>
        <w:tab/>
        <w:t>02</w:t>
      </w:r>
      <w:r w:rsidR="00865018">
        <w:rPr>
          <w:noProof/>
        </w:rPr>
        <w:cr/>
        <w:t>Situace_koord</w:t>
      </w:r>
      <w:r w:rsidR="00865018">
        <w:rPr>
          <w:noProof/>
        </w:rPr>
        <w:tab/>
        <w:t>79-11</w:t>
      </w:r>
      <w:r w:rsidR="00865018">
        <w:rPr>
          <w:noProof/>
        </w:rPr>
        <w:tab/>
        <w:t>02_koord</w:t>
      </w:r>
      <w:r w:rsidR="00865018">
        <w:rPr>
          <w:noProof/>
        </w:rPr>
        <w:cr/>
        <w:t>Přehledové schéma</w:t>
      </w:r>
      <w:r w:rsidR="00865018">
        <w:rPr>
          <w:noProof/>
        </w:rPr>
        <w:tab/>
        <w:t>79-11</w:t>
      </w:r>
      <w:r w:rsidR="00865018">
        <w:rPr>
          <w:noProof/>
        </w:rPr>
        <w:tab/>
        <w:t>03</w:t>
      </w:r>
      <w:r w:rsidR="00865018">
        <w:rPr>
          <w:noProof/>
        </w:rPr>
        <w:cr/>
      </w:r>
      <w:r>
        <w:fldChar w:fldCharType="end"/>
      </w:r>
      <w:r>
        <w:fldChar w:fldCharType="begin"/>
      </w:r>
      <w:r w:rsidR="00865018">
        <w:instrText xml:space="preserve"> SET Astra_Projekt_DbStruktura "C:\Users\Public\Documents\Astra 92\Astra\Structure\Astra-EPC-cz.xls" \* MERGEFORMAT </w:instrText>
      </w:r>
      <w:r>
        <w:fldChar w:fldCharType="separate"/>
      </w:r>
      <w:r w:rsidR="00865018">
        <w:rPr>
          <w:noProof/>
        </w:rPr>
        <w:t>C:\Users\Public\Documents\Astra 92\Astra\Structure\Astra-EPC-cz.xls</w:t>
      </w:r>
      <w:r>
        <w:fldChar w:fldCharType="end"/>
      </w:r>
      <w:r>
        <w:fldChar w:fldCharType="begin"/>
      </w:r>
      <w:r w:rsidR="00865018">
        <w:instrText xml:space="preserve"> SET Astra_Projekt_DbLegenda "" \* MERGEFORMAT </w:instrText>
      </w:r>
      <w:r>
        <w:fldChar w:fldCharType="separate"/>
      </w:r>
      <w:r w:rsidR="00865018">
        <w:rPr>
          <w:noProof/>
        </w:rPr>
        <w:t xml:space="preserve"> </w:t>
      </w:r>
      <w:r>
        <w:fldChar w:fldCharType="end"/>
      </w:r>
      <w:r>
        <w:fldChar w:fldCharType="begin"/>
      </w:r>
      <w:r w:rsidR="00865018">
        <w:instrText xml:space="preserve"> SET Astra_Projekt_Poznamka "" \* MERGEFORMAT </w:instrText>
      </w:r>
      <w:r>
        <w:fldChar w:fldCharType="separate"/>
      </w:r>
      <w:r w:rsidR="00865018">
        <w:rPr>
          <w:noProof/>
        </w:rPr>
        <w:t xml:space="preserve"> </w:t>
      </w:r>
      <w:r>
        <w:fldChar w:fldCharType="end"/>
      </w:r>
      <w:r>
        <w:fldChar w:fldCharType="begin"/>
      </w:r>
      <w:r w:rsidR="00865018">
        <w:instrText xml:space="preserve"> SET Astra_Projekt_StupenNazev "Dokumentace pro územní řízení" \* MERGEFORMAT </w:instrText>
      </w:r>
      <w:r>
        <w:fldChar w:fldCharType="separate"/>
      </w:r>
      <w:r w:rsidR="00865018">
        <w:rPr>
          <w:noProof/>
        </w:rPr>
        <w:t>Dokumentace pro územní řízení</w:t>
      </w:r>
      <w:r>
        <w:fldChar w:fldCharType="end"/>
      </w:r>
      <w:r>
        <w:fldChar w:fldCharType="begin"/>
      </w:r>
      <w:r w:rsidR="00865018">
        <w:instrText xml:space="preserve"> SET Astra_Projekt_Stupen "DUR" \* MERGEFORMAT </w:instrText>
      </w:r>
      <w:r>
        <w:fldChar w:fldCharType="separate"/>
      </w:r>
      <w:r w:rsidR="00865018">
        <w:rPr>
          <w:noProof/>
        </w:rPr>
        <w:t>DUR</w:t>
      </w:r>
      <w:r>
        <w:fldChar w:fldCharType="end"/>
      </w:r>
      <w:r>
        <w:fldChar w:fldCharType="begin"/>
      </w:r>
      <w:r w:rsidR="00865018">
        <w:instrText xml:space="preserve"> SET Astra_Projekt_Druh "100" \* MERGEFORMAT </w:instrText>
      </w:r>
      <w:r>
        <w:fldChar w:fldCharType="separate"/>
      </w:r>
      <w:r w:rsidR="00865018">
        <w:rPr>
          <w:noProof/>
        </w:rPr>
        <w:t>100</w:t>
      </w:r>
      <w:r>
        <w:fldChar w:fldCharType="end"/>
      </w:r>
      <w:r>
        <w:fldChar w:fldCharType="begin"/>
      </w:r>
      <w:r w:rsidR="00865018">
        <w:instrText xml:space="preserve"> SET Astra_Projekt_VPT "" \* MERGEFORMAT </w:instrText>
      </w:r>
      <w:r>
        <w:fldChar w:fldCharType="separate"/>
      </w:r>
      <w:r w:rsidR="00865018">
        <w:rPr>
          <w:noProof/>
        </w:rPr>
        <w:t xml:space="preserve"> </w:t>
      </w:r>
      <w:r>
        <w:fldChar w:fldCharType="end"/>
      </w:r>
      <w:r>
        <w:fldChar w:fldCharType="begin"/>
      </w:r>
      <w:r w:rsidR="00865018">
        <w:instrText xml:space="preserve"> SET Astra_Projekt_VPS "" \* MERGEFORMAT </w:instrText>
      </w:r>
      <w:r>
        <w:fldChar w:fldCharType="separate"/>
      </w:r>
      <w:r w:rsidR="00865018">
        <w:rPr>
          <w:noProof/>
        </w:rPr>
        <w:t xml:space="preserve"> </w:t>
      </w:r>
      <w:r>
        <w:fldChar w:fldCharType="end"/>
      </w:r>
      <w:r>
        <w:fldChar w:fldCharType="begin"/>
      </w:r>
      <w:r w:rsidR="00865018">
        <w:instrText xml:space="preserve"> SET Astra_Projekt_Architekt "" \* MERGEFORMAT </w:instrText>
      </w:r>
      <w:r>
        <w:fldChar w:fldCharType="separate"/>
      </w:r>
      <w:r w:rsidR="00865018">
        <w:rPr>
          <w:noProof/>
        </w:rPr>
        <w:t xml:space="preserve"> </w:t>
      </w:r>
      <w:r>
        <w:fldChar w:fldCharType="end"/>
      </w:r>
      <w:r>
        <w:fldChar w:fldCharType="begin"/>
      </w:r>
      <w:r w:rsidR="00865018">
        <w:instrText xml:space="preserve"> SET Astra_Projekt_Kontrola "Ing. Miroslav Kranich" \* MERGEFORMAT </w:instrText>
      </w:r>
      <w:r>
        <w:fldChar w:fldCharType="separate"/>
      </w:r>
      <w:r w:rsidR="00865018">
        <w:rPr>
          <w:noProof/>
        </w:rPr>
        <w:t>Ing. Miroslav Kranich</w:t>
      </w:r>
      <w:r>
        <w:fldChar w:fldCharType="end"/>
      </w:r>
      <w:r>
        <w:fldChar w:fldCharType="begin"/>
      </w:r>
      <w:r w:rsidR="00865018">
        <w:instrText xml:space="preserve"> SET Astra_Projekt_OPP "Ing. Martin Množil" \* MERGEFORMAT </w:instrText>
      </w:r>
      <w:r>
        <w:fldChar w:fldCharType="separate"/>
      </w:r>
      <w:r w:rsidR="00865018">
        <w:rPr>
          <w:noProof/>
        </w:rPr>
        <w:t>Ing. Martin Množil</w:t>
      </w:r>
      <w:r>
        <w:fldChar w:fldCharType="end"/>
      </w:r>
      <w:r>
        <w:fldChar w:fldCharType="begin"/>
      </w:r>
      <w:r w:rsidR="00865018">
        <w:instrText xml:space="preserve"> SET Astra_Projekt_Projektant "Ing. Martin Množil" \* MERGEFORMAT </w:instrText>
      </w:r>
      <w:r>
        <w:fldChar w:fldCharType="separate"/>
      </w:r>
      <w:r w:rsidR="00865018">
        <w:rPr>
          <w:noProof/>
        </w:rPr>
        <w:t>Ing. Martin Množil</w:t>
      </w:r>
      <w:r>
        <w:fldChar w:fldCharType="end"/>
      </w:r>
      <w:r>
        <w:fldChar w:fldCharType="begin"/>
      </w:r>
      <w:r w:rsidR="00865018">
        <w:instrText xml:space="preserve"> SET Astra_Projekt_Nazev2 "" \* MERGEFORMAT </w:instrText>
      </w:r>
      <w:r>
        <w:fldChar w:fldCharType="separate"/>
      </w:r>
      <w:r w:rsidR="00865018">
        <w:rPr>
          <w:noProof/>
        </w:rPr>
        <w:t xml:space="preserve"> </w:t>
      </w:r>
      <w:r>
        <w:fldChar w:fldCharType="end"/>
      </w:r>
      <w:r>
        <w:fldChar w:fldCharType="begin"/>
      </w:r>
      <w:r w:rsidR="00865018">
        <w:instrText xml:space="preserve"> SET Astra_Projekt_Nazev1 "SO 01.1 zast. Brňov, přeložka sítě ČEZ Distribuce" \* MERGEFORMAT </w:instrText>
      </w:r>
      <w:r>
        <w:fldChar w:fldCharType="separate"/>
      </w:r>
      <w:r w:rsidR="00865018">
        <w:rPr>
          <w:noProof/>
        </w:rPr>
        <w:t>SO 01.1 zast. Brňov, přeložka sítě ČEZ Distribuce</w:t>
      </w:r>
      <w:r>
        <w:fldChar w:fldCharType="end"/>
      </w:r>
      <w:r>
        <w:fldChar w:fldCharType="begin"/>
      </w:r>
      <w:r w:rsidR="00865018">
        <w:instrText xml:space="preserve"> SET Astra_Profese_Predpona "EPC" \* MERGEFORMAT </w:instrText>
      </w:r>
      <w:r>
        <w:fldChar w:fldCharType="separate"/>
      </w:r>
      <w:r w:rsidR="00865018">
        <w:rPr>
          <w:noProof/>
        </w:rPr>
        <w:t>EPC</w:t>
      </w:r>
      <w:r>
        <w:fldChar w:fldCharType="end"/>
      </w:r>
      <w:r>
        <w:fldChar w:fldCharType="begin"/>
      </w:r>
      <w:r w:rsidR="00865018">
        <w:instrText xml:space="preserve"> SET Astra_Profese_KodVychozi "E" \* MERGEFORMAT </w:instrText>
      </w:r>
      <w:r>
        <w:fldChar w:fldCharType="separate"/>
      </w:r>
      <w:r w:rsidR="00865018">
        <w:rPr>
          <w:noProof/>
        </w:rPr>
        <w:t>E</w:t>
      </w:r>
      <w:r>
        <w:fldChar w:fldCharType="end"/>
      </w:r>
      <w:r>
        <w:fldChar w:fldCharType="begin"/>
      </w:r>
      <w:r w:rsidR="00865018">
        <w:instrText xml:space="preserve"> SET Astra_Profese_Kod "Br_CEZ" \* MERGEFORMAT </w:instrText>
      </w:r>
      <w:r>
        <w:fldChar w:fldCharType="separate"/>
      </w:r>
      <w:r w:rsidR="00865018">
        <w:rPr>
          <w:noProof/>
        </w:rPr>
        <w:t>Br_CEZ</w:t>
      </w:r>
      <w:r>
        <w:fldChar w:fldCharType="end"/>
      </w:r>
      <w:r>
        <w:fldChar w:fldCharType="begin"/>
      </w:r>
      <w:r w:rsidR="00865018">
        <w:instrText xml:space="preserve"> SET Astra_Profese_Nazev "Elektroinstalace" \* MERGEFORMAT </w:instrText>
      </w:r>
      <w:r>
        <w:fldChar w:fldCharType="separate"/>
      </w:r>
      <w:r w:rsidR="00865018">
        <w:rPr>
          <w:noProof/>
        </w:rPr>
        <w:t>Elektroinstalace</w:t>
      </w:r>
      <w:r>
        <w:fldChar w:fldCharType="end"/>
      </w:r>
      <w:r>
        <w:fldChar w:fldCharType="begin"/>
      </w:r>
      <w:r w:rsidR="00865018">
        <w:instrText xml:space="preserve"> SET Astra_Uzivatel_PrijmeniZakazka "a.s." \* MERGEFORMAT </w:instrText>
      </w:r>
      <w:r>
        <w:fldChar w:fldCharType="separate"/>
      </w:r>
      <w:r w:rsidR="00865018">
        <w:rPr>
          <w:noProof/>
        </w:rPr>
        <w:t>a.s.</w:t>
      </w:r>
      <w:r>
        <w:fldChar w:fldCharType="end"/>
      </w:r>
      <w:r>
        <w:fldChar w:fldCharType="begin"/>
      </w:r>
      <w:r w:rsidR="00865018">
        <w:instrText xml:space="preserve"> SET Astra_Uzivatel_JmenoZakazka "ASTRA 92" \* MERGEFORMAT </w:instrText>
      </w:r>
      <w:r>
        <w:fldChar w:fldCharType="separate"/>
      </w:r>
      <w:r w:rsidR="00865018">
        <w:rPr>
          <w:noProof/>
        </w:rPr>
        <w:t>ASTRA 92</w:t>
      </w:r>
      <w:r>
        <w:fldChar w:fldCharType="end"/>
      </w:r>
      <w:r>
        <w:fldChar w:fldCharType="begin"/>
      </w:r>
      <w:r w:rsidR="00865018">
        <w:instrText xml:space="preserve"> SET Astra_Uzivatel_PrijmeniProjekt "a.s." \* MERGEFORMAT </w:instrText>
      </w:r>
      <w:r>
        <w:fldChar w:fldCharType="separate"/>
      </w:r>
      <w:r w:rsidR="00865018">
        <w:rPr>
          <w:noProof/>
        </w:rPr>
        <w:t>a.s.</w:t>
      </w:r>
      <w:r>
        <w:fldChar w:fldCharType="end"/>
      </w:r>
      <w:r>
        <w:fldChar w:fldCharType="begin"/>
      </w:r>
      <w:r w:rsidR="00865018">
        <w:instrText xml:space="preserve"> SET Astra_Uzivatel_JmenoProjekt "ASTRA 92" \* MERGEFORMAT </w:instrText>
      </w:r>
      <w:r>
        <w:fldChar w:fldCharType="separate"/>
      </w:r>
      <w:r w:rsidR="00865018">
        <w:rPr>
          <w:noProof/>
        </w:rPr>
        <w:t>ASTRA 92</w:t>
      </w:r>
      <w:r>
        <w:fldChar w:fldCharType="end"/>
      </w:r>
      <w:r>
        <w:fldChar w:fldCharType="begin"/>
      </w:r>
      <w:r w:rsidR="00865018">
        <w:instrText xml:space="preserve"> SET Astra_Uzivatel_PrijmeniDokument "a.s." \* MERGEFORMAT </w:instrText>
      </w:r>
      <w:r>
        <w:fldChar w:fldCharType="separate"/>
      </w:r>
      <w:r w:rsidR="00865018">
        <w:rPr>
          <w:noProof/>
        </w:rPr>
        <w:t>a.s.</w:t>
      </w:r>
      <w:r>
        <w:fldChar w:fldCharType="end"/>
      </w:r>
      <w:r>
        <w:fldChar w:fldCharType="begin"/>
      </w:r>
      <w:r w:rsidR="00865018">
        <w:instrText xml:space="preserve"> SET Astra_Uzivatel_JmenoDokument "ASTRA 92" \* MERGEFORMAT </w:instrText>
      </w:r>
      <w:r>
        <w:fldChar w:fldCharType="separate"/>
      </w:r>
      <w:r w:rsidR="00865018">
        <w:rPr>
          <w:noProof/>
        </w:rPr>
        <w:t>ASTRA 92</w:t>
      </w:r>
      <w:r>
        <w:fldChar w:fldCharType="end"/>
      </w:r>
      <w:r>
        <w:fldChar w:fldCharType="begin"/>
      </w:r>
      <w:r w:rsidR="00865018">
        <w:instrText xml:space="preserve"> SET Astra_Dokument_Podlazi "0" \* MERGEFORMAT </w:instrText>
      </w:r>
      <w:r>
        <w:fldChar w:fldCharType="separate"/>
      </w:r>
      <w:r w:rsidR="00865018">
        <w:rPr>
          <w:noProof/>
        </w:rPr>
        <w:t>0</w:t>
      </w:r>
      <w:r>
        <w:fldChar w:fldCharType="end"/>
      </w:r>
      <w:r>
        <w:fldChar w:fldCharType="begin"/>
      </w:r>
      <w:r w:rsidR="00865018">
        <w:instrText xml:space="preserve"> SET Astra_Dokument_Poznamka "" \* MERGEFORMAT </w:instrText>
      </w:r>
      <w:r>
        <w:fldChar w:fldCharType="separate"/>
      </w:r>
      <w:r w:rsidR="00865018">
        <w:rPr>
          <w:noProof/>
        </w:rPr>
        <w:t xml:space="preserve"> </w:t>
      </w:r>
      <w:r>
        <w:fldChar w:fldCharType="end"/>
      </w:r>
      <w:r>
        <w:fldChar w:fldCharType="begin"/>
      </w:r>
      <w:r w:rsidR="00865018">
        <w:instrText xml:space="preserve"> SET Astra_Dokument_Druh "1" \* MERGEFORMAT </w:instrText>
      </w:r>
      <w:r>
        <w:fldChar w:fldCharType="separate"/>
      </w:r>
      <w:r w:rsidR="00865018">
        <w:rPr>
          <w:noProof/>
        </w:rPr>
        <w:t>1</w:t>
      </w:r>
      <w:r>
        <w:fldChar w:fldCharType="end"/>
      </w:r>
      <w:r>
        <w:fldChar w:fldCharType="begin"/>
      </w:r>
      <w:r w:rsidR="00865018">
        <w:instrText xml:space="preserve"> SET Astra_Dokument_Kod "01" \* MERGEFORMAT </w:instrText>
      </w:r>
      <w:r>
        <w:fldChar w:fldCharType="separate"/>
      </w:r>
      <w:r w:rsidR="00865018">
        <w:rPr>
          <w:noProof/>
        </w:rPr>
        <w:t>01</w:t>
      </w:r>
      <w:r>
        <w:fldChar w:fldCharType="end"/>
      </w:r>
      <w:r>
        <w:fldChar w:fldCharType="begin"/>
      </w:r>
      <w:r w:rsidR="00865018">
        <w:instrText xml:space="preserve"> SET Astra_Dokument_Nazev "TZ" \* MERGEFORMAT </w:instrText>
      </w:r>
      <w:r>
        <w:fldChar w:fldCharType="separate"/>
      </w:r>
      <w:r w:rsidR="00865018">
        <w:rPr>
          <w:noProof/>
        </w:rPr>
        <w:t>TZ</w:t>
      </w:r>
      <w:r>
        <w:fldChar w:fldCharType="end"/>
      </w:r>
      <w:r>
        <w:fldChar w:fldCharType="begin"/>
      </w:r>
      <w:r w:rsidR="00865018">
        <w:instrText xml:space="preserve"> SET Astra_Astra_ZkratkaJazyka "cz" \* MERGEFORMAT </w:instrText>
      </w:r>
      <w:r>
        <w:fldChar w:fldCharType="separate"/>
      </w:r>
      <w:r w:rsidR="00865018">
        <w:rPr>
          <w:noProof/>
        </w:rPr>
        <w:t>cz</w:t>
      </w:r>
      <w:r>
        <w:fldChar w:fldCharType="end"/>
      </w:r>
      <w:r>
        <w:fldChar w:fldCharType="begin"/>
      </w:r>
      <w:r w:rsidR="00865018">
        <w:instrText xml:space="preserve"> SET Astra_RunWord_InfoText "1" \* MERGEFORMAT </w:instrText>
      </w:r>
      <w:r>
        <w:fldChar w:fldCharType="separate"/>
      </w:r>
      <w:r w:rsidR="00865018">
        <w:rPr>
          <w:noProof/>
        </w:rPr>
        <w:t>1</w:t>
      </w:r>
      <w:r>
        <w:fldChar w:fldCharType="end"/>
      </w:r>
      <w:r>
        <w:fldChar w:fldCharType="begin"/>
      </w:r>
      <w:r w:rsidR="00865018">
        <w:instrText xml:space="preserve"> SET Astra_RunWord_InfoPoleZnakAktualizace "?" \* MERGEFORMAT </w:instrText>
      </w:r>
      <w:r>
        <w:fldChar w:fldCharType="separate"/>
      </w:r>
      <w:r w:rsidR="00865018">
        <w:rPr>
          <w:noProof/>
        </w:rPr>
        <w:t>?</w:t>
      </w:r>
      <w:r>
        <w:fldChar w:fldCharType="end"/>
      </w:r>
      <w:r>
        <w:fldChar w:fldCharType="begin"/>
      </w:r>
      <w:r w:rsidR="00865018">
        <w:instrText xml:space="preserve"> SET Astra_RunWord_InfoPole "1" \* MERGEFORMAT </w:instrText>
      </w:r>
      <w:r>
        <w:fldChar w:fldCharType="separate"/>
      </w:r>
      <w:r w:rsidR="00865018">
        <w:rPr>
          <w:noProof/>
        </w:rPr>
        <w:t>1</w:t>
      </w:r>
      <w:r>
        <w:fldChar w:fldCharType="end"/>
      </w:r>
      <w:r>
        <w:fldChar w:fldCharType="begin"/>
      </w:r>
      <w:r w:rsidR="00F31737">
        <w:instrText xml:space="preserve"> SET Astra_Slozky_Temp "C:\Users\Public\Documents\Astra 92\Astra\Temp\EPC\Doc\" \* MERGEFORMAT </w:instrText>
      </w:r>
      <w:r>
        <w:fldChar w:fldCharType="separate"/>
      </w:r>
      <w:r w:rsidR="00F31737">
        <w:rPr>
          <w:noProof/>
        </w:rPr>
        <w:t xml:space="preserve">C:\Users\Public\Documents\Astra 92\Astra\Temp\EPC\Doc\" \* MERGEFORMAT </w:t>
      </w:r>
      <w:r>
        <w:fldChar w:fldCharType="end"/>
      </w:r>
      <w:r>
        <w:fldChar w:fldCharType="begin"/>
      </w:r>
      <w:r w:rsidR="00F31737">
        <w:instrText xml:space="preserve"> SET Astra_Slozky_Structure "C:\Users\Public\Documents\Astra 92\Astra\Structure\" \* MERGEFORMAT </w:instrText>
      </w:r>
      <w:r>
        <w:fldChar w:fldCharType="separate"/>
      </w:r>
      <w:r w:rsidR="00F31737">
        <w:rPr>
          <w:noProof/>
        </w:rPr>
        <w:t xml:space="preserve">C:\Users\Public\Documents\Astra 92\Astra\Structure\" \* MERGEFORMAT </w:t>
      </w:r>
      <w:r>
        <w:fldChar w:fldCharType="end"/>
      </w:r>
      <w:r>
        <w:fldChar w:fldCharType="begin"/>
      </w:r>
      <w:r w:rsidR="00F31737">
        <w:instrText xml:space="preserve"> SET Astra_Slozky_Module "C:\Users\Public\Documents\Astra 92\Astra\Module\EPC\Doc\" \* MERGEFORMAT </w:instrText>
      </w:r>
      <w:r>
        <w:fldChar w:fldCharType="separate"/>
      </w:r>
      <w:r w:rsidR="00F31737">
        <w:rPr>
          <w:noProof/>
        </w:rPr>
        <w:t xml:space="preserve">C:\Users\Public\Documents\Astra 92\Astra\Module\EPC\Doc\" \* MERGEFORMAT </w:t>
      </w:r>
      <w:r>
        <w:fldChar w:fldCharType="end"/>
      </w:r>
      <w:r>
        <w:fldChar w:fldCharType="begin"/>
      </w:r>
      <w:r w:rsidR="00F31737">
        <w:instrText xml:space="preserve"> SET Astra_Slozky_Data "C:\Users\Public\Documents\Astra 92\Data\EPC\" \* MERGEFORMAT </w:instrText>
      </w:r>
      <w:r>
        <w:fldChar w:fldCharType="separate"/>
      </w:r>
      <w:r w:rsidR="00F31737">
        <w:rPr>
          <w:noProof/>
        </w:rPr>
        <w:t xml:space="preserve">C:\Users\Public\Documents\Astra 92\Data\EPC\" \* MERGEFORMAT </w:t>
      </w:r>
      <w:r>
        <w:fldChar w:fldCharType="end"/>
      </w:r>
      <w:r>
        <w:fldChar w:fldCharType="begin"/>
      </w:r>
      <w:r w:rsidR="00F31737">
        <w:instrText xml:space="preserve"> SET Astra_Slozky_All "C:\Users\Public\Documents\Astra 92\Astra\All\" \* MERGEFORMAT </w:instrText>
      </w:r>
      <w:r>
        <w:fldChar w:fldCharType="separate"/>
      </w:r>
      <w:r w:rsidR="00F31737">
        <w:rPr>
          <w:noProof/>
        </w:rPr>
        <w:t xml:space="preserve">C:\Users\Public\Documents\Astra 92\Astra\All\" \* MERGEFORMAT </w:t>
      </w:r>
      <w:r>
        <w:fldChar w:fldCharType="end"/>
      </w:r>
      <w:r>
        <w:fldChar w:fldCharType="begin"/>
      </w:r>
      <w:r w:rsidR="00F31737">
        <w:instrText xml:space="preserve"> SET Astra_Zakazka_Poznamka "" \* MERGEFORMAT </w:instrText>
      </w:r>
      <w:r>
        <w:fldChar w:fldCharType="separate"/>
      </w:r>
      <w:r w:rsidR="00F31737">
        <w:rPr>
          <w:noProof/>
        </w:rPr>
        <w:t xml:space="preserve"> </w:t>
      </w:r>
      <w:r>
        <w:fldChar w:fldCharType="end"/>
      </w:r>
      <w:r>
        <w:fldChar w:fldCharType="begin"/>
      </w:r>
      <w:r w:rsidR="00F31737">
        <w:instrText xml:space="preserve"> SET Astra_Zakazka_Objekty "" \* MERGEFORMAT </w:instrText>
      </w:r>
      <w:r>
        <w:fldChar w:fldCharType="separate"/>
      </w:r>
      <w:r w:rsidR="00F31737">
        <w:rPr>
          <w:noProof/>
        </w:rPr>
        <w:t xml:space="preserve"> </w:t>
      </w:r>
      <w:r>
        <w:fldChar w:fldCharType="end"/>
      </w:r>
      <w:r>
        <w:fldChar w:fldCharType="begin"/>
      </w:r>
      <w:r w:rsidR="00F31737">
        <w:instrText xml:space="preserve"> SET Astra_Zakazka_AC "79-11" \* MERGEFORMAT </w:instrText>
      </w:r>
      <w:r>
        <w:fldChar w:fldCharType="separate"/>
      </w:r>
      <w:r w:rsidR="00F31737">
        <w:rPr>
          <w:noProof/>
        </w:rPr>
        <w:t>79-11</w:t>
      </w:r>
      <w:r>
        <w:fldChar w:fldCharType="end"/>
      </w:r>
      <w:r>
        <w:fldChar w:fldCharType="begin"/>
      </w:r>
      <w:r w:rsidR="00F31737">
        <w:instrText xml:space="preserve"> SET Astra_Zakazka_ZC "11-045-234-PD" \* MERGEFORMAT </w:instrText>
      </w:r>
      <w:r>
        <w:fldChar w:fldCharType="separate"/>
      </w:r>
      <w:r w:rsidR="00F31737">
        <w:rPr>
          <w:noProof/>
        </w:rPr>
        <w:t>11-045-234-PD</w:t>
      </w:r>
      <w:r>
        <w:fldChar w:fldCharType="end"/>
      </w:r>
      <w:r>
        <w:fldChar w:fldCharType="begin"/>
      </w:r>
      <w:r w:rsidR="00F31737">
        <w:instrText xml:space="preserve"> SET Astra_Zakazka_Investor "SŽDC, s.o." \* MERGEFORMAT </w:instrText>
      </w:r>
      <w:r>
        <w:fldChar w:fldCharType="separate"/>
      </w:r>
      <w:r w:rsidR="00F31737">
        <w:rPr>
          <w:noProof/>
        </w:rPr>
        <w:t>SŽDC, s.o.</w:t>
      </w:r>
      <w:r>
        <w:fldChar w:fldCharType="end"/>
      </w:r>
      <w:r>
        <w:fldChar w:fldCharType="begin"/>
      </w:r>
      <w:r w:rsidR="00F31737">
        <w:instrText xml:space="preserve"> SET Astra_Zakazka_Obec "Praha 1, Nové Město, Dlážděná 1003/7" \* MERGEFORMAT </w:instrText>
      </w:r>
      <w:r>
        <w:fldChar w:fldCharType="separate"/>
      </w:r>
      <w:r w:rsidR="00F31737">
        <w:rPr>
          <w:noProof/>
        </w:rPr>
        <w:t>Praha 1, Nové Město, Dlážděná 1003/7</w:t>
      </w:r>
      <w:r>
        <w:fldChar w:fldCharType="end"/>
      </w:r>
      <w:r>
        <w:fldChar w:fldCharType="begin"/>
      </w:r>
      <w:r w:rsidR="00F31737">
        <w:instrText xml:space="preserve"> SET Astra_Zakazka_Okres "" \* MERGEFORMAT </w:instrText>
      </w:r>
      <w:r>
        <w:fldChar w:fldCharType="separate"/>
      </w:r>
      <w:r w:rsidR="00F31737">
        <w:rPr>
          <w:noProof/>
        </w:rPr>
        <w:t xml:space="preserve"> </w:t>
      </w:r>
      <w:r>
        <w:fldChar w:fldCharType="end"/>
      </w:r>
      <w:r>
        <w:fldChar w:fldCharType="begin"/>
      </w:r>
      <w:r w:rsidR="00F31737">
        <w:instrText xml:space="preserve"> SET Astra_Zakazka_HIP "Ing. P.Šudřich" \* MERGEFORMAT </w:instrText>
      </w:r>
      <w:r>
        <w:fldChar w:fldCharType="separate"/>
      </w:r>
      <w:r w:rsidR="00F31737">
        <w:rPr>
          <w:noProof/>
        </w:rPr>
        <w:t>Ing. P.Šudřich</w:t>
      </w:r>
      <w:r>
        <w:fldChar w:fldCharType="end"/>
      </w:r>
      <w:r>
        <w:fldChar w:fldCharType="begin"/>
      </w:r>
      <w:r w:rsidR="00F31737">
        <w:instrText xml:space="preserve"> SET Astra_Zakazka_Kod "79_11" \* MERGEFORMAT </w:instrText>
      </w:r>
      <w:r>
        <w:fldChar w:fldCharType="separate"/>
      </w:r>
      <w:r w:rsidR="00F31737">
        <w:rPr>
          <w:noProof/>
        </w:rPr>
        <w:t>79_11</w:t>
      </w:r>
      <w:r>
        <w:fldChar w:fldCharType="end"/>
      </w:r>
      <w:r>
        <w:fldChar w:fldCharType="begin"/>
      </w:r>
      <w:r w:rsidR="00F31737">
        <w:instrText xml:space="preserve"> SET Astra_Zakazka_Nazev2 "" \* MERGEFORMAT </w:instrText>
      </w:r>
      <w:r>
        <w:fldChar w:fldCharType="separate"/>
      </w:r>
      <w:r w:rsidR="00F31737">
        <w:rPr>
          <w:noProof/>
        </w:rPr>
        <w:t xml:space="preserve"> </w:t>
      </w:r>
      <w:r>
        <w:fldChar w:fldCharType="end"/>
      </w:r>
      <w:r>
        <w:fldChar w:fldCharType="begin"/>
      </w:r>
      <w:r w:rsidR="00F31737">
        <w:instrText xml:space="preserve"> SET Astra_Zakazka_Nazev1 "Osvětlení přístřešků a přeložky" \* MERGEFORMAT </w:instrText>
      </w:r>
      <w:r>
        <w:fldChar w:fldCharType="separate"/>
      </w:r>
      <w:r w:rsidR="00F31737">
        <w:rPr>
          <w:noProof/>
        </w:rPr>
        <w:t>Osvětlení přístřešků a přeložky</w:t>
      </w:r>
      <w:r>
        <w:fldChar w:fldCharType="end"/>
      </w:r>
      <w:r>
        <w:fldChar w:fldCharType="begin"/>
      </w:r>
      <w:r w:rsidR="00F31737">
        <w:instrText xml:space="preserve"> SET Astra_ProjektDokumenty_Dokumenty "Seznam příloh</w:instrText>
      </w:r>
      <w:r w:rsidR="00F31737">
        <w:tab/>
        <w:instrText>79-11</w:instrText>
      </w:r>
      <w:r w:rsidR="00F31737">
        <w:tab/>
        <w:instrText>00</w:instrText>
      </w:r>
      <w:r w:rsidR="00F31737">
        <w:cr/>
        <w:instrText>TZ</w:instrText>
      </w:r>
      <w:r w:rsidR="00F31737">
        <w:tab/>
        <w:instrText>79-11</w:instrText>
      </w:r>
      <w:r w:rsidR="00F31737">
        <w:tab/>
        <w:instrText>01</w:instrText>
      </w:r>
      <w:r w:rsidR="00F31737">
        <w:cr/>
        <w:instrText>Příspěvek do STZ</w:instrText>
      </w:r>
      <w:r w:rsidR="00F31737">
        <w:tab/>
        <w:instrText>79-11</w:instrText>
      </w:r>
      <w:r w:rsidR="00F31737">
        <w:tab/>
        <w:instrText>01_STZ</w:instrText>
      </w:r>
      <w:r w:rsidR="00F31737">
        <w:cr/>
        <w:instrText>Situace</w:instrText>
      </w:r>
      <w:r w:rsidR="00F31737">
        <w:tab/>
        <w:instrText>79-11</w:instrText>
      </w:r>
      <w:r w:rsidR="00F31737">
        <w:tab/>
        <w:instrText>02</w:instrText>
      </w:r>
      <w:r w:rsidR="00F31737">
        <w:cr/>
        <w:instrText>Situace_koord</w:instrText>
      </w:r>
      <w:r w:rsidR="00F31737">
        <w:tab/>
        <w:instrText>79-11</w:instrText>
      </w:r>
      <w:r w:rsidR="00F31737">
        <w:tab/>
        <w:instrText>02_koord</w:instrText>
      </w:r>
      <w:r w:rsidR="00F31737">
        <w:cr/>
        <w:instrText>Přehledové schéma</w:instrText>
      </w:r>
      <w:r w:rsidR="00F31737">
        <w:tab/>
        <w:instrText>79-11</w:instrText>
      </w:r>
      <w:r w:rsidR="00F31737">
        <w:tab/>
        <w:instrText>03</w:instrText>
      </w:r>
      <w:r w:rsidR="00F31737">
        <w:cr/>
        <w:instrText xml:space="preserve">" \* MERGEFORMAT </w:instrText>
      </w:r>
      <w:r>
        <w:fldChar w:fldCharType="separate"/>
      </w:r>
      <w:r w:rsidR="00F31737">
        <w:rPr>
          <w:noProof/>
        </w:rPr>
        <w:t>Seznam příloh</w:t>
      </w:r>
      <w:r w:rsidR="00F31737">
        <w:rPr>
          <w:noProof/>
        </w:rPr>
        <w:tab/>
        <w:t>79-11</w:t>
      </w:r>
      <w:r w:rsidR="00F31737">
        <w:rPr>
          <w:noProof/>
        </w:rPr>
        <w:tab/>
        <w:t>00</w:t>
      </w:r>
      <w:r w:rsidR="00F31737">
        <w:rPr>
          <w:noProof/>
        </w:rPr>
        <w:cr/>
        <w:t>TZ</w:t>
      </w:r>
      <w:r w:rsidR="00F31737">
        <w:rPr>
          <w:noProof/>
        </w:rPr>
        <w:tab/>
        <w:t>79-11</w:t>
      </w:r>
      <w:r w:rsidR="00F31737">
        <w:rPr>
          <w:noProof/>
        </w:rPr>
        <w:tab/>
        <w:t>01</w:t>
      </w:r>
      <w:r w:rsidR="00F31737">
        <w:rPr>
          <w:noProof/>
        </w:rPr>
        <w:cr/>
        <w:t>Příspěvek do STZ</w:t>
      </w:r>
      <w:r w:rsidR="00F31737">
        <w:rPr>
          <w:noProof/>
        </w:rPr>
        <w:tab/>
        <w:t>79-11</w:t>
      </w:r>
      <w:r w:rsidR="00F31737">
        <w:rPr>
          <w:noProof/>
        </w:rPr>
        <w:tab/>
        <w:t>01_STZ</w:t>
      </w:r>
      <w:r w:rsidR="00F31737">
        <w:rPr>
          <w:noProof/>
        </w:rPr>
        <w:cr/>
        <w:t>Situace</w:t>
      </w:r>
      <w:r w:rsidR="00F31737">
        <w:rPr>
          <w:noProof/>
        </w:rPr>
        <w:tab/>
        <w:t>79-11</w:t>
      </w:r>
      <w:r w:rsidR="00F31737">
        <w:rPr>
          <w:noProof/>
        </w:rPr>
        <w:tab/>
        <w:t>02</w:t>
      </w:r>
      <w:r w:rsidR="00F31737">
        <w:rPr>
          <w:noProof/>
        </w:rPr>
        <w:cr/>
        <w:t>Situace_koord</w:t>
      </w:r>
      <w:r w:rsidR="00F31737">
        <w:rPr>
          <w:noProof/>
        </w:rPr>
        <w:tab/>
        <w:t>79-11</w:t>
      </w:r>
      <w:r w:rsidR="00F31737">
        <w:rPr>
          <w:noProof/>
        </w:rPr>
        <w:tab/>
        <w:t>02_koord</w:t>
      </w:r>
      <w:r w:rsidR="00F31737">
        <w:rPr>
          <w:noProof/>
        </w:rPr>
        <w:cr/>
        <w:t>Přehledové schéma</w:t>
      </w:r>
      <w:r w:rsidR="00F31737">
        <w:rPr>
          <w:noProof/>
        </w:rPr>
        <w:tab/>
        <w:t>79-11</w:t>
      </w:r>
      <w:r w:rsidR="00F31737">
        <w:rPr>
          <w:noProof/>
        </w:rPr>
        <w:tab/>
        <w:t>03</w:t>
      </w:r>
      <w:r w:rsidR="00F31737">
        <w:rPr>
          <w:noProof/>
        </w:rPr>
        <w:cr/>
      </w:r>
      <w:r>
        <w:fldChar w:fldCharType="end"/>
      </w:r>
      <w:r>
        <w:fldChar w:fldCharType="begin"/>
      </w:r>
      <w:r w:rsidR="00F31737">
        <w:instrText xml:space="preserve"> SET Astra_Projekt_DbStruktura "C:\Users\Public\Documents\Astra 92\Astra\Structure\Astra-EPC-cz.xls" \* MERGEFORMAT </w:instrText>
      </w:r>
      <w:r>
        <w:fldChar w:fldCharType="separate"/>
      </w:r>
      <w:r w:rsidR="00F31737">
        <w:rPr>
          <w:noProof/>
        </w:rPr>
        <w:t>C:\Users\Public\Documents\Astra 92\Astra\Structure\Astra-EPC-cz.xls</w:t>
      </w:r>
      <w:r>
        <w:fldChar w:fldCharType="end"/>
      </w:r>
      <w:r>
        <w:fldChar w:fldCharType="begin"/>
      </w:r>
      <w:r w:rsidR="00F31737">
        <w:instrText xml:space="preserve"> SET Astra_Projekt_DbLegenda "" \* MERGEFORMAT </w:instrText>
      </w:r>
      <w:r>
        <w:fldChar w:fldCharType="separate"/>
      </w:r>
      <w:r w:rsidR="00F31737">
        <w:rPr>
          <w:noProof/>
        </w:rPr>
        <w:t xml:space="preserve"> </w:t>
      </w:r>
      <w:r>
        <w:fldChar w:fldCharType="end"/>
      </w:r>
      <w:r>
        <w:fldChar w:fldCharType="begin"/>
      </w:r>
      <w:r w:rsidR="00F31737">
        <w:instrText xml:space="preserve"> SET Astra_Projekt_Poznamka "" \* MERGEFORMAT </w:instrText>
      </w:r>
      <w:r>
        <w:fldChar w:fldCharType="separate"/>
      </w:r>
      <w:r w:rsidR="00F31737">
        <w:rPr>
          <w:noProof/>
        </w:rPr>
        <w:t xml:space="preserve"> </w:t>
      </w:r>
      <w:r>
        <w:fldChar w:fldCharType="end"/>
      </w:r>
      <w:r>
        <w:fldChar w:fldCharType="begin"/>
      </w:r>
      <w:r w:rsidR="00F31737">
        <w:instrText xml:space="preserve"> SET Astra_Projekt_StupenNazev "Dokumentace pro územní řízení" \* MERGEFORMAT </w:instrText>
      </w:r>
      <w:r>
        <w:fldChar w:fldCharType="separate"/>
      </w:r>
      <w:r w:rsidR="00F31737">
        <w:rPr>
          <w:noProof/>
        </w:rPr>
        <w:t>Dokumentace pro územní řízení</w:t>
      </w:r>
      <w:r>
        <w:fldChar w:fldCharType="end"/>
      </w:r>
      <w:r>
        <w:fldChar w:fldCharType="begin"/>
      </w:r>
      <w:r w:rsidR="00F31737">
        <w:instrText xml:space="preserve"> SET Astra_Projekt_Stupen "DUR" \* MERGEFORMAT </w:instrText>
      </w:r>
      <w:r>
        <w:fldChar w:fldCharType="separate"/>
      </w:r>
      <w:r w:rsidR="00F31737">
        <w:rPr>
          <w:noProof/>
        </w:rPr>
        <w:t>DUR</w:t>
      </w:r>
      <w:r>
        <w:fldChar w:fldCharType="end"/>
      </w:r>
      <w:r>
        <w:fldChar w:fldCharType="begin"/>
      </w:r>
      <w:r w:rsidR="00F31737">
        <w:instrText xml:space="preserve"> SET Astra_Projekt_Druh "100" \* MERGEFORMAT </w:instrText>
      </w:r>
      <w:r>
        <w:fldChar w:fldCharType="separate"/>
      </w:r>
      <w:r w:rsidR="00F31737">
        <w:rPr>
          <w:noProof/>
        </w:rPr>
        <w:t>100</w:t>
      </w:r>
      <w:r>
        <w:fldChar w:fldCharType="end"/>
      </w:r>
      <w:r>
        <w:fldChar w:fldCharType="begin"/>
      </w:r>
      <w:r w:rsidR="00F31737">
        <w:instrText xml:space="preserve"> SET Astra_Projekt_VPT "" \* MERGEFORMAT </w:instrText>
      </w:r>
      <w:r>
        <w:fldChar w:fldCharType="separate"/>
      </w:r>
      <w:r w:rsidR="00F31737">
        <w:rPr>
          <w:noProof/>
        </w:rPr>
        <w:t xml:space="preserve"> </w:t>
      </w:r>
      <w:r>
        <w:fldChar w:fldCharType="end"/>
      </w:r>
      <w:r>
        <w:fldChar w:fldCharType="begin"/>
      </w:r>
      <w:r w:rsidR="00F31737">
        <w:instrText xml:space="preserve"> SET Astra_Projekt_VPS "" \* MERGEFORMAT </w:instrText>
      </w:r>
      <w:r>
        <w:fldChar w:fldCharType="separate"/>
      </w:r>
      <w:r w:rsidR="00F31737">
        <w:rPr>
          <w:noProof/>
        </w:rPr>
        <w:t xml:space="preserve"> </w:t>
      </w:r>
      <w:r>
        <w:fldChar w:fldCharType="end"/>
      </w:r>
      <w:r>
        <w:fldChar w:fldCharType="begin"/>
      </w:r>
      <w:r w:rsidR="00F31737">
        <w:instrText xml:space="preserve"> SET Astra_Projekt_Architekt "" \* MERGEFORMAT </w:instrText>
      </w:r>
      <w:r>
        <w:fldChar w:fldCharType="separate"/>
      </w:r>
      <w:r w:rsidR="00F31737">
        <w:rPr>
          <w:noProof/>
        </w:rPr>
        <w:t xml:space="preserve"> </w:t>
      </w:r>
      <w:r>
        <w:fldChar w:fldCharType="end"/>
      </w:r>
      <w:r>
        <w:fldChar w:fldCharType="begin"/>
      </w:r>
      <w:r w:rsidR="00F31737">
        <w:instrText xml:space="preserve"> SET Astra_Projekt_Kontrola "Ing. Miroslav Kranich" \* MERGEFORMAT </w:instrText>
      </w:r>
      <w:r>
        <w:fldChar w:fldCharType="separate"/>
      </w:r>
      <w:r w:rsidR="00F31737">
        <w:rPr>
          <w:noProof/>
        </w:rPr>
        <w:t>Ing. Miroslav Kranich</w:t>
      </w:r>
      <w:r>
        <w:fldChar w:fldCharType="end"/>
      </w:r>
      <w:r>
        <w:fldChar w:fldCharType="begin"/>
      </w:r>
      <w:r w:rsidR="00F31737">
        <w:instrText xml:space="preserve"> SET Astra_Projekt_OPP "Ing. Martin Množil" \* MERGEFORMAT </w:instrText>
      </w:r>
      <w:r>
        <w:fldChar w:fldCharType="separate"/>
      </w:r>
      <w:r w:rsidR="00F31737">
        <w:rPr>
          <w:noProof/>
        </w:rPr>
        <w:t>Ing. Martin Množil</w:t>
      </w:r>
      <w:r>
        <w:fldChar w:fldCharType="end"/>
      </w:r>
      <w:r>
        <w:fldChar w:fldCharType="begin"/>
      </w:r>
      <w:r w:rsidR="00F31737">
        <w:instrText xml:space="preserve"> SET Astra_Projekt_Projektant "Ing. Martin Množil" \* MERGEFORMAT </w:instrText>
      </w:r>
      <w:r>
        <w:fldChar w:fldCharType="separate"/>
      </w:r>
      <w:r w:rsidR="00F31737">
        <w:rPr>
          <w:noProof/>
        </w:rPr>
        <w:t>Ing. Martin Množil</w:t>
      </w:r>
      <w:r>
        <w:fldChar w:fldCharType="end"/>
      </w:r>
      <w:r>
        <w:fldChar w:fldCharType="begin"/>
      </w:r>
      <w:r w:rsidR="00F31737">
        <w:instrText xml:space="preserve"> SET Astra_Projekt_Nazev2 "" \* MERGEFORMAT </w:instrText>
      </w:r>
      <w:r>
        <w:fldChar w:fldCharType="separate"/>
      </w:r>
      <w:r w:rsidR="00F31737">
        <w:rPr>
          <w:noProof/>
        </w:rPr>
        <w:t xml:space="preserve"> </w:t>
      </w:r>
      <w:r>
        <w:fldChar w:fldCharType="end"/>
      </w:r>
      <w:r>
        <w:fldChar w:fldCharType="begin"/>
      </w:r>
      <w:r w:rsidR="00F31737">
        <w:instrText xml:space="preserve"> SET Astra_Projekt_Nazev1 "SO 01.1 zast. Brňov, přeložka sítě ČEZ Distribuce" \* MERGEFORMAT </w:instrText>
      </w:r>
      <w:r>
        <w:fldChar w:fldCharType="separate"/>
      </w:r>
      <w:r w:rsidR="00F31737">
        <w:rPr>
          <w:noProof/>
        </w:rPr>
        <w:t>SO 01.1 zast. Brňov, přeložka sítě ČEZ Distribuce</w:t>
      </w:r>
      <w:r>
        <w:fldChar w:fldCharType="end"/>
      </w:r>
      <w:r>
        <w:fldChar w:fldCharType="begin"/>
      </w:r>
      <w:r w:rsidR="00F31737">
        <w:instrText xml:space="preserve"> SET Astra_Profese_Predpona "EPC" \* MERGEFORMAT </w:instrText>
      </w:r>
      <w:r>
        <w:fldChar w:fldCharType="separate"/>
      </w:r>
      <w:r w:rsidR="00F31737">
        <w:rPr>
          <w:noProof/>
        </w:rPr>
        <w:t>EPC</w:t>
      </w:r>
      <w:r>
        <w:fldChar w:fldCharType="end"/>
      </w:r>
      <w:r>
        <w:fldChar w:fldCharType="begin"/>
      </w:r>
      <w:r w:rsidR="00F31737">
        <w:instrText xml:space="preserve"> SET Astra_Profese_KodVychozi "E" \* MERGEFORMAT </w:instrText>
      </w:r>
      <w:r>
        <w:fldChar w:fldCharType="separate"/>
      </w:r>
      <w:r w:rsidR="00F31737">
        <w:rPr>
          <w:noProof/>
        </w:rPr>
        <w:t>E</w:t>
      </w:r>
      <w:r>
        <w:fldChar w:fldCharType="end"/>
      </w:r>
      <w:r>
        <w:fldChar w:fldCharType="begin"/>
      </w:r>
      <w:r w:rsidR="00F31737">
        <w:instrText xml:space="preserve"> SET Astra_Profese_Kod "Br_CEZ" \* MERGEFORMAT </w:instrText>
      </w:r>
      <w:r>
        <w:fldChar w:fldCharType="separate"/>
      </w:r>
      <w:r w:rsidR="00F31737">
        <w:rPr>
          <w:noProof/>
        </w:rPr>
        <w:t>Br_CEZ</w:t>
      </w:r>
      <w:r>
        <w:fldChar w:fldCharType="end"/>
      </w:r>
      <w:r>
        <w:fldChar w:fldCharType="begin"/>
      </w:r>
      <w:r w:rsidR="00F31737">
        <w:instrText xml:space="preserve"> SET Astra_Profese_Nazev "Elektroinstalace" \* MERGEFORMAT </w:instrText>
      </w:r>
      <w:r>
        <w:fldChar w:fldCharType="separate"/>
      </w:r>
      <w:r w:rsidR="00F31737">
        <w:rPr>
          <w:noProof/>
        </w:rPr>
        <w:t>Elektroinstalace</w:t>
      </w:r>
      <w:r>
        <w:fldChar w:fldCharType="end"/>
      </w:r>
      <w:r>
        <w:fldChar w:fldCharType="begin"/>
      </w:r>
      <w:r w:rsidR="00F31737">
        <w:instrText xml:space="preserve"> SET Astra_Uzivatel_PrijmeniZakazka "a.s." \* MERGEFORMAT </w:instrText>
      </w:r>
      <w:r>
        <w:fldChar w:fldCharType="separate"/>
      </w:r>
      <w:r w:rsidR="00F31737">
        <w:rPr>
          <w:noProof/>
        </w:rPr>
        <w:t>a.s.</w:t>
      </w:r>
      <w:r>
        <w:fldChar w:fldCharType="end"/>
      </w:r>
      <w:r>
        <w:fldChar w:fldCharType="begin"/>
      </w:r>
      <w:r w:rsidR="00F31737">
        <w:instrText xml:space="preserve"> SET Astra_Uzivatel_JmenoZakazka "ASTRA 92" \* MERGEFORMAT </w:instrText>
      </w:r>
      <w:r>
        <w:fldChar w:fldCharType="separate"/>
      </w:r>
      <w:r w:rsidR="00F31737">
        <w:rPr>
          <w:noProof/>
        </w:rPr>
        <w:t>ASTRA 92</w:t>
      </w:r>
      <w:r>
        <w:fldChar w:fldCharType="end"/>
      </w:r>
      <w:r>
        <w:fldChar w:fldCharType="begin"/>
      </w:r>
      <w:r w:rsidR="00F31737">
        <w:instrText xml:space="preserve"> SET Astra_Uzivatel_PrijmeniProjekt "a.s." \* MERGEFORMAT </w:instrText>
      </w:r>
      <w:r>
        <w:fldChar w:fldCharType="separate"/>
      </w:r>
      <w:r w:rsidR="00F31737">
        <w:rPr>
          <w:noProof/>
        </w:rPr>
        <w:t>a.s.</w:t>
      </w:r>
      <w:r>
        <w:fldChar w:fldCharType="end"/>
      </w:r>
      <w:r>
        <w:fldChar w:fldCharType="begin"/>
      </w:r>
      <w:r w:rsidR="00F31737">
        <w:instrText xml:space="preserve"> SET Astra_Uzivatel_JmenoProjekt "ASTRA 92" \* MERGEFORMAT </w:instrText>
      </w:r>
      <w:r>
        <w:fldChar w:fldCharType="separate"/>
      </w:r>
      <w:r w:rsidR="00F31737">
        <w:rPr>
          <w:noProof/>
        </w:rPr>
        <w:t>ASTRA 92</w:t>
      </w:r>
      <w:r>
        <w:fldChar w:fldCharType="end"/>
      </w:r>
      <w:r>
        <w:fldChar w:fldCharType="begin"/>
      </w:r>
      <w:r w:rsidR="00F31737">
        <w:instrText xml:space="preserve"> SET Astra_Uzivatel_PrijmeniDokument "a.s." \* MERGEFORMAT </w:instrText>
      </w:r>
      <w:r>
        <w:fldChar w:fldCharType="separate"/>
      </w:r>
      <w:r w:rsidR="00F31737">
        <w:rPr>
          <w:noProof/>
        </w:rPr>
        <w:t>a.s.</w:t>
      </w:r>
      <w:r>
        <w:fldChar w:fldCharType="end"/>
      </w:r>
      <w:r>
        <w:fldChar w:fldCharType="begin"/>
      </w:r>
      <w:r w:rsidR="00F31737">
        <w:instrText xml:space="preserve"> SET Astra_Uzivatel_JmenoDokument "ASTRA 92" \* MERGEFORMAT </w:instrText>
      </w:r>
      <w:r>
        <w:fldChar w:fldCharType="separate"/>
      </w:r>
      <w:r w:rsidR="00F31737">
        <w:rPr>
          <w:noProof/>
        </w:rPr>
        <w:t>ASTRA 92</w:t>
      </w:r>
      <w:r>
        <w:fldChar w:fldCharType="end"/>
      </w:r>
      <w:r>
        <w:fldChar w:fldCharType="begin"/>
      </w:r>
      <w:r w:rsidR="00F31737">
        <w:instrText xml:space="preserve"> SET Astra_Dokument_Podlazi "0" \* MERGEFORMAT </w:instrText>
      </w:r>
      <w:r>
        <w:fldChar w:fldCharType="separate"/>
      </w:r>
      <w:r w:rsidR="00F31737">
        <w:rPr>
          <w:noProof/>
        </w:rPr>
        <w:t>0</w:t>
      </w:r>
      <w:r>
        <w:fldChar w:fldCharType="end"/>
      </w:r>
      <w:r>
        <w:fldChar w:fldCharType="begin"/>
      </w:r>
      <w:r w:rsidR="00F31737">
        <w:instrText xml:space="preserve"> SET Astra_Dokument_Poznamka "" \* MERGEFORMAT </w:instrText>
      </w:r>
      <w:r>
        <w:fldChar w:fldCharType="separate"/>
      </w:r>
      <w:r w:rsidR="00F31737">
        <w:rPr>
          <w:noProof/>
        </w:rPr>
        <w:t xml:space="preserve"> </w:t>
      </w:r>
      <w:r>
        <w:fldChar w:fldCharType="end"/>
      </w:r>
      <w:r>
        <w:fldChar w:fldCharType="begin"/>
      </w:r>
      <w:r w:rsidR="00F31737">
        <w:instrText xml:space="preserve"> SET Astra_Dokument_Druh "1" \* MERGEFORMAT </w:instrText>
      </w:r>
      <w:r>
        <w:fldChar w:fldCharType="separate"/>
      </w:r>
      <w:r w:rsidR="00F31737">
        <w:rPr>
          <w:noProof/>
        </w:rPr>
        <w:t>1</w:t>
      </w:r>
      <w:r>
        <w:fldChar w:fldCharType="end"/>
      </w:r>
      <w:r>
        <w:fldChar w:fldCharType="begin"/>
      </w:r>
      <w:r w:rsidR="00F31737">
        <w:instrText xml:space="preserve"> SET Astra_Dokument_Kod "01" \* MERGEFORMAT </w:instrText>
      </w:r>
      <w:r>
        <w:fldChar w:fldCharType="separate"/>
      </w:r>
      <w:r w:rsidR="00F31737">
        <w:rPr>
          <w:noProof/>
        </w:rPr>
        <w:t>01</w:t>
      </w:r>
      <w:r>
        <w:fldChar w:fldCharType="end"/>
      </w:r>
      <w:r>
        <w:fldChar w:fldCharType="begin"/>
      </w:r>
      <w:r w:rsidR="00F31737">
        <w:instrText xml:space="preserve"> SET Astra_Dokument_Nazev "TZ" \* MERGEFORMAT </w:instrText>
      </w:r>
      <w:r>
        <w:fldChar w:fldCharType="separate"/>
      </w:r>
      <w:r w:rsidR="00F31737">
        <w:rPr>
          <w:noProof/>
        </w:rPr>
        <w:t>TZ</w:t>
      </w:r>
      <w:r>
        <w:fldChar w:fldCharType="end"/>
      </w:r>
      <w:r>
        <w:fldChar w:fldCharType="begin"/>
      </w:r>
      <w:r w:rsidR="00F31737">
        <w:instrText xml:space="preserve"> SET Astra_Astra_ZkratkaJazyka "cz" \* MERGEFORMAT </w:instrText>
      </w:r>
      <w:r>
        <w:fldChar w:fldCharType="separate"/>
      </w:r>
      <w:r w:rsidR="00F31737">
        <w:rPr>
          <w:noProof/>
        </w:rPr>
        <w:t>cz</w:t>
      </w:r>
      <w:r>
        <w:fldChar w:fldCharType="end"/>
      </w:r>
      <w:r>
        <w:fldChar w:fldCharType="begin"/>
      </w:r>
      <w:r w:rsidR="00F31737">
        <w:instrText xml:space="preserve"> SET Astra_RunWord_InfoText "1" \* MERGEFORMAT </w:instrText>
      </w:r>
      <w:r>
        <w:fldChar w:fldCharType="separate"/>
      </w:r>
      <w:r w:rsidR="00F31737">
        <w:rPr>
          <w:noProof/>
        </w:rPr>
        <w:t>1</w:t>
      </w:r>
      <w:r>
        <w:fldChar w:fldCharType="end"/>
      </w:r>
      <w:r>
        <w:fldChar w:fldCharType="begin"/>
      </w:r>
      <w:r w:rsidR="00F31737">
        <w:instrText xml:space="preserve"> SET Astra_RunWord_InfoPoleZnakAktualizace "?" \* MERGEFORMAT </w:instrText>
      </w:r>
      <w:r>
        <w:fldChar w:fldCharType="separate"/>
      </w:r>
      <w:r w:rsidR="00F31737">
        <w:rPr>
          <w:noProof/>
        </w:rPr>
        <w:t>?</w:t>
      </w:r>
      <w:r>
        <w:fldChar w:fldCharType="end"/>
      </w:r>
      <w:r>
        <w:fldChar w:fldCharType="begin"/>
      </w:r>
      <w:r w:rsidR="00F31737">
        <w:instrText xml:space="preserve"> SET Astra_RunWord_InfoPole "1" \* MERGEFORMAT </w:instrText>
      </w:r>
      <w:r>
        <w:fldChar w:fldCharType="separate"/>
      </w:r>
      <w:r w:rsidR="00F31737">
        <w:rPr>
          <w:noProof/>
        </w:rPr>
        <w:t>1</w:t>
      </w:r>
      <w:r>
        <w:fldChar w:fldCharType="end"/>
      </w:r>
      <w:r>
        <w:fldChar w:fldCharType="begin"/>
      </w:r>
      <w:r w:rsidR="00E248E7">
        <w:instrText xml:space="preserve"> SET Astra_Slozky_Temp "C:\Users\Public\Documents\Astra 92\Astra\Temp\EPC\Doc\" \* MERGEFORMAT </w:instrText>
      </w:r>
      <w:r>
        <w:fldChar w:fldCharType="separate"/>
      </w:r>
      <w:r w:rsidR="00E248E7">
        <w:rPr>
          <w:noProof/>
        </w:rPr>
        <w:t xml:space="preserve">C:\Users\Public\Documents\Astra 92\Astra\Temp\EPC\Doc\" \* MERGEFORMAT </w:t>
      </w:r>
      <w:r>
        <w:fldChar w:fldCharType="end"/>
      </w:r>
      <w:r>
        <w:fldChar w:fldCharType="begin"/>
      </w:r>
      <w:r w:rsidR="00E248E7">
        <w:instrText xml:space="preserve"> SET Astra_Slozky_Structure "C:\Users\Public\Documents\Astra 92\Astra\Structure\" \* MERGEFORMAT </w:instrText>
      </w:r>
      <w:r>
        <w:fldChar w:fldCharType="separate"/>
      </w:r>
      <w:r w:rsidR="00E248E7">
        <w:rPr>
          <w:noProof/>
        </w:rPr>
        <w:t xml:space="preserve">C:\Users\Public\Documents\Astra 92\Astra\Structure\" \* MERGEFORMAT </w:t>
      </w:r>
      <w:r>
        <w:fldChar w:fldCharType="end"/>
      </w:r>
      <w:r>
        <w:fldChar w:fldCharType="begin"/>
      </w:r>
      <w:r w:rsidR="00E248E7">
        <w:instrText xml:space="preserve"> SET Astra_Slozky_Module "C:\Users\Public\Documents\Astra 92\Astra\Module\EPC\Doc\" \* MERGEFORMAT </w:instrText>
      </w:r>
      <w:r>
        <w:fldChar w:fldCharType="separate"/>
      </w:r>
      <w:r w:rsidR="00E248E7">
        <w:rPr>
          <w:noProof/>
        </w:rPr>
        <w:t xml:space="preserve">C:\Users\Public\Documents\Astra 92\Astra\Module\EPC\Doc\" \* MERGEFORMAT </w:t>
      </w:r>
      <w:r>
        <w:fldChar w:fldCharType="end"/>
      </w:r>
      <w:r>
        <w:fldChar w:fldCharType="begin"/>
      </w:r>
      <w:r w:rsidR="00E248E7">
        <w:instrText xml:space="preserve"> SET Astra_Slozky_Data "C:\Users\Public\Documents\Astra 92\Data\EPC\" \* MERGEFORMAT </w:instrText>
      </w:r>
      <w:r>
        <w:fldChar w:fldCharType="separate"/>
      </w:r>
      <w:r w:rsidR="00E248E7">
        <w:rPr>
          <w:noProof/>
        </w:rPr>
        <w:t xml:space="preserve">C:\Users\Public\Documents\Astra 92\Data\EPC\" \* MERGEFORMAT </w:t>
      </w:r>
      <w:r>
        <w:fldChar w:fldCharType="end"/>
      </w:r>
      <w:r>
        <w:fldChar w:fldCharType="begin"/>
      </w:r>
      <w:r w:rsidR="00E248E7">
        <w:instrText xml:space="preserve"> SET Astra_Slozky_All "C:\Users\Public\Documents\Astra 92\Astra\All\" \* MERGEFORMAT </w:instrText>
      </w:r>
      <w:r>
        <w:fldChar w:fldCharType="separate"/>
      </w:r>
      <w:r w:rsidR="00E248E7">
        <w:rPr>
          <w:noProof/>
        </w:rPr>
        <w:t xml:space="preserve">C:\Users\Public\Documents\Astra 92\Astra\All\" \* MERGEFORMAT </w:t>
      </w:r>
      <w:r>
        <w:fldChar w:fldCharType="end"/>
      </w:r>
      <w:r>
        <w:fldChar w:fldCharType="begin"/>
      </w:r>
      <w:r w:rsidR="00E248E7">
        <w:instrText xml:space="preserve"> SET Astra_Zakazka_Poznamka "" \* MERGEFORMAT </w:instrText>
      </w:r>
      <w:r>
        <w:fldChar w:fldCharType="separate"/>
      </w:r>
      <w:r w:rsidR="00E248E7">
        <w:rPr>
          <w:noProof/>
        </w:rPr>
        <w:t xml:space="preserve"> </w:t>
      </w:r>
      <w:r>
        <w:fldChar w:fldCharType="end"/>
      </w:r>
      <w:r>
        <w:fldChar w:fldCharType="begin"/>
      </w:r>
      <w:r w:rsidR="00E248E7">
        <w:instrText xml:space="preserve"> SET Astra_Zakazka_Objekty "" \* MERGEFORMAT </w:instrText>
      </w:r>
      <w:r>
        <w:fldChar w:fldCharType="separate"/>
      </w:r>
      <w:r w:rsidR="00E248E7">
        <w:rPr>
          <w:noProof/>
        </w:rPr>
        <w:t xml:space="preserve"> </w:t>
      </w:r>
      <w:r>
        <w:fldChar w:fldCharType="end"/>
      </w:r>
      <w:r>
        <w:fldChar w:fldCharType="begin"/>
      </w:r>
      <w:r w:rsidR="00E248E7">
        <w:instrText xml:space="preserve"> SET Astra_Zakazka_AC "79-11" \* MERGEFORMAT </w:instrText>
      </w:r>
      <w:r>
        <w:fldChar w:fldCharType="separate"/>
      </w:r>
      <w:r w:rsidR="00E248E7">
        <w:rPr>
          <w:noProof/>
        </w:rPr>
        <w:t>79-11</w:t>
      </w:r>
      <w:r>
        <w:fldChar w:fldCharType="end"/>
      </w:r>
      <w:r>
        <w:fldChar w:fldCharType="begin"/>
      </w:r>
      <w:r w:rsidR="00E248E7">
        <w:instrText xml:space="preserve"> SET Astra_Zakazka_ZC "11-045-234-PD" \* MERGEFORMAT </w:instrText>
      </w:r>
      <w:r>
        <w:fldChar w:fldCharType="separate"/>
      </w:r>
      <w:r w:rsidR="00E248E7">
        <w:rPr>
          <w:noProof/>
        </w:rPr>
        <w:t>11-045-234-PD</w:t>
      </w:r>
      <w:r>
        <w:fldChar w:fldCharType="end"/>
      </w:r>
      <w:r>
        <w:fldChar w:fldCharType="begin"/>
      </w:r>
      <w:r w:rsidR="00E248E7">
        <w:instrText xml:space="preserve"> SET Astra_Zakazka_Investor "SŽDC, s.o." \* MERGEFORMAT </w:instrText>
      </w:r>
      <w:r>
        <w:fldChar w:fldCharType="separate"/>
      </w:r>
      <w:r w:rsidR="00E248E7">
        <w:rPr>
          <w:noProof/>
        </w:rPr>
        <w:t>SŽDC, s.o.</w:t>
      </w:r>
      <w:r>
        <w:fldChar w:fldCharType="end"/>
      </w:r>
      <w:r>
        <w:fldChar w:fldCharType="begin"/>
      </w:r>
      <w:r w:rsidR="00E248E7">
        <w:instrText xml:space="preserve"> SET Astra_Zakazka_Obec "Praha 1, Nové Město, Dlážděná 1003/7" \* MERGEFORMAT </w:instrText>
      </w:r>
      <w:r>
        <w:fldChar w:fldCharType="separate"/>
      </w:r>
      <w:r w:rsidR="00E248E7">
        <w:rPr>
          <w:noProof/>
        </w:rPr>
        <w:t>Praha 1, Nové Město, Dlážděná 1003/7</w:t>
      </w:r>
      <w:r>
        <w:fldChar w:fldCharType="end"/>
      </w:r>
      <w:r>
        <w:fldChar w:fldCharType="begin"/>
      </w:r>
      <w:r w:rsidR="00E248E7">
        <w:instrText xml:space="preserve"> SET Astra_Zakazka_Okres "" \* MERGEFORMAT </w:instrText>
      </w:r>
      <w:r>
        <w:fldChar w:fldCharType="separate"/>
      </w:r>
      <w:r w:rsidR="00E248E7">
        <w:rPr>
          <w:noProof/>
        </w:rPr>
        <w:t xml:space="preserve"> </w:t>
      </w:r>
      <w:r>
        <w:fldChar w:fldCharType="end"/>
      </w:r>
      <w:r>
        <w:fldChar w:fldCharType="begin"/>
      </w:r>
      <w:r w:rsidR="00E248E7">
        <w:instrText xml:space="preserve"> SET Astra_Zakazka_HIP "Ing. P.Šudřich" \* MERGEFORMAT </w:instrText>
      </w:r>
      <w:r>
        <w:fldChar w:fldCharType="separate"/>
      </w:r>
      <w:r w:rsidR="00E248E7">
        <w:rPr>
          <w:noProof/>
        </w:rPr>
        <w:t>Ing. P.Šudřich</w:t>
      </w:r>
      <w:r>
        <w:fldChar w:fldCharType="end"/>
      </w:r>
      <w:r>
        <w:fldChar w:fldCharType="begin"/>
      </w:r>
      <w:r w:rsidR="00E248E7">
        <w:instrText xml:space="preserve"> SET Astra_Zakazka_Kod "79_11" \* MERGEFORMAT </w:instrText>
      </w:r>
      <w:r>
        <w:fldChar w:fldCharType="separate"/>
      </w:r>
      <w:r w:rsidR="00E248E7">
        <w:rPr>
          <w:noProof/>
        </w:rPr>
        <w:t>79_11</w:t>
      </w:r>
      <w:r>
        <w:fldChar w:fldCharType="end"/>
      </w:r>
      <w:r>
        <w:fldChar w:fldCharType="begin"/>
      </w:r>
      <w:r w:rsidR="00E248E7">
        <w:instrText xml:space="preserve"> SET Astra_Zakazka_Nazev2 "" \* MERGEFORMAT </w:instrText>
      </w:r>
      <w:r>
        <w:fldChar w:fldCharType="separate"/>
      </w:r>
      <w:r w:rsidR="00E248E7">
        <w:rPr>
          <w:noProof/>
        </w:rPr>
        <w:t xml:space="preserve"> </w:t>
      </w:r>
      <w:r>
        <w:fldChar w:fldCharType="end"/>
      </w:r>
      <w:r>
        <w:fldChar w:fldCharType="begin"/>
      </w:r>
      <w:r w:rsidR="00E248E7">
        <w:instrText xml:space="preserve"> SET Astra_Zakazka_Nazev1 "Osvětlení přístřešků a přeložky" \* MERGEFORMAT </w:instrText>
      </w:r>
      <w:r>
        <w:fldChar w:fldCharType="separate"/>
      </w:r>
      <w:r w:rsidR="00E248E7">
        <w:rPr>
          <w:noProof/>
        </w:rPr>
        <w:t>Osvětlení přístřešků a přeložky</w:t>
      </w:r>
      <w:r>
        <w:fldChar w:fldCharType="end"/>
      </w:r>
      <w:r>
        <w:fldChar w:fldCharType="begin"/>
      </w:r>
      <w:r w:rsidR="00E248E7">
        <w:instrText xml:space="preserve"> SET Astra_ProjektDokumenty_Dokumenty "Seznam příloh</w:instrText>
      </w:r>
      <w:r w:rsidR="00E248E7">
        <w:tab/>
        <w:instrText>79-11</w:instrText>
      </w:r>
      <w:r w:rsidR="00E248E7">
        <w:tab/>
        <w:instrText>00</w:instrText>
      </w:r>
      <w:r w:rsidR="00E248E7">
        <w:cr/>
        <w:instrText>TZ</w:instrText>
      </w:r>
      <w:r w:rsidR="00E248E7">
        <w:tab/>
        <w:instrText>79-11</w:instrText>
      </w:r>
      <w:r w:rsidR="00E248E7">
        <w:tab/>
        <w:instrText>01</w:instrText>
      </w:r>
      <w:r w:rsidR="00E248E7">
        <w:cr/>
        <w:instrText>Příspěvek do STZ</w:instrText>
      </w:r>
      <w:r w:rsidR="00E248E7">
        <w:tab/>
        <w:instrText>79-11</w:instrText>
      </w:r>
      <w:r w:rsidR="00E248E7">
        <w:tab/>
        <w:instrText>01_STZ</w:instrText>
      </w:r>
      <w:r w:rsidR="00E248E7">
        <w:cr/>
        <w:instrText>Situace</w:instrText>
      </w:r>
      <w:r w:rsidR="00E248E7">
        <w:tab/>
        <w:instrText>79-11</w:instrText>
      </w:r>
      <w:r w:rsidR="00E248E7">
        <w:tab/>
        <w:instrText>02</w:instrText>
      </w:r>
      <w:r w:rsidR="00E248E7">
        <w:cr/>
        <w:instrText>Situace_koord</w:instrText>
      </w:r>
      <w:r w:rsidR="00E248E7">
        <w:tab/>
        <w:instrText>79-11</w:instrText>
      </w:r>
      <w:r w:rsidR="00E248E7">
        <w:tab/>
        <w:instrText>02_koord</w:instrText>
      </w:r>
      <w:r w:rsidR="00E248E7">
        <w:cr/>
        <w:instrText>Přehledové schéma</w:instrText>
      </w:r>
      <w:r w:rsidR="00E248E7">
        <w:tab/>
        <w:instrText>79-11</w:instrText>
      </w:r>
      <w:r w:rsidR="00E248E7">
        <w:tab/>
        <w:instrText>03</w:instrText>
      </w:r>
      <w:r w:rsidR="00E248E7">
        <w:cr/>
        <w:instrText xml:space="preserve">" \* MERGEFORMAT </w:instrText>
      </w:r>
      <w:r>
        <w:fldChar w:fldCharType="separate"/>
      </w:r>
      <w:r w:rsidR="00E248E7">
        <w:rPr>
          <w:noProof/>
        </w:rPr>
        <w:t>Seznam příloh</w:t>
      </w:r>
      <w:r w:rsidR="00E248E7">
        <w:rPr>
          <w:noProof/>
        </w:rPr>
        <w:tab/>
        <w:t>79-11</w:t>
      </w:r>
      <w:r w:rsidR="00E248E7">
        <w:rPr>
          <w:noProof/>
        </w:rPr>
        <w:tab/>
        <w:t>00</w:t>
      </w:r>
      <w:r w:rsidR="00E248E7">
        <w:rPr>
          <w:noProof/>
        </w:rPr>
        <w:cr/>
        <w:t>TZ</w:t>
      </w:r>
      <w:r w:rsidR="00E248E7">
        <w:rPr>
          <w:noProof/>
        </w:rPr>
        <w:tab/>
        <w:t>79-11</w:t>
      </w:r>
      <w:r w:rsidR="00E248E7">
        <w:rPr>
          <w:noProof/>
        </w:rPr>
        <w:tab/>
        <w:t>01</w:t>
      </w:r>
      <w:r w:rsidR="00E248E7">
        <w:rPr>
          <w:noProof/>
        </w:rPr>
        <w:cr/>
        <w:t>Příspěvek do STZ</w:t>
      </w:r>
      <w:r w:rsidR="00E248E7">
        <w:rPr>
          <w:noProof/>
        </w:rPr>
        <w:tab/>
        <w:t>79-11</w:t>
      </w:r>
      <w:r w:rsidR="00E248E7">
        <w:rPr>
          <w:noProof/>
        </w:rPr>
        <w:tab/>
        <w:t>01_STZ</w:t>
      </w:r>
      <w:r w:rsidR="00E248E7">
        <w:rPr>
          <w:noProof/>
        </w:rPr>
        <w:cr/>
        <w:t>Situace</w:t>
      </w:r>
      <w:r w:rsidR="00E248E7">
        <w:rPr>
          <w:noProof/>
        </w:rPr>
        <w:tab/>
        <w:t>79-11</w:t>
      </w:r>
      <w:r w:rsidR="00E248E7">
        <w:rPr>
          <w:noProof/>
        </w:rPr>
        <w:tab/>
        <w:t>02</w:t>
      </w:r>
      <w:r w:rsidR="00E248E7">
        <w:rPr>
          <w:noProof/>
        </w:rPr>
        <w:cr/>
        <w:t>Situace_koord</w:t>
      </w:r>
      <w:r w:rsidR="00E248E7">
        <w:rPr>
          <w:noProof/>
        </w:rPr>
        <w:tab/>
        <w:t>79-11</w:t>
      </w:r>
      <w:r w:rsidR="00E248E7">
        <w:rPr>
          <w:noProof/>
        </w:rPr>
        <w:tab/>
        <w:t>02_koord</w:t>
      </w:r>
      <w:r w:rsidR="00E248E7">
        <w:rPr>
          <w:noProof/>
        </w:rPr>
        <w:cr/>
        <w:t>Přehledové schéma</w:t>
      </w:r>
      <w:r w:rsidR="00E248E7">
        <w:rPr>
          <w:noProof/>
        </w:rPr>
        <w:tab/>
        <w:t>79-11</w:t>
      </w:r>
      <w:r w:rsidR="00E248E7">
        <w:rPr>
          <w:noProof/>
        </w:rPr>
        <w:tab/>
        <w:t>03</w:t>
      </w:r>
      <w:r w:rsidR="00E248E7">
        <w:rPr>
          <w:noProof/>
        </w:rPr>
        <w:cr/>
      </w:r>
      <w:r>
        <w:fldChar w:fldCharType="end"/>
      </w:r>
      <w:r>
        <w:fldChar w:fldCharType="begin"/>
      </w:r>
      <w:r w:rsidR="00E248E7">
        <w:instrText xml:space="preserve"> SET Astra_Projekt_DbStruktura "C:\Users\Public\Documents\Astra 92\Astra\Structure\Astra-EPC-cz.xls" \* MERGEFORMAT </w:instrText>
      </w:r>
      <w:r>
        <w:fldChar w:fldCharType="separate"/>
      </w:r>
      <w:r w:rsidR="00E248E7">
        <w:rPr>
          <w:noProof/>
        </w:rPr>
        <w:t>C:\Users\Public\Documents\Astra 92\Astra\Structure\Astra-EPC-cz.xls</w:t>
      </w:r>
      <w:r>
        <w:fldChar w:fldCharType="end"/>
      </w:r>
      <w:r>
        <w:fldChar w:fldCharType="begin"/>
      </w:r>
      <w:r w:rsidR="00E248E7">
        <w:instrText xml:space="preserve"> SET Astra_Projekt_DbLegenda "" \* MERGEFORMAT </w:instrText>
      </w:r>
      <w:r>
        <w:fldChar w:fldCharType="separate"/>
      </w:r>
      <w:r w:rsidR="00E248E7">
        <w:rPr>
          <w:noProof/>
        </w:rPr>
        <w:t xml:space="preserve"> </w:t>
      </w:r>
      <w:r>
        <w:fldChar w:fldCharType="end"/>
      </w:r>
      <w:r>
        <w:fldChar w:fldCharType="begin"/>
      </w:r>
      <w:r w:rsidR="00E248E7">
        <w:instrText xml:space="preserve"> SET Astra_Projekt_Poznamka "" \* MERGEFORMAT </w:instrText>
      </w:r>
      <w:r>
        <w:fldChar w:fldCharType="separate"/>
      </w:r>
      <w:r w:rsidR="00E248E7">
        <w:rPr>
          <w:noProof/>
        </w:rPr>
        <w:t xml:space="preserve"> </w:t>
      </w:r>
      <w:r>
        <w:fldChar w:fldCharType="end"/>
      </w:r>
      <w:r>
        <w:fldChar w:fldCharType="begin"/>
      </w:r>
      <w:r w:rsidR="00E248E7">
        <w:instrText xml:space="preserve"> SET Astra_Projekt_StupenNazev "Dokumentace pro územní řízení" \* MERGEFORMAT </w:instrText>
      </w:r>
      <w:r>
        <w:fldChar w:fldCharType="separate"/>
      </w:r>
      <w:r w:rsidR="00E248E7">
        <w:rPr>
          <w:noProof/>
        </w:rPr>
        <w:t>Dokumentace pro územní řízení</w:t>
      </w:r>
      <w:r>
        <w:fldChar w:fldCharType="end"/>
      </w:r>
      <w:r>
        <w:fldChar w:fldCharType="begin"/>
      </w:r>
      <w:r w:rsidR="00E248E7">
        <w:instrText xml:space="preserve"> SET Astra_Projekt_Stupen "DUR" \* MERGEFORMAT </w:instrText>
      </w:r>
      <w:r>
        <w:fldChar w:fldCharType="separate"/>
      </w:r>
      <w:r w:rsidR="00E248E7">
        <w:rPr>
          <w:noProof/>
        </w:rPr>
        <w:t>DUR</w:t>
      </w:r>
      <w:r>
        <w:fldChar w:fldCharType="end"/>
      </w:r>
      <w:r>
        <w:fldChar w:fldCharType="begin"/>
      </w:r>
      <w:r w:rsidR="00E248E7">
        <w:instrText xml:space="preserve"> SET Astra_Projekt_Druh "100" \* MERGEFORMAT </w:instrText>
      </w:r>
      <w:r>
        <w:fldChar w:fldCharType="separate"/>
      </w:r>
      <w:r w:rsidR="00E248E7">
        <w:rPr>
          <w:noProof/>
        </w:rPr>
        <w:t>100</w:t>
      </w:r>
      <w:r>
        <w:fldChar w:fldCharType="end"/>
      </w:r>
      <w:r>
        <w:fldChar w:fldCharType="begin"/>
      </w:r>
      <w:r w:rsidR="00E248E7">
        <w:instrText xml:space="preserve"> SET Astra_Projekt_VPT "" \* MERGEFORMAT </w:instrText>
      </w:r>
      <w:r>
        <w:fldChar w:fldCharType="separate"/>
      </w:r>
      <w:r w:rsidR="00E248E7">
        <w:rPr>
          <w:noProof/>
        </w:rPr>
        <w:t xml:space="preserve"> </w:t>
      </w:r>
      <w:r>
        <w:fldChar w:fldCharType="end"/>
      </w:r>
      <w:r>
        <w:fldChar w:fldCharType="begin"/>
      </w:r>
      <w:r w:rsidR="00E248E7">
        <w:instrText xml:space="preserve"> SET Astra_Projekt_VPS "" \* MERGEFORMAT </w:instrText>
      </w:r>
      <w:r>
        <w:fldChar w:fldCharType="separate"/>
      </w:r>
      <w:r w:rsidR="00E248E7">
        <w:rPr>
          <w:noProof/>
        </w:rPr>
        <w:t xml:space="preserve"> </w:t>
      </w:r>
      <w:r>
        <w:fldChar w:fldCharType="end"/>
      </w:r>
      <w:r>
        <w:fldChar w:fldCharType="begin"/>
      </w:r>
      <w:r w:rsidR="00E248E7">
        <w:instrText xml:space="preserve"> SET Astra_Projekt_Architekt "" \* MERGEFORMAT </w:instrText>
      </w:r>
      <w:r>
        <w:fldChar w:fldCharType="separate"/>
      </w:r>
      <w:r w:rsidR="00E248E7">
        <w:rPr>
          <w:noProof/>
        </w:rPr>
        <w:t xml:space="preserve"> </w:t>
      </w:r>
      <w:r>
        <w:fldChar w:fldCharType="end"/>
      </w:r>
      <w:r>
        <w:fldChar w:fldCharType="begin"/>
      </w:r>
      <w:r w:rsidR="00E248E7">
        <w:instrText xml:space="preserve"> SET Astra_Projekt_Kontrola "Ing. Miroslav Kranich" \* MERGEFORMAT </w:instrText>
      </w:r>
      <w:r>
        <w:fldChar w:fldCharType="separate"/>
      </w:r>
      <w:r w:rsidR="00E248E7">
        <w:rPr>
          <w:noProof/>
        </w:rPr>
        <w:t>Ing. Miroslav Kranich</w:t>
      </w:r>
      <w:r>
        <w:fldChar w:fldCharType="end"/>
      </w:r>
      <w:r>
        <w:fldChar w:fldCharType="begin"/>
      </w:r>
      <w:r w:rsidR="00E248E7">
        <w:instrText xml:space="preserve"> SET Astra_Projekt_OPP "Ing. Martin Množil" \* MERGEFORMAT </w:instrText>
      </w:r>
      <w:r>
        <w:fldChar w:fldCharType="separate"/>
      </w:r>
      <w:r w:rsidR="00E248E7">
        <w:rPr>
          <w:noProof/>
        </w:rPr>
        <w:t>Ing. Martin Množil</w:t>
      </w:r>
      <w:r>
        <w:fldChar w:fldCharType="end"/>
      </w:r>
      <w:r>
        <w:fldChar w:fldCharType="begin"/>
      </w:r>
      <w:r w:rsidR="00E248E7">
        <w:instrText xml:space="preserve"> SET Astra_Projekt_Projektant "Ing. Martin Množil" \* MERGEFORMAT </w:instrText>
      </w:r>
      <w:r>
        <w:fldChar w:fldCharType="separate"/>
      </w:r>
      <w:r w:rsidR="00E248E7">
        <w:rPr>
          <w:noProof/>
        </w:rPr>
        <w:t>Ing. Martin Množil</w:t>
      </w:r>
      <w:r>
        <w:fldChar w:fldCharType="end"/>
      </w:r>
      <w:r>
        <w:fldChar w:fldCharType="begin"/>
      </w:r>
      <w:r w:rsidR="00E248E7">
        <w:instrText xml:space="preserve"> SET Astra_Projekt_Nazev2 "" \* MERGEFORMAT </w:instrText>
      </w:r>
      <w:r>
        <w:fldChar w:fldCharType="separate"/>
      </w:r>
      <w:r w:rsidR="00E248E7">
        <w:rPr>
          <w:noProof/>
        </w:rPr>
        <w:t xml:space="preserve"> </w:t>
      </w:r>
      <w:r>
        <w:fldChar w:fldCharType="end"/>
      </w:r>
      <w:r>
        <w:fldChar w:fldCharType="begin"/>
      </w:r>
      <w:r w:rsidR="00E248E7">
        <w:instrText xml:space="preserve"> SET Astra_Projekt_Nazev1 "SO 01.1 zast. Brňov, přeložka sítě ČEZ Distribuce" \* MERGEFORMAT </w:instrText>
      </w:r>
      <w:r>
        <w:fldChar w:fldCharType="separate"/>
      </w:r>
      <w:r w:rsidR="00E248E7">
        <w:rPr>
          <w:noProof/>
        </w:rPr>
        <w:t>SO 01.1 zast. Brňov, přeložka sítě ČEZ Distribuce</w:t>
      </w:r>
      <w:r>
        <w:fldChar w:fldCharType="end"/>
      </w:r>
      <w:r>
        <w:fldChar w:fldCharType="begin"/>
      </w:r>
      <w:r w:rsidR="00E248E7">
        <w:instrText xml:space="preserve"> SET Astra_Profese_Predpona "EPC" \* MERGEFORMAT </w:instrText>
      </w:r>
      <w:r>
        <w:fldChar w:fldCharType="separate"/>
      </w:r>
      <w:r w:rsidR="00E248E7">
        <w:rPr>
          <w:noProof/>
        </w:rPr>
        <w:t>EPC</w:t>
      </w:r>
      <w:r>
        <w:fldChar w:fldCharType="end"/>
      </w:r>
      <w:r>
        <w:fldChar w:fldCharType="begin"/>
      </w:r>
      <w:r w:rsidR="00E248E7">
        <w:instrText xml:space="preserve"> SET Astra_Profese_KodVychozi "E" \* MERGEFORMAT </w:instrText>
      </w:r>
      <w:r>
        <w:fldChar w:fldCharType="separate"/>
      </w:r>
      <w:r w:rsidR="00E248E7">
        <w:rPr>
          <w:noProof/>
        </w:rPr>
        <w:t>E</w:t>
      </w:r>
      <w:r>
        <w:fldChar w:fldCharType="end"/>
      </w:r>
      <w:r>
        <w:fldChar w:fldCharType="begin"/>
      </w:r>
      <w:r w:rsidR="00E248E7">
        <w:instrText xml:space="preserve"> SET Astra_Profese_Kod "Br_CEZ" \* MERGEFORMAT </w:instrText>
      </w:r>
      <w:r>
        <w:fldChar w:fldCharType="separate"/>
      </w:r>
      <w:r w:rsidR="00E248E7">
        <w:rPr>
          <w:noProof/>
        </w:rPr>
        <w:t>Br_CEZ</w:t>
      </w:r>
      <w:r>
        <w:fldChar w:fldCharType="end"/>
      </w:r>
      <w:r>
        <w:fldChar w:fldCharType="begin"/>
      </w:r>
      <w:r w:rsidR="00E248E7">
        <w:instrText xml:space="preserve"> SET Astra_Profese_Nazev "Elektroinstalace" \* MERGEFORMAT </w:instrText>
      </w:r>
      <w:r>
        <w:fldChar w:fldCharType="separate"/>
      </w:r>
      <w:r w:rsidR="00E248E7">
        <w:rPr>
          <w:noProof/>
        </w:rPr>
        <w:t>Elektroinstalace</w:t>
      </w:r>
      <w:r>
        <w:fldChar w:fldCharType="end"/>
      </w:r>
      <w:r>
        <w:fldChar w:fldCharType="begin"/>
      </w:r>
      <w:r w:rsidR="00E248E7">
        <w:instrText xml:space="preserve"> SET Astra_Uzivatel_PrijmeniZakazka "a.s." \* MERGEFORMAT </w:instrText>
      </w:r>
      <w:r>
        <w:fldChar w:fldCharType="separate"/>
      </w:r>
      <w:r w:rsidR="00E248E7">
        <w:rPr>
          <w:noProof/>
        </w:rPr>
        <w:t>a.s.</w:t>
      </w:r>
      <w:r>
        <w:fldChar w:fldCharType="end"/>
      </w:r>
      <w:r>
        <w:fldChar w:fldCharType="begin"/>
      </w:r>
      <w:r w:rsidR="00E248E7">
        <w:instrText xml:space="preserve"> SET Astra_Uzivatel_JmenoZakazka "ASTRA 92" \* MERGEFORMAT </w:instrText>
      </w:r>
      <w:r>
        <w:fldChar w:fldCharType="separate"/>
      </w:r>
      <w:r w:rsidR="00E248E7">
        <w:rPr>
          <w:noProof/>
        </w:rPr>
        <w:t>ASTRA 92</w:t>
      </w:r>
      <w:r>
        <w:fldChar w:fldCharType="end"/>
      </w:r>
      <w:r>
        <w:fldChar w:fldCharType="begin"/>
      </w:r>
      <w:r w:rsidR="00E248E7">
        <w:instrText xml:space="preserve"> SET Astra_Uzivatel_PrijmeniProjekt "a.s." \* MERGEFORMAT </w:instrText>
      </w:r>
      <w:r>
        <w:fldChar w:fldCharType="separate"/>
      </w:r>
      <w:r w:rsidR="00E248E7">
        <w:rPr>
          <w:noProof/>
        </w:rPr>
        <w:t>a.s.</w:t>
      </w:r>
      <w:r>
        <w:fldChar w:fldCharType="end"/>
      </w:r>
      <w:r>
        <w:fldChar w:fldCharType="begin"/>
      </w:r>
      <w:r w:rsidR="00E248E7">
        <w:instrText xml:space="preserve"> SET Astra_Uzivatel_JmenoProjekt "ASTRA 92" \* MERGEFORMAT </w:instrText>
      </w:r>
      <w:r>
        <w:fldChar w:fldCharType="separate"/>
      </w:r>
      <w:r w:rsidR="00E248E7">
        <w:rPr>
          <w:noProof/>
        </w:rPr>
        <w:t>ASTRA 92</w:t>
      </w:r>
      <w:r>
        <w:fldChar w:fldCharType="end"/>
      </w:r>
      <w:r>
        <w:fldChar w:fldCharType="begin"/>
      </w:r>
      <w:r w:rsidR="00E248E7">
        <w:instrText xml:space="preserve"> SET Astra_Uzivatel_PrijmeniDokument "a.s." \* MERGEFORMAT </w:instrText>
      </w:r>
      <w:r>
        <w:fldChar w:fldCharType="separate"/>
      </w:r>
      <w:r w:rsidR="00E248E7">
        <w:rPr>
          <w:noProof/>
        </w:rPr>
        <w:t>a.s.</w:t>
      </w:r>
      <w:r>
        <w:fldChar w:fldCharType="end"/>
      </w:r>
      <w:r>
        <w:fldChar w:fldCharType="begin"/>
      </w:r>
      <w:r w:rsidR="00E248E7">
        <w:instrText xml:space="preserve"> SET Astra_Uzivatel_JmenoDokument "ASTRA 92" \* MERGEFORMAT </w:instrText>
      </w:r>
      <w:r>
        <w:fldChar w:fldCharType="separate"/>
      </w:r>
      <w:r w:rsidR="00E248E7">
        <w:rPr>
          <w:noProof/>
        </w:rPr>
        <w:t>ASTRA 92</w:t>
      </w:r>
      <w:r>
        <w:fldChar w:fldCharType="end"/>
      </w:r>
      <w:r>
        <w:fldChar w:fldCharType="begin"/>
      </w:r>
      <w:r w:rsidR="00E248E7">
        <w:instrText xml:space="preserve"> SET Astra_Dokument_Podlazi "0" \* MERGEFORMAT </w:instrText>
      </w:r>
      <w:r>
        <w:fldChar w:fldCharType="separate"/>
      </w:r>
      <w:r w:rsidR="00E248E7">
        <w:rPr>
          <w:noProof/>
        </w:rPr>
        <w:t>0</w:t>
      </w:r>
      <w:r>
        <w:fldChar w:fldCharType="end"/>
      </w:r>
      <w:r>
        <w:fldChar w:fldCharType="begin"/>
      </w:r>
      <w:r w:rsidR="00E248E7">
        <w:instrText xml:space="preserve"> SET Astra_Dokument_Poznamka "" \* MERGEFORMAT </w:instrText>
      </w:r>
      <w:r>
        <w:fldChar w:fldCharType="separate"/>
      </w:r>
      <w:r w:rsidR="00E248E7">
        <w:rPr>
          <w:noProof/>
        </w:rPr>
        <w:t xml:space="preserve"> </w:t>
      </w:r>
      <w:r>
        <w:fldChar w:fldCharType="end"/>
      </w:r>
      <w:r>
        <w:fldChar w:fldCharType="begin"/>
      </w:r>
      <w:r w:rsidR="00E248E7">
        <w:instrText xml:space="preserve"> SET Astra_Dokument_Druh "1" \* MERGEFORMAT </w:instrText>
      </w:r>
      <w:r>
        <w:fldChar w:fldCharType="separate"/>
      </w:r>
      <w:r w:rsidR="00E248E7">
        <w:rPr>
          <w:noProof/>
        </w:rPr>
        <w:t>1</w:t>
      </w:r>
      <w:r>
        <w:fldChar w:fldCharType="end"/>
      </w:r>
      <w:r>
        <w:fldChar w:fldCharType="begin"/>
      </w:r>
      <w:r w:rsidR="00E248E7">
        <w:instrText xml:space="preserve"> SET Astra_Dokument_Kod "01" \* MERGEFORMAT </w:instrText>
      </w:r>
      <w:r>
        <w:fldChar w:fldCharType="separate"/>
      </w:r>
      <w:r w:rsidR="00E248E7">
        <w:rPr>
          <w:noProof/>
        </w:rPr>
        <w:t>01</w:t>
      </w:r>
      <w:r>
        <w:fldChar w:fldCharType="end"/>
      </w:r>
      <w:r>
        <w:fldChar w:fldCharType="begin"/>
      </w:r>
      <w:r w:rsidR="00E248E7">
        <w:instrText xml:space="preserve"> SET Astra_Dokument_Nazev "TZ" \* MERGEFORMAT </w:instrText>
      </w:r>
      <w:r>
        <w:fldChar w:fldCharType="separate"/>
      </w:r>
      <w:r w:rsidR="00E248E7">
        <w:rPr>
          <w:noProof/>
        </w:rPr>
        <w:t>TZ</w:t>
      </w:r>
      <w:r>
        <w:fldChar w:fldCharType="end"/>
      </w:r>
      <w:r>
        <w:fldChar w:fldCharType="begin"/>
      </w:r>
      <w:r w:rsidR="00E248E7">
        <w:instrText xml:space="preserve"> SET Astra_Astra_ZkratkaJazyka "cz" \* MERGEFORMAT </w:instrText>
      </w:r>
      <w:r>
        <w:fldChar w:fldCharType="separate"/>
      </w:r>
      <w:r w:rsidR="00E248E7">
        <w:rPr>
          <w:noProof/>
        </w:rPr>
        <w:t>cz</w:t>
      </w:r>
      <w:r>
        <w:fldChar w:fldCharType="end"/>
      </w:r>
      <w:r>
        <w:fldChar w:fldCharType="begin"/>
      </w:r>
      <w:r w:rsidR="00E248E7">
        <w:instrText xml:space="preserve"> SET Astra_RunWord_InfoText "1" \* MERGEFORMAT </w:instrText>
      </w:r>
      <w:r>
        <w:fldChar w:fldCharType="separate"/>
      </w:r>
      <w:r w:rsidR="00E248E7">
        <w:rPr>
          <w:noProof/>
        </w:rPr>
        <w:t>1</w:t>
      </w:r>
      <w:r>
        <w:fldChar w:fldCharType="end"/>
      </w:r>
      <w:r>
        <w:fldChar w:fldCharType="begin"/>
      </w:r>
      <w:r w:rsidR="00E248E7">
        <w:instrText xml:space="preserve"> SET Astra_RunWord_InfoPoleZnakAktualizace "?" \* MERGEFORMAT </w:instrText>
      </w:r>
      <w:r>
        <w:fldChar w:fldCharType="separate"/>
      </w:r>
      <w:r w:rsidR="00E248E7">
        <w:rPr>
          <w:noProof/>
        </w:rPr>
        <w:t>?</w:t>
      </w:r>
      <w:r>
        <w:fldChar w:fldCharType="end"/>
      </w:r>
      <w:r>
        <w:fldChar w:fldCharType="begin"/>
      </w:r>
      <w:r w:rsidR="00E248E7">
        <w:instrText xml:space="preserve"> SET Astra_RunWord_InfoPole "1" \* MERGEFORMAT </w:instrText>
      </w:r>
      <w:r>
        <w:fldChar w:fldCharType="separate"/>
      </w:r>
      <w:r w:rsidR="00E248E7">
        <w:rPr>
          <w:noProof/>
        </w:rPr>
        <w:t>1</w:t>
      </w:r>
      <w:r>
        <w:fldChar w:fldCharType="end"/>
      </w:r>
      <w:r>
        <w:fldChar w:fldCharType="begin"/>
      </w:r>
      <w:r w:rsidR="00FB6553">
        <w:instrText xml:space="preserve"> SET Astra_Slozky_Temp "C:\Users\Public\Documents\Astra 92\Astra\Temp\EPC\Doc\" \* MERGEFORMAT </w:instrText>
      </w:r>
      <w:r>
        <w:fldChar w:fldCharType="separate"/>
      </w:r>
      <w:r w:rsidR="00FB6553">
        <w:rPr>
          <w:noProof/>
        </w:rPr>
        <w:t xml:space="preserve">C:\Users\Public\Documents\Astra 92\Astra\Temp\EPC\Doc\" \* MERGEFORMAT </w:t>
      </w:r>
      <w:r>
        <w:fldChar w:fldCharType="end"/>
      </w:r>
      <w:r>
        <w:fldChar w:fldCharType="begin"/>
      </w:r>
      <w:r w:rsidR="00FB6553">
        <w:instrText xml:space="preserve"> SET Astra_Slozky_Structure "C:\Users\Public\Documents\Astra 92\Astra\Structure\" \* MERGEFORMAT </w:instrText>
      </w:r>
      <w:r>
        <w:fldChar w:fldCharType="separate"/>
      </w:r>
      <w:r w:rsidR="00FB6553">
        <w:rPr>
          <w:noProof/>
        </w:rPr>
        <w:t xml:space="preserve">C:\Users\Public\Documents\Astra 92\Astra\Structure\" \* MERGEFORMAT </w:t>
      </w:r>
      <w:r>
        <w:fldChar w:fldCharType="end"/>
      </w:r>
      <w:r>
        <w:fldChar w:fldCharType="begin"/>
      </w:r>
      <w:r w:rsidR="00FB6553">
        <w:instrText xml:space="preserve"> SET Astra_Slozky_Module "C:\Users\Public\Documents\Astra 92\Astra\Module\EPC\Doc\" \* MERGEFORMAT </w:instrText>
      </w:r>
      <w:r>
        <w:fldChar w:fldCharType="separate"/>
      </w:r>
      <w:r w:rsidR="00FB6553">
        <w:rPr>
          <w:noProof/>
        </w:rPr>
        <w:t xml:space="preserve">C:\Users\Public\Documents\Astra 92\Astra\Module\EPC\Doc\" \* MERGEFORMAT </w:t>
      </w:r>
      <w:r>
        <w:fldChar w:fldCharType="end"/>
      </w:r>
      <w:r>
        <w:fldChar w:fldCharType="begin"/>
      </w:r>
      <w:r w:rsidR="00FB6553">
        <w:instrText xml:space="preserve"> SET Astra_Slozky_Data "C:\Users\Public\Documents\Astra 92\Data\EPC\" \* MERGEFORMAT </w:instrText>
      </w:r>
      <w:r>
        <w:fldChar w:fldCharType="separate"/>
      </w:r>
      <w:r w:rsidR="00FB6553">
        <w:rPr>
          <w:noProof/>
        </w:rPr>
        <w:t xml:space="preserve">C:\Users\Public\Documents\Astra 92\Data\EPC\" \* MERGEFORMAT </w:t>
      </w:r>
      <w:r>
        <w:fldChar w:fldCharType="end"/>
      </w:r>
      <w:r>
        <w:fldChar w:fldCharType="begin"/>
      </w:r>
      <w:r w:rsidR="00FB6553">
        <w:instrText xml:space="preserve"> SET Astra_Slozky_All "C:\Users\Public\Documents\Astra 92\Astra\All\" \* MERGEFORMAT </w:instrText>
      </w:r>
      <w:r>
        <w:fldChar w:fldCharType="separate"/>
      </w:r>
      <w:r w:rsidR="00FB6553">
        <w:rPr>
          <w:noProof/>
        </w:rPr>
        <w:t xml:space="preserve">C:\Users\Public\Documents\Astra 92\Astra\All\" \* MERGEFORMAT </w:t>
      </w:r>
      <w:r>
        <w:fldChar w:fldCharType="end"/>
      </w:r>
      <w:r>
        <w:fldChar w:fldCharType="begin"/>
      </w:r>
      <w:r w:rsidR="00FB6553">
        <w:instrText xml:space="preserve"> SET Astra_Zakazka_Poznamka "" \* MERGEFORMAT </w:instrText>
      </w:r>
      <w:r>
        <w:fldChar w:fldCharType="separate"/>
      </w:r>
      <w:r w:rsidR="00FB6553">
        <w:rPr>
          <w:noProof/>
        </w:rPr>
        <w:t xml:space="preserve"> </w:t>
      </w:r>
      <w:r>
        <w:fldChar w:fldCharType="end"/>
      </w:r>
      <w:r>
        <w:fldChar w:fldCharType="begin"/>
      </w:r>
      <w:r w:rsidR="00FB6553">
        <w:instrText xml:space="preserve"> SET Astra_Zakazka_Objekty "" \* MERGEFORMAT </w:instrText>
      </w:r>
      <w:r>
        <w:fldChar w:fldCharType="separate"/>
      </w:r>
      <w:r w:rsidR="00FB6553">
        <w:rPr>
          <w:noProof/>
        </w:rPr>
        <w:t xml:space="preserve"> </w:t>
      </w:r>
      <w:r>
        <w:fldChar w:fldCharType="end"/>
      </w:r>
      <w:r>
        <w:fldChar w:fldCharType="begin"/>
      </w:r>
      <w:r w:rsidR="00FB6553">
        <w:instrText xml:space="preserve"> SET Astra_Zakazka_AC "79-11" \* MERGEFORMAT </w:instrText>
      </w:r>
      <w:r>
        <w:fldChar w:fldCharType="separate"/>
      </w:r>
      <w:r w:rsidR="00FB6553">
        <w:rPr>
          <w:noProof/>
        </w:rPr>
        <w:t>79-11</w:t>
      </w:r>
      <w:r>
        <w:fldChar w:fldCharType="end"/>
      </w:r>
      <w:r>
        <w:fldChar w:fldCharType="begin"/>
      </w:r>
      <w:r w:rsidR="00FB6553">
        <w:instrText xml:space="preserve"> SET Astra_Zakazka_ZC "11-045-234-PD" \* MERGEFORMAT </w:instrText>
      </w:r>
      <w:r>
        <w:fldChar w:fldCharType="separate"/>
      </w:r>
      <w:r w:rsidR="00FB6553">
        <w:rPr>
          <w:noProof/>
        </w:rPr>
        <w:t>11-045-234-PD</w:t>
      </w:r>
      <w:r>
        <w:fldChar w:fldCharType="end"/>
      </w:r>
      <w:r>
        <w:fldChar w:fldCharType="begin"/>
      </w:r>
      <w:r w:rsidR="00FB6553">
        <w:instrText xml:space="preserve"> SET Astra_Zakazka_Investor "SŽDC, s.o." \* MERGEFORMAT </w:instrText>
      </w:r>
      <w:r>
        <w:fldChar w:fldCharType="separate"/>
      </w:r>
      <w:r w:rsidR="00FB6553">
        <w:rPr>
          <w:noProof/>
        </w:rPr>
        <w:t>SŽDC, s.o.</w:t>
      </w:r>
      <w:r>
        <w:fldChar w:fldCharType="end"/>
      </w:r>
      <w:r>
        <w:fldChar w:fldCharType="begin"/>
      </w:r>
      <w:r w:rsidR="00FB6553">
        <w:instrText xml:space="preserve"> SET Astra_Zakazka_Obec "Praha 1, Nové Město, Dlážděná 1003/7" \* MERGEFORMAT </w:instrText>
      </w:r>
      <w:r>
        <w:fldChar w:fldCharType="separate"/>
      </w:r>
      <w:r w:rsidR="00FB6553">
        <w:rPr>
          <w:noProof/>
        </w:rPr>
        <w:t>Praha 1, Nové Město, Dlážděná 1003/7</w:t>
      </w:r>
      <w:r>
        <w:fldChar w:fldCharType="end"/>
      </w:r>
      <w:r>
        <w:fldChar w:fldCharType="begin"/>
      </w:r>
      <w:r w:rsidR="00FB6553">
        <w:instrText xml:space="preserve"> SET Astra_Zakazka_Okres "" \* MERGEFORMAT </w:instrText>
      </w:r>
      <w:r>
        <w:fldChar w:fldCharType="separate"/>
      </w:r>
      <w:r w:rsidR="00FB6553">
        <w:rPr>
          <w:noProof/>
        </w:rPr>
        <w:t xml:space="preserve"> </w:t>
      </w:r>
      <w:r>
        <w:fldChar w:fldCharType="end"/>
      </w:r>
      <w:r>
        <w:fldChar w:fldCharType="begin"/>
      </w:r>
      <w:r w:rsidR="00FB6553">
        <w:instrText xml:space="preserve"> SET Astra_Zakazka_HIP "Ing. P.Šudřich" \* MERGEFORMAT </w:instrText>
      </w:r>
      <w:r>
        <w:fldChar w:fldCharType="separate"/>
      </w:r>
      <w:r w:rsidR="00FB6553">
        <w:rPr>
          <w:noProof/>
        </w:rPr>
        <w:t>Ing. P.Šudřich</w:t>
      </w:r>
      <w:r>
        <w:fldChar w:fldCharType="end"/>
      </w:r>
      <w:r>
        <w:fldChar w:fldCharType="begin"/>
      </w:r>
      <w:r w:rsidR="00FB6553">
        <w:instrText xml:space="preserve"> SET Astra_Zakazka_Kod "79_11" \* MERGEFORMAT </w:instrText>
      </w:r>
      <w:r>
        <w:fldChar w:fldCharType="separate"/>
      </w:r>
      <w:r w:rsidR="00FB6553">
        <w:rPr>
          <w:noProof/>
        </w:rPr>
        <w:t>79_11</w:t>
      </w:r>
      <w:r>
        <w:fldChar w:fldCharType="end"/>
      </w:r>
      <w:r>
        <w:fldChar w:fldCharType="begin"/>
      </w:r>
      <w:r w:rsidR="00FB6553">
        <w:instrText xml:space="preserve"> SET Astra_Zakazka_Nazev2 "" \* MERGEFORMAT </w:instrText>
      </w:r>
      <w:r>
        <w:fldChar w:fldCharType="separate"/>
      </w:r>
      <w:r w:rsidR="00FB6553">
        <w:rPr>
          <w:noProof/>
        </w:rPr>
        <w:t xml:space="preserve"> </w:t>
      </w:r>
      <w:r>
        <w:fldChar w:fldCharType="end"/>
      </w:r>
      <w:r>
        <w:fldChar w:fldCharType="begin"/>
      </w:r>
      <w:r w:rsidR="00FB6553">
        <w:instrText xml:space="preserve"> SET Astra_Zakazka_Nazev1 "Osvětlení přístřešků a přeložky" \* MERGEFORMAT </w:instrText>
      </w:r>
      <w:r>
        <w:fldChar w:fldCharType="separate"/>
      </w:r>
      <w:r w:rsidR="00FB6553">
        <w:rPr>
          <w:noProof/>
        </w:rPr>
        <w:t>Osvětlení přístřešků a přeložky</w:t>
      </w:r>
      <w:r>
        <w:fldChar w:fldCharType="end"/>
      </w:r>
      <w:r>
        <w:fldChar w:fldCharType="begin"/>
      </w:r>
      <w:r w:rsidR="00FB6553">
        <w:instrText xml:space="preserve"> SET Astra_ProjektDokumenty_Dokumenty "Seznam příloh</w:instrText>
      </w:r>
      <w:r w:rsidR="00FB6553">
        <w:tab/>
        <w:instrText>79-11</w:instrText>
      </w:r>
      <w:r w:rsidR="00FB6553">
        <w:tab/>
        <w:instrText>00</w:instrText>
      </w:r>
      <w:r w:rsidR="00FB6553">
        <w:cr/>
        <w:instrText>TZ</w:instrText>
      </w:r>
      <w:r w:rsidR="00FB6553">
        <w:tab/>
        <w:instrText>79-11</w:instrText>
      </w:r>
      <w:r w:rsidR="00FB6553">
        <w:tab/>
        <w:instrText>01</w:instrText>
      </w:r>
      <w:r w:rsidR="00FB6553">
        <w:cr/>
        <w:instrText>Příspěvek do STZ</w:instrText>
      </w:r>
      <w:r w:rsidR="00FB6553">
        <w:tab/>
        <w:instrText>79-11</w:instrText>
      </w:r>
      <w:r w:rsidR="00FB6553">
        <w:tab/>
        <w:instrText>01_STZ</w:instrText>
      </w:r>
      <w:r w:rsidR="00FB6553">
        <w:cr/>
        <w:instrText>Situace</w:instrText>
      </w:r>
      <w:r w:rsidR="00FB6553">
        <w:tab/>
        <w:instrText>79-11</w:instrText>
      </w:r>
      <w:r w:rsidR="00FB6553">
        <w:tab/>
        <w:instrText>02</w:instrText>
      </w:r>
      <w:r w:rsidR="00FB6553">
        <w:cr/>
        <w:instrText>Přehledové schéma</w:instrText>
      </w:r>
      <w:r w:rsidR="00FB6553">
        <w:tab/>
        <w:instrText>79-11</w:instrText>
      </w:r>
      <w:r w:rsidR="00FB6553">
        <w:tab/>
        <w:instrText>03</w:instrText>
      </w:r>
      <w:r w:rsidR="00FB6553">
        <w:cr/>
        <w:instrText xml:space="preserve">" \* MERGEFORMAT </w:instrText>
      </w:r>
      <w:r>
        <w:fldChar w:fldCharType="separate"/>
      </w:r>
      <w:r w:rsidR="00FB6553">
        <w:rPr>
          <w:noProof/>
        </w:rPr>
        <w:t>Seznam příloh</w:t>
      </w:r>
      <w:r w:rsidR="00FB6553">
        <w:rPr>
          <w:noProof/>
        </w:rPr>
        <w:tab/>
        <w:t>79-11</w:t>
      </w:r>
      <w:r w:rsidR="00FB6553">
        <w:rPr>
          <w:noProof/>
        </w:rPr>
        <w:tab/>
        <w:t>00</w:t>
      </w:r>
      <w:r w:rsidR="00FB6553">
        <w:rPr>
          <w:noProof/>
        </w:rPr>
        <w:cr/>
        <w:t>TZ</w:t>
      </w:r>
      <w:r w:rsidR="00FB6553">
        <w:rPr>
          <w:noProof/>
        </w:rPr>
        <w:tab/>
        <w:t>79-11</w:t>
      </w:r>
      <w:r w:rsidR="00FB6553">
        <w:rPr>
          <w:noProof/>
        </w:rPr>
        <w:tab/>
        <w:t>01</w:t>
      </w:r>
      <w:r w:rsidR="00FB6553">
        <w:rPr>
          <w:noProof/>
        </w:rPr>
        <w:cr/>
        <w:t>Příspěvek do STZ</w:t>
      </w:r>
      <w:r w:rsidR="00FB6553">
        <w:rPr>
          <w:noProof/>
        </w:rPr>
        <w:tab/>
        <w:t>79-11</w:t>
      </w:r>
      <w:r w:rsidR="00FB6553">
        <w:rPr>
          <w:noProof/>
        </w:rPr>
        <w:tab/>
        <w:t>01_STZ</w:t>
      </w:r>
      <w:r w:rsidR="00FB6553">
        <w:rPr>
          <w:noProof/>
        </w:rPr>
        <w:cr/>
        <w:t>Situace</w:t>
      </w:r>
      <w:r w:rsidR="00FB6553">
        <w:rPr>
          <w:noProof/>
        </w:rPr>
        <w:tab/>
        <w:t>79-11</w:t>
      </w:r>
      <w:r w:rsidR="00FB6553">
        <w:rPr>
          <w:noProof/>
        </w:rPr>
        <w:tab/>
        <w:t>02</w:t>
      </w:r>
      <w:r w:rsidR="00FB6553">
        <w:rPr>
          <w:noProof/>
        </w:rPr>
        <w:cr/>
        <w:t>Přehledové schéma</w:t>
      </w:r>
      <w:r w:rsidR="00FB6553">
        <w:rPr>
          <w:noProof/>
        </w:rPr>
        <w:tab/>
        <w:t>79-11</w:t>
      </w:r>
      <w:r w:rsidR="00FB6553">
        <w:rPr>
          <w:noProof/>
        </w:rPr>
        <w:tab/>
        <w:t>03</w:t>
      </w:r>
      <w:r w:rsidR="00FB6553">
        <w:rPr>
          <w:noProof/>
        </w:rPr>
        <w:cr/>
      </w:r>
      <w:r>
        <w:fldChar w:fldCharType="end"/>
      </w:r>
      <w:r>
        <w:fldChar w:fldCharType="begin"/>
      </w:r>
      <w:r w:rsidR="00FB6553">
        <w:instrText xml:space="preserve"> SET Astra_Projekt_DbStruktura "C:\Users\Public\Documents\Astra 92\Astra\Structure\Astra-EPC-cz.xls" \* MERGEFORMAT </w:instrText>
      </w:r>
      <w:r>
        <w:fldChar w:fldCharType="separate"/>
      </w:r>
      <w:r w:rsidR="00FB6553">
        <w:rPr>
          <w:noProof/>
        </w:rPr>
        <w:t>C:\Users\Public\Documents\Astra 92\Astra\Structure\Astra-EPC-cz.xls</w:t>
      </w:r>
      <w:r>
        <w:fldChar w:fldCharType="end"/>
      </w:r>
      <w:r>
        <w:fldChar w:fldCharType="begin"/>
      </w:r>
      <w:r w:rsidR="00FB6553">
        <w:instrText xml:space="preserve"> SET Astra_Projekt_DbLegenda "" \* MERGEFORMAT </w:instrText>
      </w:r>
      <w:r>
        <w:fldChar w:fldCharType="separate"/>
      </w:r>
      <w:r w:rsidR="00FB6553">
        <w:rPr>
          <w:noProof/>
        </w:rPr>
        <w:t xml:space="preserve"> </w:t>
      </w:r>
      <w:r>
        <w:fldChar w:fldCharType="end"/>
      </w:r>
      <w:r>
        <w:fldChar w:fldCharType="begin"/>
      </w:r>
      <w:r w:rsidR="00FB6553">
        <w:instrText xml:space="preserve"> SET Astra_Projekt_Poznamka "" \* MERGEFORMAT </w:instrText>
      </w:r>
      <w:r>
        <w:fldChar w:fldCharType="separate"/>
      </w:r>
      <w:r w:rsidR="00FB6553">
        <w:rPr>
          <w:noProof/>
        </w:rPr>
        <w:t xml:space="preserve"> </w:t>
      </w:r>
      <w:r>
        <w:fldChar w:fldCharType="end"/>
      </w:r>
      <w:r>
        <w:fldChar w:fldCharType="begin"/>
      </w:r>
      <w:r w:rsidR="00FB6553">
        <w:instrText xml:space="preserve"> SET Astra_Projekt_StupenNazev "Dokumentace pro územní řízení" \* MERGEFORMAT </w:instrText>
      </w:r>
      <w:r>
        <w:fldChar w:fldCharType="separate"/>
      </w:r>
      <w:r w:rsidR="00FB6553">
        <w:rPr>
          <w:noProof/>
        </w:rPr>
        <w:t>Dokumentace pro územní řízení</w:t>
      </w:r>
      <w:r>
        <w:fldChar w:fldCharType="end"/>
      </w:r>
      <w:r>
        <w:fldChar w:fldCharType="begin"/>
      </w:r>
      <w:r w:rsidR="00FB6553">
        <w:instrText xml:space="preserve"> SET Astra_Projekt_Stupen "DUR" \* MERGEFORMAT </w:instrText>
      </w:r>
      <w:r>
        <w:fldChar w:fldCharType="separate"/>
      </w:r>
      <w:r w:rsidR="00FB6553">
        <w:rPr>
          <w:noProof/>
        </w:rPr>
        <w:t>DUR</w:t>
      </w:r>
      <w:r>
        <w:fldChar w:fldCharType="end"/>
      </w:r>
      <w:r>
        <w:fldChar w:fldCharType="begin"/>
      </w:r>
      <w:r w:rsidR="00FB6553">
        <w:instrText xml:space="preserve"> SET Astra_Projekt_Druh "100" \* MERGEFORMAT </w:instrText>
      </w:r>
      <w:r>
        <w:fldChar w:fldCharType="separate"/>
      </w:r>
      <w:r w:rsidR="00FB6553">
        <w:rPr>
          <w:noProof/>
        </w:rPr>
        <w:t>100</w:t>
      </w:r>
      <w:r>
        <w:fldChar w:fldCharType="end"/>
      </w:r>
      <w:r>
        <w:fldChar w:fldCharType="begin"/>
      </w:r>
      <w:r w:rsidR="00FB6553">
        <w:instrText xml:space="preserve"> SET Astra_Projekt_VPT "" \* MERGEFORMAT </w:instrText>
      </w:r>
      <w:r>
        <w:fldChar w:fldCharType="separate"/>
      </w:r>
      <w:r w:rsidR="00FB6553">
        <w:rPr>
          <w:noProof/>
        </w:rPr>
        <w:t xml:space="preserve"> </w:t>
      </w:r>
      <w:r>
        <w:fldChar w:fldCharType="end"/>
      </w:r>
      <w:r>
        <w:fldChar w:fldCharType="begin"/>
      </w:r>
      <w:r w:rsidR="00FB6553">
        <w:instrText xml:space="preserve"> SET Astra_Projekt_VPS "" \* MERGEFORMAT </w:instrText>
      </w:r>
      <w:r>
        <w:fldChar w:fldCharType="separate"/>
      </w:r>
      <w:r w:rsidR="00FB6553">
        <w:rPr>
          <w:noProof/>
        </w:rPr>
        <w:t xml:space="preserve"> </w:t>
      </w:r>
      <w:r>
        <w:fldChar w:fldCharType="end"/>
      </w:r>
      <w:r>
        <w:fldChar w:fldCharType="begin"/>
      </w:r>
      <w:r w:rsidR="00FB6553">
        <w:instrText xml:space="preserve"> SET Astra_Projekt_Architekt "" \* MERGEFORMAT </w:instrText>
      </w:r>
      <w:r>
        <w:fldChar w:fldCharType="separate"/>
      </w:r>
      <w:r w:rsidR="00FB6553">
        <w:rPr>
          <w:noProof/>
        </w:rPr>
        <w:t xml:space="preserve"> </w:t>
      </w:r>
      <w:r>
        <w:fldChar w:fldCharType="end"/>
      </w:r>
      <w:r>
        <w:fldChar w:fldCharType="begin"/>
      </w:r>
      <w:r w:rsidR="00FB6553">
        <w:instrText xml:space="preserve"> SET Astra_Projekt_Kontrola "Ing. Miroslav Kranich" \* MERGEFORMAT </w:instrText>
      </w:r>
      <w:r>
        <w:fldChar w:fldCharType="separate"/>
      </w:r>
      <w:r w:rsidR="00FB6553">
        <w:rPr>
          <w:noProof/>
        </w:rPr>
        <w:t>Ing. Miroslav Kranich</w:t>
      </w:r>
      <w:r>
        <w:fldChar w:fldCharType="end"/>
      </w:r>
      <w:r>
        <w:fldChar w:fldCharType="begin"/>
      </w:r>
      <w:r w:rsidR="00FB6553">
        <w:instrText xml:space="preserve"> SET Astra_Projekt_OPP "Ing. Martin Množil" \* MERGEFORMAT </w:instrText>
      </w:r>
      <w:r>
        <w:fldChar w:fldCharType="separate"/>
      </w:r>
      <w:r w:rsidR="00FB6553">
        <w:rPr>
          <w:noProof/>
        </w:rPr>
        <w:t>Ing. Martin Množil</w:t>
      </w:r>
      <w:r>
        <w:fldChar w:fldCharType="end"/>
      </w:r>
      <w:r>
        <w:fldChar w:fldCharType="begin"/>
      </w:r>
      <w:r w:rsidR="00FB6553">
        <w:instrText xml:space="preserve"> SET Astra_Projekt_Projektant "Ing. Martin Množil" \* MERGEFORMAT </w:instrText>
      </w:r>
      <w:r>
        <w:fldChar w:fldCharType="separate"/>
      </w:r>
      <w:r w:rsidR="00FB6553">
        <w:rPr>
          <w:noProof/>
        </w:rPr>
        <w:t>Ing. Martin Množil</w:t>
      </w:r>
      <w:r>
        <w:fldChar w:fldCharType="end"/>
      </w:r>
      <w:r>
        <w:fldChar w:fldCharType="begin"/>
      </w:r>
      <w:r w:rsidR="00FB6553">
        <w:instrText xml:space="preserve"> SET Astra_Projekt_Nazev2 "" \* MERGEFORMAT </w:instrText>
      </w:r>
      <w:r>
        <w:fldChar w:fldCharType="separate"/>
      </w:r>
      <w:r w:rsidR="00FB6553">
        <w:rPr>
          <w:noProof/>
        </w:rPr>
        <w:t xml:space="preserve"> </w:t>
      </w:r>
      <w:r>
        <w:fldChar w:fldCharType="end"/>
      </w:r>
      <w:r>
        <w:fldChar w:fldCharType="begin"/>
      </w:r>
      <w:r w:rsidR="00FB6553">
        <w:instrText xml:space="preserve"> SET Astra_Projekt_Nazev1 "SO 01.1 zast. Brňov, přeložka sítě ČEZ Distribuce" \* MERGEFORMAT </w:instrText>
      </w:r>
      <w:r>
        <w:fldChar w:fldCharType="separate"/>
      </w:r>
      <w:r w:rsidR="00FB6553">
        <w:rPr>
          <w:noProof/>
        </w:rPr>
        <w:t>SO 01.1 zast. Brňov, přeložka sítě ČEZ Distribuce</w:t>
      </w:r>
      <w:r>
        <w:fldChar w:fldCharType="end"/>
      </w:r>
      <w:r>
        <w:fldChar w:fldCharType="begin"/>
      </w:r>
      <w:r w:rsidR="00FB6553">
        <w:instrText xml:space="preserve"> SET Astra_Profese_Predpona "EPC" \* MERGEFORMAT </w:instrText>
      </w:r>
      <w:r>
        <w:fldChar w:fldCharType="separate"/>
      </w:r>
      <w:r w:rsidR="00FB6553">
        <w:rPr>
          <w:noProof/>
        </w:rPr>
        <w:t>EPC</w:t>
      </w:r>
      <w:r>
        <w:fldChar w:fldCharType="end"/>
      </w:r>
      <w:r>
        <w:fldChar w:fldCharType="begin"/>
      </w:r>
      <w:r w:rsidR="00FB6553">
        <w:instrText xml:space="preserve"> SET Astra_Profese_KodVychozi "E" \* MERGEFORMAT </w:instrText>
      </w:r>
      <w:r>
        <w:fldChar w:fldCharType="separate"/>
      </w:r>
      <w:r w:rsidR="00FB6553">
        <w:rPr>
          <w:noProof/>
        </w:rPr>
        <w:t>E</w:t>
      </w:r>
      <w:r>
        <w:fldChar w:fldCharType="end"/>
      </w:r>
      <w:r>
        <w:fldChar w:fldCharType="begin"/>
      </w:r>
      <w:r w:rsidR="00FB6553">
        <w:instrText xml:space="preserve"> SET Astra_Profese_Kod "Br_CEZ" \* MERGEFORMAT </w:instrText>
      </w:r>
      <w:r>
        <w:fldChar w:fldCharType="separate"/>
      </w:r>
      <w:r w:rsidR="00FB6553">
        <w:rPr>
          <w:noProof/>
        </w:rPr>
        <w:t>Br_CEZ</w:t>
      </w:r>
      <w:r>
        <w:fldChar w:fldCharType="end"/>
      </w:r>
      <w:r>
        <w:fldChar w:fldCharType="begin"/>
      </w:r>
      <w:r w:rsidR="00FB6553">
        <w:instrText xml:space="preserve"> SET Astra_Profese_Nazev "Elektroinstalace" \* MERGEFORMAT </w:instrText>
      </w:r>
      <w:r>
        <w:fldChar w:fldCharType="separate"/>
      </w:r>
      <w:r w:rsidR="00FB6553">
        <w:rPr>
          <w:noProof/>
        </w:rPr>
        <w:t>Elektroinstalace</w:t>
      </w:r>
      <w:r>
        <w:fldChar w:fldCharType="end"/>
      </w:r>
      <w:r>
        <w:fldChar w:fldCharType="begin"/>
      </w:r>
      <w:r w:rsidR="00FB6553">
        <w:instrText xml:space="preserve"> SET Astra_Uzivatel_PrijmeniZakazka "a.s." \* MERGEFORMAT </w:instrText>
      </w:r>
      <w:r>
        <w:fldChar w:fldCharType="separate"/>
      </w:r>
      <w:r w:rsidR="00FB6553">
        <w:rPr>
          <w:noProof/>
        </w:rPr>
        <w:t>a.s.</w:t>
      </w:r>
      <w:r>
        <w:fldChar w:fldCharType="end"/>
      </w:r>
      <w:r>
        <w:fldChar w:fldCharType="begin"/>
      </w:r>
      <w:r w:rsidR="00FB6553">
        <w:instrText xml:space="preserve"> SET Astra_Uzivatel_JmenoZakazka "ASTRA 92" \* MERGEFORMAT </w:instrText>
      </w:r>
      <w:r>
        <w:fldChar w:fldCharType="separate"/>
      </w:r>
      <w:r w:rsidR="00FB6553">
        <w:rPr>
          <w:noProof/>
        </w:rPr>
        <w:t>ASTRA 92</w:t>
      </w:r>
      <w:r>
        <w:fldChar w:fldCharType="end"/>
      </w:r>
      <w:r>
        <w:fldChar w:fldCharType="begin"/>
      </w:r>
      <w:r w:rsidR="00FB6553">
        <w:instrText xml:space="preserve"> SET Astra_Uzivatel_PrijmeniProjekt "a.s." \* MERGEFORMAT </w:instrText>
      </w:r>
      <w:r>
        <w:fldChar w:fldCharType="separate"/>
      </w:r>
      <w:r w:rsidR="00FB6553">
        <w:rPr>
          <w:noProof/>
        </w:rPr>
        <w:t>a.s.</w:t>
      </w:r>
      <w:r>
        <w:fldChar w:fldCharType="end"/>
      </w:r>
      <w:r>
        <w:fldChar w:fldCharType="begin"/>
      </w:r>
      <w:r w:rsidR="00FB6553">
        <w:instrText xml:space="preserve"> SET Astra_Uzivatel_JmenoProjekt "ASTRA 92" \* MERGEFORMAT </w:instrText>
      </w:r>
      <w:r>
        <w:fldChar w:fldCharType="separate"/>
      </w:r>
      <w:r w:rsidR="00FB6553">
        <w:rPr>
          <w:noProof/>
        </w:rPr>
        <w:t>ASTRA 92</w:t>
      </w:r>
      <w:r>
        <w:fldChar w:fldCharType="end"/>
      </w:r>
      <w:r>
        <w:fldChar w:fldCharType="begin"/>
      </w:r>
      <w:r w:rsidR="00FB6553">
        <w:instrText xml:space="preserve"> SET Astra_Uzivatel_PrijmeniDokument "a.s." \* MERGEFORMAT </w:instrText>
      </w:r>
      <w:r>
        <w:fldChar w:fldCharType="separate"/>
      </w:r>
      <w:r w:rsidR="00FB6553">
        <w:rPr>
          <w:noProof/>
        </w:rPr>
        <w:t>a.s.</w:t>
      </w:r>
      <w:r>
        <w:fldChar w:fldCharType="end"/>
      </w:r>
      <w:r>
        <w:fldChar w:fldCharType="begin"/>
      </w:r>
      <w:r w:rsidR="00FB6553">
        <w:instrText xml:space="preserve"> SET Astra_Uzivatel_JmenoDokument "ASTRA 92" \* MERGEFORMAT </w:instrText>
      </w:r>
      <w:r>
        <w:fldChar w:fldCharType="separate"/>
      </w:r>
      <w:r w:rsidR="00FB6553">
        <w:rPr>
          <w:noProof/>
        </w:rPr>
        <w:t>ASTRA 92</w:t>
      </w:r>
      <w:r>
        <w:fldChar w:fldCharType="end"/>
      </w:r>
      <w:r>
        <w:fldChar w:fldCharType="begin"/>
      </w:r>
      <w:r w:rsidR="00FB6553">
        <w:instrText xml:space="preserve"> SET Astra_Dokument_Podlazi "0" \* MERGEFORMAT </w:instrText>
      </w:r>
      <w:r>
        <w:fldChar w:fldCharType="separate"/>
      </w:r>
      <w:r w:rsidR="00FB6553">
        <w:rPr>
          <w:noProof/>
        </w:rPr>
        <w:t>0</w:t>
      </w:r>
      <w:r>
        <w:fldChar w:fldCharType="end"/>
      </w:r>
      <w:r>
        <w:fldChar w:fldCharType="begin"/>
      </w:r>
      <w:r w:rsidR="00FB6553">
        <w:instrText xml:space="preserve"> SET Astra_Dokument_Poznamka "" \* MERGEFORMAT </w:instrText>
      </w:r>
      <w:r>
        <w:fldChar w:fldCharType="separate"/>
      </w:r>
      <w:r w:rsidR="00FB6553">
        <w:rPr>
          <w:noProof/>
        </w:rPr>
        <w:t xml:space="preserve"> </w:t>
      </w:r>
      <w:r>
        <w:fldChar w:fldCharType="end"/>
      </w:r>
      <w:r>
        <w:fldChar w:fldCharType="begin"/>
      </w:r>
      <w:r w:rsidR="00FB6553">
        <w:instrText xml:space="preserve"> SET Astra_Dokument_Druh "1" \* MERGEFORMAT </w:instrText>
      </w:r>
      <w:r>
        <w:fldChar w:fldCharType="separate"/>
      </w:r>
      <w:r w:rsidR="00FB6553">
        <w:rPr>
          <w:noProof/>
        </w:rPr>
        <w:t>1</w:t>
      </w:r>
      <w:r>
        <w:fldChar w:fldCharType="end"/>
      </w:r>
      <w:r>
        <w:fldChar w:fldCharType="begin"/>
      </w:r>
      <w:r w:rsidR="00FB6553">
        <w:instrText xml:space="preserve"> SET Astra_Dokument_Kod "01" \* MERGEFORMAT </w:instrText>
      </w:r>
      <w:r>
        <w:fldChar w:fldCharType="separate"/>
      </w:r>
      <w:r w:rsidR="00FB6553">
        <w:rPr>
          <w:noProof/>
        </w:rPr>
        <w:t>01</w:t>
      </w:r>
      <w:r>
        <w:fldChar w:fldCharType="end"/>
      </w:r>
      <w:r>
        <w:fldChar w:fldCharType="begin"/>
      </w:r>
      <w:r w:rsidR="00FB6553">
        <w:instrText xml:space="preserve"> SET Astra_Dokument_Nazev "TZ" \* MERGEFORMAT </w:instrText>
      </w:r>
      <w:r>
        <w:fldChar w:fldCharType="separate"/>
      </w:r>
      <w:r w:rsidR="00FB6553">
        <w:rPr>
          <w:noProof/>
        </w:rPr>
        <w:t>TZ</w:t>
      </w:r>
      <w:r>
        <w:fldChar w:fldCharType="end"/>
      </w:r>
      <w:r>
        <w:fldChar w:fldCharType="begin"/>
      </w:r>
      <w:r w:rsidR="00FB6553">
        <w:instrText xml:space="preserve"> SET Astra_Astra_ZkratkaJazyka "cz" \* MERGEFORMAT </w:instrText>
      </w:r>
      <w:r>
        <w:fldChar w:fldCharType="separate"/>
      </w:r>
      <w:r w:rsidR="00FB6553">
        <w:rPr>
          <w:noProof/>
        </w:rPr>
        <w:t>cz</w:t>
      </w:r>
      <w:r>
        <w:fldChar w:fldCharType="end"/>
      </w:r>
      <w:r>
        <w:fldChar w:fldCharType="begin"/>
      </w:r>
      <w:r w:rsidR="00FB6553">
        <w:instrText xml:space="preserve"> SET Astra_RunWord_InfoText "1" \* MERGEFORMAT </w:instrText>
      </w:r>
      <w:r>
        <w:fldChar w:fldCharType="separate"/>
      </w:r>
      <w:r w:rsidR="00FB6553">
        <w:rPr>
          <w:noProof/>
        </w:rPr>
        <w:t>1</w:t>
      </w:r>
      <w:r>
        <w:fldChar w:fldCharType="end"/>
      </w:r>
      <w:r>
        <w:fldChar w:fldCharType="begin"/>
      </w:r>
      <w:r w:rsidR="00FB6553">
        <w:instrText xml:space="preserve"> SET Astra_RunWord_InfoPoleZnakAktualizace "?" \* MERGEFORMAT </w:instrText>
      </w:r>
      <w:r>
        <w:fldChar w:fldCharType="separate"/>
      </w:r>
      <w:r w:rsidR="00FB6553">
        <w:rPr>
          <w:noProof/>
        </w:rPr>
        <w:t>?</w:t>
      </w:r>
      <w:r>
        <w:fldChar w:fldCharType="end"/>
      </w:r>
      <w:r>
        <w:fldChar w:fldCharType="begin"/>
      </w:r>
      <w:r w:rsidR="00FB6553">
        <w:instrText xml:space="preserve"> SET Astra_RunWord_InfoPole "1" \* MERGEFORMAT </w:instrText>
      </w:r>
      <w:r>
        <w:fldChar w:fldCharType="separate"/>
      </w:r>
      <w:r w:rsidR="00FB6553">
        <w:rPr>
          <w:noProof/>
        </w:rPr>
        <w:t>1</w:t>
      </w:r>
      <w:r>
        <w:fldChar w:fldCharType="end"/>
      </w:r>
      <w:r>
        <w:fldChar w:fldCharType="begin"/>
      </w:r>
      <w:r w:rsidR="00AF4300">
        <w:instrText xml:space="preserve"> SET Astra_Slozky_Temp "C:\Users\Public\Documents\Astra 92\Astra\Temp\EPC\Doc\" \* MERGEFORMAT </w:instrText>
      </w:r>
      <w:r>
        <w:fldChar w:fldCharType="separate"/>
      </w:r>
      <w:r w:rsidR="00AF4300">
        <w:rPr>
          <w:noProof/>
        </w:rPr>
        <w:t xml:space="preserve">C:\Users\Public\Documents\Astra 92\Astra\Temp\EPC\Doc\" \* MERGEFORMAT </w:t>
      </w:r>
      <w:r>
        <w:fldChar w:fldCharType="end"/>
      </w:r>
      <w:r>
        <w:fldChar w:fldCharType="begin"/>
      </w:r>
      <w:r w:rsidR="00AF4300">
        <w:instrText xml:space="preserve"> SET Astra_Slozky_Structure "C:\Users\Public\Documents\Astra 92\Astra\Structure\" \* MERGEFORMAT </w:instrText>
      </w:r>
      <w:r>
        <w:fldChar w:fldCharType="separate"/>
      </w:r>
      <w:r w:rsidR="00AF4300">
        <w:rPr>
          <w:noProof/>
        </w:rPr>
        <w:t xml:space="preserve">C:\Users\Public\Documents\Astra 92\Astra\Structure\" \* MERGEFORMAT </w:t>
      </w:r>
      <w:r>
        <w:fldChar w:fldCharType="end"/>
      </w:r>
      <w:r>
        <w:fldChar w:fldCharType="begin"/>
      </w:r>
      <w:r w:rsidR="00AF4300">
        <w:instrText xml:space="preserve"> SET Astra_Slozky_Module "C:\Users\Public\Documents\Astra 92\Astra\Module\EPC\Doc\" \* MERGEFORMAT </w:instrText>
      </w:r>
      <w:r>
        <w:fldChar w:fldCharType="separate"/>
      </w:r>
      <w:r w:rsidR="00AF4300">
        <w:rPr>
          <w:noProof/>
        </w:rPr>
        <w:t xml:space="preserve">C:\Users\Public\Documents\Astra 92\Astra\Module\EPC\Doc\" \* MERGEFORMAT </w:t>
      </w:r>
      <w:r>
        <w:fldChar w:fldCharType="end"/>
      </w:r>
      <w:r>
        <w:fldChar w:fldCharType="begin"/>
      </w:r>
      <w:r w:rsidR="00AF4300">
        <w:instrText xml:space="preserve"> SET Astra_Slozky_Data "C:\Users\Public\Documents\Astra 92\Data\EPC\" \* MERGEFORMAT </w:instrText>
      </w:r>
      <w:r>
        <w:fldChar w:fldCharType="separate"/>
      </w:r>
      <w:r w:rsidR="00AF4300">
        <w:rPr>
          <w:noProof/>
        </w:rPr>
        <w:t xml:space="preserve">C:\Users\Public\Documents\Astra 92\Data\EPC\" \* MERGEFORMAT </w:t>
      </w:r>
      <w:r>
        <w:fldChar w:fldCharType="end"/>
      </w:r>
      <w:r>
        <w:fldChar w:fldCharType="begin"/>
      </w:r>
      <w:r w:rsidR="00AF4300">
        <w:instrText xml:space="preserve"> SET Astra_Slozky_All "C:\Users\Public\Documents\Astra 92\Astra\All\" \* MERGEFORMAT </w:instrText>
      </w:r>
      <w:r>
        <w:fldChar w:fldCharType="separate"/>
      </w:r>
      <w:r w:rsidR="00AF4300">
        <w:rPr>
          <w:noProof/>
        </w:rPr>
        <w:t xml:space="preserve">C:\Users\Public\Documents\Astra 92\Astra\All\" \* MERGEFORMAT </w:t>
      </w:r>
      <w:r>
        <w:fldChar w:fldCharType="end"/>
      </w:r>
      <w:r>
        <w:fldChar w:fldCharType="begin"/>
      </w:r>
      <w:r w:rsidR="00AF4300">
        <w:instrText xml:space="preserve"> SET Astra_Zakazka_Poznamka "" \* MERGEFORMAT </w:instrText>
      </w:r>
      <w:r>
        <w:fldChar w:fldCharType="separate"/>
      </w:r>
      <w:r w:rsidR="00AF4300">
        <w:rPr>
          <w:noProof/>
        </w:rPr>
        <w:t xml:space="preserve"> </w:t>
      </w:r>
      <w:r>
        <w:fldChar w:fldCharType="end"/>
      </w:r>
      <w:r>
        <w:fldChar w:fldCharType="begin"/>
      </w:r>
      <w:r w:rsidR="00AF4300">
        <w:instrText xml:space="preserve"> SET Astra_Zakazka_Objekty "" \* MERGEFORMAT </w:instrText>
      </w:r>
      <w:r>
        <w:fldChar w:fldCharType="separate"/>
      </w:r>
      <w:r w:rsidR="00AF4300">
        <w:rPr>
          <w:noProof/>
        </w:rPr>
        <w:t xml:space="preserve"> </w:t>
      </w:r>
      <w:r>
        <w:fldChar w:fldCharType="end"/>
      </w:r>
      <w:r>
        <w:fldChar w:fldCharType="begin"/>
      </w:r>
      <w:r w:rsidR="00AF4300">
        <w:instrText xml:space="preserve"> SET Astra_Zakazka_AC "79-11" \* MERGEFORMAT </w:instrText>
      </w:r>
      <w:r>
        <w:fldChar w:fldCharType="separate"/>
      </w:r>
      <w:r w:rsidR="00AF4300">
        <w:rPr>
          <w:noProof/>
        </w:rPr>
        <w:t>79-11</w:t>
      </w:r>
      <w:r>
        <w:fldChar w:fldCharType="end"/>
      </w:r>
      <w:r>
        <w:fldChar w:fldCharType="begin"/>
      </w:r>
      <w:r w:rsidR="00AF4300">
        <w:instrText xml:space="preserve"> SET Astra_Zakazka_ZC "11-045-234-PD" \* MERGEFORMAT </w:instrText>
      </w:r>
      <w:r>
        <w:fldChar w:fldCharType="separate"/>
      </w:r>
      <w:r w:rsidR="00AF4300">
        <w:rPr>
          <w:noProof/>
        </w:rPr>
        <w:t>11-045-234-PD</w:t>
      </w:r>
      <w:r>
        <w:fldChar w:fldCharType="end"/>
      </w:r>
      <w:r>
        <w:fldChar w:fldCharType="begin"/>
      </w:r>
      <w:r w:rsidR="00AF4300">
        <w:instrText xml:space="preserve"> SET Astra_Zakazka_Investor "SŽDC, s.o." \* MERGEFORMAT </w:instrText>
      </w:r>
      <w:r>
        <w:fldChar w:fldCharType="separate"/>
      </w:r>
      <w:r w:rsidR="00AF4300">
        <w:rPr>
          <w:noProof/>
        </w:rPr>
        <w:t>SŽDC, s.o.</w:t>
      </w:r>
      <w:r>
        <w:fldChar w:fldCharType="end"/>
      </w:r>
      <w:r>
        <w:fldChar w:fldCharType="begin"/>
      </w:r>
      <w:r w:rsidR="00AF4300">
        <w:instrText xml:space="preserve"> SET Astra_Zakazka_Obec "Praha 1, Nové Město, Dlážděná 1003/7" \* MERGEFORMAT </w:instrText>
      </w:r>
      <w:r>
        <w:fldChar w:fldCharType="separate"/>
      </w:r>
      <w:r w:rsidR="00AF4300">
        <w:rPr>
          <w:noProof/>
        </w:rPr>
        <w:t>Praha 1, Nové Město, Dlážděná 1003/7</w:t>
      </w:r>
      <w:r>
        <w:fldChar w:fldCharType="end"/>
      </w:r>
      <w:r>
        <w:fldChar w:fldCharType="begin"/>
      </w:r>
      <w:r w:rsidR="00AF4300">
        <w:instrText xml:space="preserve"> SET Astra_Zakazka_Okres "" \* MERGEFORMAT </w:instrText>
      </w:r>
      <w:r>
        <w:fldChar w:fldCharType="separate"/>
      </w:r>
      <w:r w:rsidR="00AF4300">
        <w:rPr>
          <w:noProof/>
        </w:rPr>
        <w:t xml:space="preserve"> </w:t>
      </w:r>
      <w:r>
        <w:fldChar w:fldCharType="end"/>
      </w:r>
      <w:r>
        <w:fldChar w:fldCharType="begin"/>
      </w:r>
      <w:r w:rsidR="00AF4300">
        <w:instrText xml:space="preserve"> SET Astra_Zakazka_HIP "Ing. P.Šudřich" \* MERGEFORMAT </w:instrText>
      </w:r>
      <w:r>
        <w:fldChar w:fldCharType="separate"/>
      </w:r>
      <w:r w:rsidR="00AF4300">
        <w:rPr>
          <w:noProof/>
        </w:rPr>
        <w:t>Ing. P.Šudřich</w:t>
      </w:r>
      <w:r>
        <w:fldChar w:fldCharType="end"/>
      </w:r>
      <w:r>
        <w:fldChar w:fldCharType="begin"/>
      </w:r>
      <w:r w:rsidR="00AF4300">
        <w:instrText xml:space="preserve"> SET Astra_Zakazka_Kod "79_11" \* MERGEFORMAT </w:instrText>
      </w:r>
      <w:r>
        <w:fldChar w:fldCharType="separate"/>
      </w:r>
      <w:r w:rsidR="00AF4300">
        <w:rPr>
          <w:noProof/>
        </w:rPr>
        <w:t>79_11</w:t>
      </w:r>
      <w:r>
        <w:fldChar w:fldCharType="end"/>
      </w:r>
      <w:r>
        <w:fldChar w:fldCharType="begin"/>
      </w:r>
      <w:r w:rsidR="00AF4300">
        <w:instrText xml:space="preserve"> SET Astra_Zakazka_Nazev2 "" \* MERGEFORMAT </w:instrText>
      </w:r>
      <w:r>
        <w:fldChar w:fldCharType="separate"/>
      </w:r>
      <w:r w:rsidR="00AF4300">
        <w:rPr>
          <w:noProof/>
        </w:rPr>
        <w:t xml:space="preserve"> </w:t>
      </w:r>
      <w:r>
        <w:fldChar w:fldCharType="end"/>
      </w:r>
      <w:r>
        <w:fldChar w:fldCharType="begin"/>
      </w:r>
      <w:r w:rsidR="00AF4300">
        <w:instrText xml:space="preserve"> SET Astra_Zakazka_Nazev1 "Osvětlení přístřešků a přeložky" \* MERGEFORMAT </w:instrText>
      </w:r>
      <w:r>
        <w:fldChar w:fldCharType="separate"/>
      </w:r>
      <w:r w:rsidR="00AF4300">
        <w:rPr>
          <w:noProof/>
        </w:rPr>
        <w:t>Osvětlení přístřešků a přeložky</w:t>
      </w:r>
      <w:r>
        <w:fldChar w:fldCharType="end"/>
      </w:r>
      <w:r>
        <w:fldChar w:fldCharType="begin"/>
      </w:r>
      <w:r w:rsidR="00AF4300">
        <w:instrText xml:space="preserve"> SET Astra_ProjektDokumenty_Dokumenty "Seznam příloh</w:instrText>
      </w:r>
      <w:r w:rsidR="00AF4300">
        <w:tab/>
        <w:instrText>79-11</w:instrText>
      </w:r>
      <w:r w:rsidR="00AF4300">
        <w:tab/>
        <w:instrText>00</w:instrText>
      </w:r>
      <w:r w:rsidR="00AF4300">
        <w:cr/>
        <w:instrText>TZ</w:instrText>
      </w:r>
      <w:r w:rsidR="00AF4300">
        <w:tab/>
        <w:instrText>79-11</w:instrText>
      </w:r>
      <w:r w:rsidR="00AF4300">
        <w:tab/>
        <w:instrText>01</w:instrText>
      </w:r>
      <w:r w:rsidR="00AF4300">
        <w:cr/>
        <w:instrText>Příspěvek do STZ</w:instrText>
      </w:r>
      <w:r w:rsidR="00AF4300">
        <w:tab/>
        <w:instrText>79-11</w:instrText>
      </w:r>
      <w:r w:rsidR="00AF4300">
        <w:tab/>
        <w:instrText>01_STZ</w:instrText>
      </w:r>
      <w:r w:rsidR="00AF4300">
        <w:cr/>
        <w:instrText>Situace</w:instrText>
      </w:r>
      <w:r w:rsidR="00AF4300">
        <w:tab/>
        <w:instrText>79-11</w:instrText>
      </w:r>
      <w:r w:rsidR="00AF4300">
        <w:tab/>
        <w:instrText>02</w:instrText>
      </w:r>
      <w:r w:rsidR="00AF4300">
        <w:cr/>
        <w:instrText>Přehledové schéma</w:instrText>
      </w:r>
      <w:r w:rsidR="00AF4300">
        <w:tab/>
        <w:instrText>79-11</w:instrText>
      </w:r>
      <w:r w:rsidR="00AF4300">
        <w:tab/>
        <w:instrText>03</w:instrText>
      </w:r>
      <w:r w:rsidR="00AF4300">
        <w:cr/>
        <w:instrText xml:space="preserve">" \* MERGEFORMAT </w:instrText>
      </w:r>
      <w:r>
        <w:fldChar w:fldCharType="separate"/>
      </w:r>
      <w:r w:rsidR="00AF4300">
        <w:rPr>
          <w:noProof/>
        </w:rPr>
        <w:t>Seznam příloh</w:t>
      </w:r>
      <w:r w:rsidR="00AF4300">
        <w:rPr>
          <w:noProof/>
        </w:rPr>
        <w:tab/>
        <w:t>79-11</w:t>
      </w:r>
      <w:r w:rsidR="00AF4300">
        <w:rPr>
          <w:noProof/>
        </w:rPr>
        <w:tab/>
        <w:t>00</w:t>
      </w:r>
      <w:r w:rsidR="00AF4300">
        <w:rPr>
          <w:noProof/>
        </w:rPr>
        <w:cr/>
        <w:t>TZ</w:t>
      </w:r>
      <w:r w:rsidR="00AF4300">
        <w:rPr>
          <w:noProof/>
        </w:rPr>
        <w:tab/>
        <w:t>79-11</w:t>
      </w:r>
      <w:r w:rsidR="00AF4300">
        <w:rPr>
          <w:noProof/>
        </w:rPr>
        <w:tab/>
        <w:t>01</w:t>
      </w:r>
      <w:r w:rsidR="00AF4300">
        <w:rPr>
          <w:noProof/>
        </w:rPr>
        <w:cr/>
        <w:t>Příspěvek do STZ</w:t>
      </w:r>
      <w:r w:rsidR="00AF4300">
        <w:rPr>
          <w:noProof/>
        </w:rPr>
        <w:tab/>
        <w:t>79-11</w:t>
      </w:r>
      <w:r w:rsidR="00AF4300">
        <w:rPr>
          <w:noProof/>
        </w:rPr>
        <w:tab/>
        <w:t>01_STZ</w:t>
      </w:r>
      <w:r w:rsidR="00AF4300">
        <w:rPr>
          <w:noProof/>
        </w:rPr>
        <w:cr/>
        <w:t>Situace</w:t>
      </w:r>
      <w:r w:rsidR="00AF4300">
        <w:rPr>
          <w:noProof/>
        </w:rPr>
        <w:tab/>
        <w:t>79-11</w:t>
      </w:r>
      <w:r w:rsidR="00AF4300">
        <w:rPr>
          <w:noProof/>
        </w:rPr>
        <w:tab/>
        <w:t>02</w:t>
      </w:r>
      <w:r w:rsidR="00AF4300">
        <w:rPr>
          <w:noProof/>
        </w:rPr>
        <w:cr/>
        <w:t>Přehledové schéma</w:t>
      </w:r>
      <w:r w:rsidR="00AF4300">
        <w:rPr>
          <w:noProof/>
        </w:rPr>
        <w:tab/>
        <w:t>79-11</w:t>
      </w:r>
      <w:r w:rsidR="00AF4300">
        <w:rPr>
          <w:noProof/>
        </w:rPr>
        <w:tab/>
        <w:t>03</w:t>
      </w:r>
      <w:r w:rsidR="00AF4300">
        <w:rPr>
          <w:noProof/>
        </w:rPr>
        <w:cr/>
      </w:r>
      <w:r>
        <w:fldChar w:fldCharType="end"/>
      </w:r>
      <w:r>
        <w:fldChar w:fldCharType="begin"/>
      </w:r>
      <w:r w:rsidR="00AF4300">
        <w:instrText xml:space="preserve"> SET Astra_Projekt_DbStruktura "C:\Users\Public\Documents\Astra 92\Astra\Structure\Astra-EPC-cz.xls" \* MERGEFORMAT </w:instrText>
      </w:r>
      <w:r>
        <w:fldChar w:fldCharType="separate"/>
      </w:r>
      <w:r w:rsidR="00AF4300">
        <w:rPr>
          <w:noProof/>
        </w:rPr>
        <w:t>C:\Users\Public\Documents\Astra 92\Astra\Structure\Astra-EPC-cz.xls</w:t>
      </w:r>
      <w:r>
        <w:fldChar w:fldCharType="end"/>
      </w:r>
      <w:r>
        <w:fldChar w:fldCharType="begin"/>
      </w:r>
      <w:r w:rsidR="00AF4300">
        <w:instrText xml:space="preserve"> SET Astra_Projekt_DbLegenda "" \* MERGEFORMAT </w:instrText>
      </w:r>
      <w:r>
        <w:fldChar w:fldCharType="separate"/>
      </w:r>
      <w:r w:rsidR="00AF4300">
        <w:rPr>
          <w:noProof/>
        </w:rPr>
        <w:t xml:space="preserve"> </w:t>
      </w:r>
      <w:r>
        <w:fldChar w:fldCharType="end"/>
      </w:r>
      <w:r>
        <w:fldChar w:fldCharType="begin"/>
      </w:r>
      <w:r w:rsidR="00AF4300">
        <w:instrText xml:space="preserve"> SET Astra_Projekt_Poznamka "" \* MERGEFORMAT </w:instrText>
      </w:r>
      <w:r>
        <w:fldChar w:fldCharType="separate"/>
      </w:r>
      <w:r w:rsidR="00AF4300">
        <w:rPr>
          <w:noProof/>
        </w:rPr>
        <w:t xml:space="preserve"> </w:t>
      </w:r>
      <w:r>
        <w:fldChar w:fldCharType="end"/>
      </w:r>
      <w:r>
        <w:fldChar w:fldCharType="begin"/>
      </w:r>
      <w:r w:rsidR="00AF4300">
        <w:instrText xml:space="preserve"> SET Astra_Projekt_StupenNazev "Dokumentace pro územní řízení" \* MERGEFORMAT </w:instrText>
      </w:r>
      <w:r>
        <w:fldChar w:fldCharType="separate"/>
      </w:r>
      <w:r w:rsidR="00AF4300">
        <w:rPr>
          <w:noProof/>
        </w:rPr>
        <w:t>Dokumentace pro územní řízení</w:t>
      </w:r>
      <w:r>
        <w:fldChar w:fldCharType="end"/>
      </w:r>
      <w:r>
        <w:fldChar w:fldCharType="begin"/>
      </w:r>
      <w:r w:rsidR="00AF4300">
        <w:instrText xml:space="preserve"> SET Astra_Projekt_Stupen "DUR" \* MERGEFORMAT </w:instrText>
      </w:r>
      <w:r>
        <w:fldChar w:fldCharType="separate"/>
      </w:r>
      <w:r w:rsidR="00AF4300">
        <w:rPr>
          <w:noProof/>
        </w:rPr>
        <w:t>DUR</w:t>
      </w:r>
      <w:r>
        <w:fldChar w:fldCharType="end"/>
      </w:r>
      <w:r>
        <w:fldChar w:fldCharType="begin"/>
      </w:r>
      <w:r w:rsidR="00AF4300">
        <w:instrText xml:space="preserve"> SET Astra_Projekt_Druh "100" \* MERGEFORMAT </w:instrText>
      </w:r>
      <w:r>
        <w:fldChar w:fldCharType="separate"/>
      </w:r>
      <w:r w:rsidR="00AF4300">
        <w:rPr>
          <w:noProof/>
        </w:rPr>
        <w:t>100</w:t>
      </w:r>
      <w:r>
        <w:fldChar w:fldCharType="end"/>
      </w:r>
      <w:r>
        <w:fldChar w:fldCharType="begin"/>
      </w:r>
      <w:r w:rsidR="00AF4300">
        <w:instrText xml:space="preserve"> SET Astra_Projekt_VPT "" \* MERGEFORMAT </w:instrText>
      </w:r>
      <w:r>
        <w:fldChar w:fldCharType="separate"/>
      </w:r>
      <w:r w:rsidR="00AF4300">
        <w:rPr>
          <w:noProof/>
        </w:rPr>
        <w:t xml:space="preserve"> </w:t>
      </w:r>
      <w:r>
        <w:fldChar w:fldCharType="end"/>
      </w:r>
      <w:r>
        <w:fldChar w:fldCharType="begin"/>
      </w:r>
      <w:r w:rsidR="00AF4300">
        <w:instrText xml:space="preserve"> SET Astra_Projekt_VPS "" \* MERGEFORMAT </w:instrText>
      </w:r>
      <w:r>
        <w:fldChar w:fldCharType="separate"/>
      </w:r>
      <w:r w:rsidR="00AF4300">
        <w:rPr>
          <w:noProof/>
        </w:rPr>
        <w:t xml:space="preserve"> </w:t>
      </w:r>
      <w:r>
        <w:fldChar w:fldCharType="end"/>
      </w:r>
      <w:r>
        <w:fldChar w:fldCharType="begin"/>
      </w:r>
      <w:r w:rsidR="00AF4300">
        <w:instrText xml:space="preserve"> SET Astra_Projekt_Architekt "" \* MERGEFORMAT </w:instrText>
      </w:r>
      <w:r>
        <w:fldChar w:fldCharType="separate"/>
      </w:r>
      <w:r w:rsidR="00AF4300">
        <w:rPr>
          <w:noProof/>
        </w:rPr>
        <w:t xml:space="preserve"> </w:t>
      </w:r>
      <w:r>
        <w:fldChar w:fldCharType="end"/>
      </w:r>
      <w:r>
        <w:fldChar w:fldCharType="begin"/>
      </w:r>
      <w:r w:rsidR="00AF4300">
        <w:instrText xml:space="preserve"> SET Astra_Projekt_Kontrola "Ing. Miroslav Kranich" \* MERGEFORMAT </w:instrText>
      </w:r>
      <w:r>
        <w:fldChar w:fldCharType="separate"/>
      </w:r>
      <w:r w:rsidR="00AF4300">
        <w:rPr>
          <w:noProof/>
        </w:rPr>
        <w:t>Ing. Miroslav Kranich</w:t>
      </w:r>
      <w:r>
        <w:fldChar w:fldCharType="end"/>
      </w:r>
      <w:r>
        <w:fldChar w:fldCharType="begin"/>
      </w:r>
      <w:r w:rsidR="00AF4300">
        <w:instrText xml:space="preserve"> SET Astra_Projekt_OPP "Ing. Martin Množil" \* MERGEFORMAT </w:instrText>
      </w:r>
      <w:r>
        <w:fldChar w:fldCharType="separate"/>
      </w:r>
      <w:r w:rsidR="00AF4300">
        <w:rPr>
          <w:noProof/>
        </w:rPr>
        <w:t>Ing. Martin Množil</w:t>
      </w:r>
      <w:r>
        <w:fldChar w:fldCharType="end"/>
      </w:r>
      <w:r>
        <w:fldChar w:fldCharType="begin"/>
      </w:r>
      <w:r w:rsidR="00AF4300">
        <w:instrText xml:space="preserve"> SET Astra_Projekt_Projektant "Ing. Martin Množil" \* MERGEFORMAT </w:instrText>
      </w:r>
      <w:r>
        <w:fldChar w:fldCharType="separate"/>
      </w:r>
      <w:r w:rsidR="00AF4300">
        <w:rPr>
          <w:noProof/>
        </w:rPr>
        <w:t>Ing. Martin Množil</w:t>
      </w:r>
      <w:r>
        <w:fldChar w:fldCharType="end"/>
      </w:r>
      <w:r>
        <w:fldChar w:fldCharType="begin"/>
      </w:r>
      <w:r w:rsidR="00AF4300">
        <w:instrText xml:space="preserve"> SET Astra_Projekt_Nazev2 "" \* MERGEFORMAT </w:instrText>
      </w:r>
      <w:r>
        <w:fldChar w:fldCharType="separate"/>
      </w:r>
      <w:r w:rsidR="00AF4300">
        <w:rPr>
          <w:noProof/>
        </w:rPr>
        <w:t xml:space="preserve"> </w:t>
      </w:r>
      <w:r>
        <w:fldChar w:fldCharType="end"/>
      </w:r>
      <w:r>
        <w:fldChar w:fldCharType="begin"/>
      </w:r>
      <w:r w:rsidR="00AF4300">
        <w:instrText xml:space="preserve"> SET Astra_Projekt_Nazev1 "SO 01.1 zast. Brňov, přeložka sítě ČEZ Distribuce" \* MERGEFORMAT </w:instrText>
      </w:r>
      <w:r>
        <w:fldChar w:fldCharType="separate"/>
      </w:r>
      <w:r w:rsidR="00AF4300">
        <w:rPr>
          <w:noProof/>
        </w:rPr>
        <w:t>SO 01.1 zast. Brňov, přeložka sítě ČEZ Distribuce</w:t>
      </w:r>
      <w:r>
        <w:fldChar w:fldCharType="end"/>
      </w:r>
      <w:r>
        <w:fldChar w:fldCharType="begin"/>
      </w:r>
      <w:r w:rsidR="00AF4300">
        <w:instrText xml:space="preserve"> SET Astra_Profese_Predpona "EPC" \* MERGEFORMAT </w:instrText>
      </w:r>
      <w:r>
        <w:fldChar w:fldCharType="separate"/>
      </w:r>
      <w:r w:rsidR="00AF4300">
        <w:rPr>
          <w:noProof/>
        </w:rPr>
        <w:t>EPC</w:t>
      </w:r>
      <w:r>
        <w:fldChar w:fldCharType="end"/>
      </w:r>
      <w:r>
        <w:fldChar w:fldCharType="begin"/>
      </w:r>
      <w:r w:rsidR="00AF4300">
        <w:instrText xml:space="preserve"> SET Astra_Profese_KodVychozi "E" \* MERGEFORMAT </w:instrText>
      </w:r>
      <w:r>
        <w:fldChar w:fldCharType="separate"/>
      </w:r>
      <w:r w:rsidR="00AF4300">
        <w:rPr>
          <w:noProof/>
        </w:rPr>
        <w:t>E</w:t>
      </w:r>
      <w:r>
        <w:fldChar w:fldCharType="end"/>
      </w:r>
      <w:r>
        <w:fldChar w:fldCharType="begin"/>
      </w:r>
      <w:r w:rsidR="00AF4300">
        <w:instrText xml:space="preserve"> SET Astra_Profese_Kod "Br_CEZ" \* MERGEFORMAT </w:instrText>
      </w:r>
      <w:r>
        <w:fldChar w:fldCharType="separate"/>
      </w:r>
      <w:r w:rsidR="00AF4300">
        <w:rPr>
          <w:noProof/>
        </w:rPr>
        <w:t>Br_CEZ</w:t>
      </w:r>
      <w:r>
        <w:fldChar w:fldCharType="end"/>
      </w:r>
      <w:r>
        <w:fldChar w:fldCharType="begin"/>
      </w:r>
      <w:r w:rsidR="00AF4300">
        <w:instrText xml:space="preserve"> SET Astra_Profese_Nazev "Elektroinstalace" \* MERGEFORMAT </w:instrText>
      </w:r>
      <w:r>
        <w:fldChar w:fldCharType="separate"/>
      </w:r>
      <w:r w:rsidR="00AF4300">
        <w:rPr>
          <w:noProof/>
        </w:rPr>
        <w:t>Elektroinstalace</w:t>
      </w:r>
      <w:r>
        <w:fldChar w:fldCharType="end"/>
      </w:r>
      <w:r>
        <w:fldChar w:fldCharType="begin"/>
      </w:r>
      <w:r w:rsidR="00AF4300">
        <w:instrText xml:space="preserve"> SET Astra_Uzivatel_PrijmeniZakazka "a.s." \* MERGEFORMAT </w:instrText>
      </w:r>
      <w:r>
        <w:fldChar w:fldCharType="separate"/>
      </w:r>
      <w:r w:rsidR="00AF4300">
        <w:rPr>
          <w:noProof/>
        </w:rPr>
        <w:t>a.s.</w:t>
      </w:r>
      <w:r>
        <w:fldChar w:fldCharType="end"/>
      </w:r>
      <w:r>
        <w:fldChar w:fldCharType="begin"/>
      </w:r>
      <w:r w:rsidR="00AF4300">
        <w:instrText xml:space="preserve"> SET Astra_Uzivatel_JmenoZakazka "ASTRA 92" \* MERGEFORMAT </w:instrText>
      </w:r>
      <w:r>
        <w:fldChar w:fldCharType="separate"/>
      </w:r>
      <w:r w:rsidR="00AF4300">
        <w:rPr>
          <w:noProof/>
        </w:rPr>
        <w:t>ASTRA 92</w:t>
      </w:r>
      <w:r>
        <w:fldChar w:fldCharType="end"/>
      </w:r>
      <w:r>
        <w:fldChar w:fldCharType="begin"/>
      </w:r>
      <w:r w:rsidR="00AF4300">
        <w:instrText xml:space="preserve"> SET Astra_Uzivatel_PrijmeniProjekt "a.s." \* MERGEFORMAT </w:instrText>
      </w:r>
      <w:r>
        <w:fldChar w:fldCharType="separate"/>
      </w:r>
      <w:r w:rsidR="00AF4300">
        <w:rPr>
          <w:noProof/>
        </w:rPr>
        <w:t>a.s.</w:t>
      </w:r>
      <w:r>
        <w:fldChar w:fldCharType="end"/>
      </w:r>
      <w:r>
        <w:fldChar w:fldCharType="begin"/>
      </w:r>
      <w:r w:rsidR="00AF4300">
        <w:instrText xml:space="preserve"> SET Astra_Uzivatel_JmenoProjekt "ASTRA 92" \* MERGEFORMAT </w:instrText>
      </w:r>
      <w:r>
        <w:fldChar w:fldCharType="separate"/>
      </w:r>
      <w:r w:rsidR="00AF4300">
        <w:rPr>
          <w:noProof/>
        </w:rPr>
        <w:t>ASTRA 92</w:t>
      </w:r>
      <w:r>
        <w:fldChar w:fldCharType="end"/>
      </w:r>
      <w:r>
        <w:fldChar w:fldCharType="begin"/>
      </w:r>
      <w:r w:rsidR="00AF4300">
        <w:instrText xml:space="preserve"> SET Astra_Uzivatel_PrijmeniDokument "a.s." \* MERGEFORMAT </w:instrText>
      </w:r>
      <w:r>
        <w:fldChar w:fldCharType="separate"/>
      </w:r>
      <w:r w:rsidR="00AF4300">
        <w:rPr>
          <w:noProof/>
        </w:rPr>
        <w:t>a.s.</w:t>
      </w:r>
      <w:r>
        <w:fldChar w:fldCharType="end"/>
      </w:r>
      <w:r>
        <w:fldChar w:fldCharType="begin"/>
      </w:r>
      <w:r w:rsidR="00AF4300">
        <w:instrText xml:space="preserve"> SET Astra_Uzivatel_JmenoDokument "ASTRA 92" \* MERGEFORMAT </w:instrText>
      </w:r>
      <w:r>
        <w:fldChar w:fldCharType="separate"/>
      </w:r>
      <w:r w:rsidR="00AF4300">
        <w:rPr>
          <w:noProof/>
        </w:rPr>
        <w:t>ASTRA 92</w:t>
      </w:r>
      <w:r>
        <w:fldChar w:fldCharType="end"/>
      </w:r>
      <w:r>
        <w:fldChar w:fldCharType="begin"/>
      </w:r>
      <w:r w:rsidR="00AF4300">
        <w:instrText xml:space="preserve"> SET Astra_Dokument_Podlazi "0" \* MERGEFORMAT </w:instrText>
      </w:r>
      <w:r>
        <w:fldChar w:fldCharType="separate"/>
      </w:r>
      <w:r w:rsidR="00AF4300">
        <w:rPr>
          <w:noProof/>
        </w:rPr>
        <w:t>0</w:t>
      </w:r>
      <w:r>
        <w:fldChar w:fldCharType="end"/>
      </w:r>
      <w:r>
        <w:fldChar w:fldCharType="begin"/>
      </w:r>
      <w:r w:rsidR="00AF4300">
        <w:instrText xml:space="preserve"> SET Astra_Dokument_Poznamka "" \* MERGEFORMAT </w:instrText>
      </w:r>
      <w:r>
        <w:fldChar w:fldCharType="separate"/>
      </w:r>
      <w:r w:rsidR="00AF4300">
        <w:rPr>
          <w:noProof/>
        </w:rPr>
        <w:t xml:space="preserve"> </w:t>
      </w:r>
      <w:r>
        <w:fldChar w:fldCharType="end"/>
      </w:r>
      <w:r>
        <w:fldChar w:fldCharType="begin"/>
      </w:r>
      <w:r w:rsidR="00AF4300">
        <w:instrText xml:space="preserve"> SET Astra_Dokument_Druh "1" \* MERGEFORMAT </w:instrText>
      </w:r>
      <w:r>
        <w:fldChar w:fldCharType="separate"/>
      </w:r>
      <w:r w:rsidR="00AF4300">
        <w:rPr>
          <w:noProof/>
        </w:rPr>
        <w:t>1</w:t>
      </w:r>
      <w:r>
        <w:fldChar w:fldCharType="end"/>
      </w:r>
      <w:r>
        <w:fldChar w:fldCharType="begin"/>
      </w:r>
      <w:r w:rsidR="00AF4300">
        <w:instrText xml:space="preserve"> SET Astra_Dokument_Kod "01" \* MERGEFORMAT </w:instrText>
      </w:r>
      <w:r>
        <w:fldChar w:fldCharType="separate"/>
      </w:r>
      <w:r w:rsidR="00AF4300">
        <w:rPr>
          <w:noProof/>
        </w:rPr>
        <w:t>01</w:t>
      </w:r>
      <w:r>
        <w:fldChar w:fldCharType="end"/>
      </w:r>
      <w:r>
        <w:fldChar w:fldCharType="begin"/>
      </w:r>
      <w:r w:rsidR="00AF4300">
        <w:instrText xml:space="preserve"> SET Astra_Dokument_Nazev "TZ" \* MERGEFORMAT </w:instrText>
      </w:r>
      <w:r>
        <w:fldChar w:fldCharType="separate"/>
      </w:r>
      <w:r w:rsidR="00AF4300">
        <w:rPr>
          <w:noProof/>
        </w:rPr>
        <w:t>TZ</w:t>
      </w:r>
      <w:r>
        <w:fldChar w:fldCharType="end"/>
      </w:r>
      <w:r>
        <w:fldChar w:fldCharType="begin"/>
      </w:r>
      <w:r w:rsidR="00AF4300">
        <w:instrText xml:space="preserve"> SET Astra_Astra_ZkratkaJazyka "cz" \* MERGEFORMAT </w:instrText>
      </w:r>
      <w:r>
        <w:fldChar w:fldCharType="separate"/>
      </w:r>
      <w:r w:rsidR="00AF4300">
        <w:rPr>
          <w:noProof/>
        </w:rPr>
        <w:t>cz</w:t>
      </w:r>
      <w:r>
        <w:fldChar w:fldCharType="end"/>
      </w:r>
      <w:r>
        <w:fldChar w:fldCharType="begin"/>
      </w:r>
      <w:r w:rsidR="00AF4300">
        <w:instrText xml:space="preserve"> SET Astra_RunWord_InfoText "1" \* MERGEFORMAT </w:instrText>
      </w:r>
      <w:r>
        <w:fldChar w:fldCharType="separate"/>
      </w:r>
      <w:r w:rsidR="00AF4300">
        <w:rPr>
          <w:noProof/>
        </w:rPr>
        <w:t>1</w:t>
      </w:r>
      <w:r>
        <w:fldChar w:fldCharType="end"/>
      </w:r>
      <w:r>
        <w:fldChar w:fldCharType="begin"/>
      </w:r>
      <w:r w:rsidR="00AF4300">
        <w:instrText xml:space="preserve"> SET Astra_RunWord_InfoPoleZnakAktualizace "?" \* MERGEFORMAT </w:instrText>
      </w:r>
      <w:r>
        <w:fldChar w:fldCharType="separate"/>
      </w:r>
      <w:r w:rsidR="00AF4300">
        <w:rPr>
          <w:noProof/>
        </w:rPr>
        <w:t>?</w:t>
      </w:r>
      <w:r>
        <w:fldChar w:fldCharType="end"/>
      </w:r>
      <w:r>
        <w:fldChar w:fldCharType="begin"/>
      </w:r>
      <w:r w:rsidR="00AF4300">
        <w:instrText xml:space="preserve"> SET Astra_RunWord_InfoPole "1" \* MERGEFORMAT </w:instrText>
      </w:r>
      <w:r>
        <w:fldChar w:fldCharType="separate"/>
      </w:r>
      <w:r w:rsidR="00AF4300">
        <w:rPr>
          <w:noProof/>
        </w:rPr>
        <w:t>1</w:t>
      </w:r>
      <w:r>
        <w:fldChar w:fldCharType="end"/>
      </w:r>
      <w:r>
        <w:fldChar w:fldCharType="begin"/>
      </w:r>
      <w:r w:rsidR="00A46158">
        <w:instrText xml:space="preserve"> SET Astra_Slozky_Temp "C:\Users\Public\Documents\Astra 92\Astra\Temp\EPC\Doc\" \* MERGEFORMAT </w:instrText>
      </w:r>
      <w:r>
        <w:fldChar w:fldCharType="separate"/>
      </w:r>
      <w:r w:rsidR="00A46158">
        <w:rPr>
          <w:noProof/>
        </w:rPr>
        <w:t xml:space="preserve">C:\Users\Public\Documents\Astra 92\Astra\Temp\EPC\Doc\" \* MERGEFORMAT </w:t>
      </w:r>
      <w:r>
        <w:fldChar w:fldCharType="end"/>
      </w:r>
      <w:r>
        <w:fldChar w:fldCharType="begin"/>
      </w:r>
      <w:r w:rsidR="00A46158">
        <w:instrText xml:space="preserve"> SET Astra_Slozky_Structure "C:\Users\Public\Documents\Astra 92\Astra\Structure\" \* MERGEFORMAT </w:instrText>
      </w:r>
      <w:r>
        <w:fldChar w:fldCharType="separate"/>
      </w:r>
      <w:r w:rsidR="00A46158">
        <w:rPr>
          <w:noProof/>
        </w:rPr>
        <w:t xml:space="preserve">C:\Users\Public\Documents\Astra 92\Astra\Structure\" \* MERGEFORMAT </w:t>
      </w:r>
      <w:r>
        <w:fldChar w:fldCharType="end"/>
      </w:r>
      <w:r>
        <w:fldChar w:fldCharType="begin"/>
      </w:r>
      <w:r w:rsidR="00A46158">
        <w:instrText xml:space="preserve"> SET Astra_Slozky_Module "C:\Users\Public\Documents\Astra 92\Astra\Module\EPC\Doc\" \* MERGEFORMAT </w:instrText>
      </w:r>
      <w:r>
        <w:fldChar w:fldCharType="separate"/>
      </w:r>
      <w:r w:rsidR="00A46158">
        <w:rPr>
          <w:noProof/>
        </w:rPr>
        <w:t xml:space="preserve">C:\Users\Public\Documents\Astra 92\Astra\Module\EPC\Doc\" \* MERGEFORMAT </w:t>
      </w:r>
      <w:r>
        <w:fldChar w:fldCharType="end"/>
      </w:r>
      <w:r>
        <w:fldChar w:fldCharType="begin"/>
      </w:r>
      <w:r w:rsidR="00A46158">
        <w:instrText xml:space="preserve"> SET Astra_Slozky_Data "C:\Users\Public\Documents\Astra 92\Data\EPC\" \* MERGEFORMAT </w:instrText>
      </w:r>
      <w:r>
        <w:fldChar w:fldCharType="separate"/>
      </w:r>
      <w:r w:rsidR="00A46158">
        <w:rPr>
          <w:noProof/>
        </w:rPr>
        <w:t xml:space="preserve">C:\Users\Public\Documents\Astra 92\Data\EPC\" \* MERGEFORMAT </w:t>
      </w:r>
      <w:r>
        <w:fldChar w:fldCharType="end"/>
      </w:r>
      <w:r>
        <w:fldChar w:fldCharType="begin"/>
      </w:r>
      <w:r w:rsidR="00A46158">
        <w:instrText xml:space="preserve"> SET Astra_Slozky_All "C:\Users\Public\Documents\Astra 92\Astra\All\" \* MERGEFORMAT </w:instrText>
      </w:r>
      <w:r>
        <w:fldChar w:fldCharType="separate"/>
      </w:r>
      <w:r w:rsidR="00A46158">
        <w:rPr>
          <w:noProof/>
        </w:rPr>
        <w:t xml:space="preserve">C:\Users\Public\Documents\Astra 92\Astra\All\" \* MERGEFORMAT </w:t>
      </w:r>
      <w:r>
        <w:fldChar w:fldCharType="end"/>
      </w:r>
      <w:r>
        <w:fldChar w:fldCharType="begin"/>
      </w:r>
      <w:r w:rsidR="00A46158">
        <w:instrText xml:space="preserve"> SET Astra_Zakazka_Poznamka "" \* MERGEFORMAT </w:instrText>
      </w:r>
      <w:r>
        <w:fldChar w:fldCharType="separate"/>
      </w:r>
      <w:r w:rsidR="00A46158">
        <w:rPr>
          <w:noProof/>
        </w:rPr>
        <w:t xml:space="preserve"> </w:t>
      </w:r>
      <w:r>
        <w:fldChar w:fldCharType="end"/>
      </w:r>
      <w:r>
        <w:fldChar w:fldCharType="begin"/>
      </w:r>
      <w:r w:rsidR="00A46158">
        <w:instrText xml:space="preserve"> SET Astra_Zakazka_Objekty "" \* MERGEFORMAT </w:instrText>
      </w:r>
      <w:r>
        <w:fldChar w:fldCharType="separate"/>
      </w:r>
      <w:r w:rsidR="00A46158">
        <w:rPr>
          <w:noProof/>
        </w:rPr>
        <w:t xml:space="preserve"> </w:t>
      </w:r>
      <w:r>
        <w:fldChar w:fldCharType="end"/>
      </w:r>
      <w:r>
        <w:fldChar w:fldCharType="begin"/>
      </w:r>
      <w:r w:rsidR="00A46158">
        <w:instrText xml:space="preserve"> SET Astra_Zakazka_AC "79-11" \* MERGEFORMAT </w:instrText>
      </w:r>
      <w:r>
        <w:fldChar w:fldCharType="separate"/>
      </w:r>
      <w:r w:rsidR="00A46158">
        <w:rPr>
          <w:noProof/>
        </w:rPr>
        <w:t>79-11</w:t>
      </w:r>
      <w:r>
        <w:fldChar w:fldCharType="end"/>
      </w:r>
      <w:r>
        <w:fldChar w:fldCharType="begin"/>
      </w:r>
      <w:r w:rsidR="00A46158">
        <w:instrText xml:space="preserve"> SET Astra_Zakazka_ZC "11-045-234-PD" \* MERGEFORMAT </w:instrText>
      </w:r>
      <w:r>
        <w:fldChar w:fldCharType="separate"/>
      </w:r>
      <w:r w:rsidR="00A46158">
        <w:rPr>
          <w:noProof/>
        </w:rPr>
        <w:t>11-045-234-PD</w:t>
      </w:r>
      <w:r>
        <w:fldChar w:fldCharType="end"/>
      </w:r>
      <w:r>
        <w:fldChar w:fldCharType="begin"/>
      </w:r>
      <w:r w:rsidR="00A46158">
        <w:instrText xml:space="preserve"> SET Astra_Zakazka_Investor "SŽDC, s.o." \* MERGEFORMAT </w:instrText>
      </w:r>
      <w:r>
        <w:fldChar w:fldCharType="separate"/>
      </w:r>
      <w:r w:rsidR="00A46158">
        <w:rPr>
          <w:noProof/>
        </w:rPr>
        <w:t>SŽDC, s.o.</w:t>
      </w:r>
      <w:r>
        <w:fldChar w:fldCharType="end"/>
      </w:r>
      <w:r>
        <w:fldChar w:fldCharType="begin"/>
      </w:r>
      <w:r w:rsidR="00A46158">
        <w:instrText xml:space="preserve"> SET Astra_Zakazka_Obec "Praha 1, Nové Město, Dlážděná 1003/7" \* MERGEFORMAT </w:instrText>
      </w:r>
      <w:r>
        <w:fldChar w:fldCharType="separate"/>
      </w:r>
      <w:r w:rsidR="00A46158">
        <w:rPr>
          <w:noProof/>
        </w:rPr>
        <w:t>Praha 1, Nové Město, Dlážděná 1003/7</w:t>
      </w:r>
      <w:r>
        <w:fldChar w:fldCharType="end"/>
      </w:r>
      <w:r>
        <w:fldChar w:fldCharType="begin"/>
      </w:r>
      <w:r w:rsidR="00A46158">
        <w:instrText xml:space="preserve"> SET Astra_Zakazka_Okres "" \* MERGEFORMAT </w:instrText>
      </w:r>
      <w:r>
        <w:fldChar w:fldCharType="separate"/>
      </w:r>
      <w:r w:rsidR="00A46158">
        <w:rPr>
          <w:noProof/>
        </w:rPr>
        <w:t xml:space="preserve"> </w:t>
      </w:r>
      <w:r>
        <w:fldChar w:fldCharType="end"/>
      </w:r>
      <w:r>
        <w:fldChar w:fldCharType="begin"/>
      </w:r>
      <w:r w:rsidR="00A46158">
        <w:instrText xml:space="preserve"> SET Astra_Zakazka_HIP "Ing. P.Šudřich" \* MERGEFORMAT </w:instrText>
      </w:r>
      <w:r>
        <w:fldChar w:fldCharType="separate"/>
      </w:r>
      <w:r w:rsidR="00A46158">
        <w:rPr>
          <w:noProof/>
        </w:rPr>
        <w:t>Ing. P.Šudřich</w:t>
      </w:r>
      <w:r>
        <w:fldChar w:fldCharType="end"/>
      </w:r>
      <w:r>
        <w:fldChar w:fldCharType="begin"/>
      </w:r>
      <w:r w:rsidR="00A46158">
        <w:instrText xml:space="preserve"> SET Astra_Zakazka_Kod "79_11" \* MERGEFORMAT </w:instrText>
      </w:r>
      <w:r>
        <w:fldChar w:fldCharType="separate"/>
      </w:r>
      <w:r w:rsidR="00A46158">
        <w:rPr>
          <w:noProof/>
        </w:rPr>
        <w:t>79_11</w:t>
      </w:r>
      <w:r>
        <w:fldChar w:fldCharType="end"/>
      </w:r>
      <w:r>
        <w:fldChar w:fldCharType="begin"/>
      </w:r>
      <w:r w:rsidR="00A46158">
        <w:instrText xml:space="preserve"> SET Astra_Zakazka_Nazev2 "" \* MERGEFORMAT </w:instrText>
      </w:r>
      <w:r>
        <w:fldChar w:fldCharType="separate"/>
      </w:r>
      <w:r w:rsidR="00A46158">
        <w:rPr>
          <w:noProof/>
        </w:rPr>
        <w:t xml:space="preserve"> </w:t>
      </w:r>
      <w:r>
        <w:fldChar w:fldCharType="end"/>
      </w:r>
      <w:r>
        <w:fldChar w:fldCharType="begin"/>
      </w:r>
      <w:r w:rsidR="00A46158">
        <w:instrText xml:space="preserve"> SET Astra_Zakazka_Nazev1 "Osvětlení přístřešků a přeložky" \* MERGEFORMAT </w:instrText>
      </w:r>
      <w:r>
        <w:fldChar w:fldCharType="separate"/>
      </w:r>
      <w:r w:rsidR="00A46158">
        <w:rPr>
          <w:noProof/>
        </w:rPr>
        <w:t>Osvětlení přístřešků a přeložky</w:t>
      </w:r>
      <w:r>
        <w:fldChar w:fldCharType="end"/>
      </w:r>
      <w:r>
        <w:fldChar w:fldCharType="begin"/>
      </w:r>
      <w:r w:rsidR="00A46158">
        <w:instrText xml:space="preserve"> SET Astra_ProjektDokumenty_Dokumenty "Seznam příloh</w:instrText>
      </w:r>
      <w:r w:rsidR="00A46158">
        <w:tab/>
        <w:instrText>79-11</w:instrText>
      </w:r>
      <w:r w:rsidR="00A46158">
        <w:tab/>
        <w:instrText>00</w:instrText>
      </w:r>
      <w:r w:rsidR="00A46158">
        <w:cr/>
        <w:instrText>TZ</w:instrText>
      </w:r>
      <w:r w:rsidR="00A46158">
        <w:tab/>
        <w:instrText>79-11</w:instrText>
      </w:r>
      <w:r w:rsidR="00A46158">
        <w:tab/>
        <w:instrText>01</w:instrText>
      </w:r>
      <w:r w:rsidR="00A46158">
        <w:cr/>
        <w:instrText xml:space="preserve">" \* MERGEFORMAT </w:instrText>
      </w:r>
      <w:r>
        <w:fldChar w:fldCharType="separate"/>
      </w:r>
      <w:r w:rsidR="00A46158">
        <w:rPr>
          <w:noProof/>
        </w:rPr>
        <w:t>Seznam příloh</w:t>
      </w:r>
      <w:r w:rsidR="00A46158">
        <w:rPr>
          <w:noProof/>
        </w:rPr>
        <w:tab/>
        <w:t>79-11</w:t>
      </w:r>
      <w:r w:rsidR="00A46158">
        <w:rPr>
          <w:noProof/>
        </w:rPr>
        <w:tab/>
        <w:t>00</w:t>
      </w:r>
      <w:r w:rsidR="00A46158">
        <w:rPr>
          <w:noProof/>
        </w:rPr>
        <w:cr/>
        <w:t>TZ</w:t>
      </w:r>
      <w:r w:rsidR="00A46158">
        <w:rPr>
          <w:noProof/>
        </w:rPr>
        <w:tab/>
        <w:t>79-11</w:t>
      </w:r>
      <w:r w:rsidR="00A46158">
        <w:rPr>
          <w:noProof/>
        </w:rPr>
        <w:tab/>
        <w:t>01</w:t>
      </w:r>
      <w:r w:rsidR="00A46158">
        <w:rPr>
          <w:noProof/>
        </w:rPr>
        <w:cr/>
      </w:r>
      <w:r>
        <w:fldChar w:fldCharType="end"/>
      </w:r>
      <w:r>
        <w:fldChar w:fldCharType="begin"/>
      </w:r>
      <w:r w:rsidR="00A46158">
        <w:instrText xml:space="preserve"> SET Astra_Projekt_DbStruktura "C:\Users\Public\Documents\Astra 92\Astra\Structure\Astra-EPC-cz.xls" \* MERGEFORMAT </w:instrText>
      </w:r>
      <w:r>
        <w:fldChar w:fldCharType="separate"/>
      </w:r>
      <w:r w:rsidR="00A46158">
        <w:rPr>
          <w:noProof/>
        </w:rPr>
        <w:t>C:\Users\Public\Documents\Astra 92\Astra\Structure\Astra-EPC-cz.xls</w:t>
      </w:r>
      <w:r>
        <w:fldChar w:fldCharType="end"/>
      </w:r>
      <w:r>
        <w:fldChar w:fldCharType="begin"/>
      </w:r>
      <w:r w:rsidR="00A46158">
        <w:instrText xml:space="preserve"> SET Astra_Projekt_DbLegenda "" \* MERGEFORMAT </w:instrText>
      </w:r>
      <w:r>
        <w:fldChar w:fldCharType="separate"/>
      </w:r>
      <w:r w:rsidR="00A46158">
        <w:rPr>
          <w:noProof/>
        </w:rPr>
        <w:t xml:space="preserve"> </w:t>
      </w:r>
      <w:r>
        <w:fldChar w:fldCharType="end"/>
      </w:r>
      <w:r>
        <w:fldChar w:fldCharType="begin"/>
      </w:r>
      <w:r w:rsidR="00A46158">
        <w:instrText xml:space="preserve"> SET Astra_Projekt_Poznamka "" \* MERGEFORMAT </w:instrText>
      </w:r>
      <w:r>
        <w:fldChar w:fldCharType="separate"/>
      </w:r>
      <w:r w:rsidR="00A46158">
        <w:rPr>
          <w:noProof/>
        </w:rPr>
        <w:t xml:space="preserve"> </w:t>
      </w:r>
      <w:r>
        <w:fldChar w:fldCharType="end"/>
      </w:r>
      <w:r>
        <w:fldChar w:fldCharType="begin"/>
      </w:r>
      <w:r w:rsidR="00A46158">
        <w:instrText xml:space="preserve"> SET Astra_Projekt_StupenNazev "Dokumentace pro územní řízení" \* MERGEFORMAT </w:instrText>
      </w:r>
      <w:r>
        <w:fldChar w:fldCharType="separate"/>
      </w:r>
      <w:r w:rsidR="00A46158">
        <w:rPr>
          <w:noProof/>
        </w:rPr>
        <w:t>Dokumentace pro územní řízení</w:t>
      </w:r>
      <w:r>
        <w:fldChar w:fldCharType="end"/>
      </w:r>
      <w:r>
        <w:fldChar w:fldCharType="begin"/>
      </w:r>
      <w:r w:rsidR="00A46158">
        <w:instrText xml:space="preserve"> SET Astra_Projekt_Stupen "DUR" \* MERGEFORMAT </w:instrText>
      </w:r>
      <w:r>
        <w:fldChar w:fldCharType="separate"/>
      </w:r>
      <w:r w:rsidR="00A46158">
        <w:rPr>
          <w:noProof/>
        </w:rPr>
        <w:t>DUR</w:t>
      </w:r>
      <w:r>
        <w:fldChar w:fldCharType="end"/>
      </w:r>
      <w:r>
        <w:fldChar w:fldCharType="begin"/>
      </w:r>
      <w:r w:rsidR="00A46158">
        <w:instrText xml:space="preserve"> SET Astra_Projekt_Druh "100" \* MERGEFORMAT </w:instrText>
      </w:r>
      <w:r>
        <w:fldChar w:fldCharType="separate"/>
      </w:r>
      <w:r w:rsidR="00A46158">
        <w:rPr>
          <w:noProof/>
        </w:rPr>
        <w:t>100</w:t>
      </w:r>
      <w:r>
        <w:fldChar w:fldCharType="end"/>
      </w:r>
      <w:r>
        <w:fldChar w:fldCharType="begin"/>
      </w:r>
      <w:r w:rsidR="00A46158">
        <w:instrText xml:space="preserve"> SET Astra_Projekt_VPT "" \* MERGEFORMAT </w:instrText>
      </w:r>
      <w:r>
        <w:fldChar w:fldCharType="separate"/>
      </w:r>
      <w:r w:rsidR="00A46158">
        <w:rPr>
          <w:noProof/>
        </w:rPr>
        <w:t xml:space="preserve"> </w:t>
      </w:r>
      <w:r>
        <w:fldChar w:fldCharType="end"/>
      </w:r>
      <w:r>
        <w:fldChar w:fldCharType="begin"/>
      </w:r>
      <w:r w:rsidR="00A46158">
        <w:instrText xml:space="preserve"> SET Astra_Projekt_VPS "" \* MERGEFORMAT </w:instrText>
      </w:r>
      <w:r>
        <w:fldChar w:fldCharType="separate"/>
      </w:r>
      <w:r w:rsidR="00A46158">
        <w:rPr>
          <w:noProof/>
        </w:rPr>
        <w:t xml:space="preserve"> </w:t>
      </w:r>
      <w:r>
        <w:fldChar w:fldCharType="end"/>
      </w:r>
      <w:r>
        <w:fldChar w:fldCharType="begin"/>
      </w:r>
      <w:r w:rsidR="00A46158">
        <w:instrText xml:space="preserve"> SET Astra_Projekt_Architekt "" \* MERGEFORMAT </w:instrText>
      </w:r>
      <w:r>
        <w:fldChar w:fldCharType="separate"/>
      </w:r>
      <w:r w:rsidR="00A46158">
        <w:rPr>
          <w:noProof/>
        </w:rPr>
        <w:t xml:space="preserve"> </w:t>
      </w:r>
      <w:r>
        <w:fldChar w:fldCharType="end"/>
      </w:r>
      <w:r>
        <w:fldChar w:fldCharType="begin"/>
      </w:r>
      <w:r w:rsidR="00A46158">
        <w:instrText xml:space="preserve"> SET Astra_Projekt_Kontrola "Ing. Miroslav Kranich" \* MERGEFORMAT </w:instrText>
      </w:r>
      <w:r>
        <w:fldChar w:fldCharType="separate"/>
      </w:r>
      <w:r w:rsidR="00A46158">
        <w:rPr>
          <w:noProof/>
        </w:rPr>
        <w:t>Ing. Miroslav Kranich</w:t>
      </w:r>
      <w:r>
        <w:fldChar w:fldCharType="end"/>
      </w:r>
      <w:r>
        <w:fldChar w:fldCharType="begin"/>
      </w:r>
      <w:r w:rsidR="00A46158">
        <w:instrText xml:space="preserve"> SET Astra_Projekt_OPP "Ing. Martin Množil" \* MERGEFORMAT </w:instrText>
      </w:r>
      <w:r>
        <w:fldChar w:fldCharType="separate"/>
      </w:r>
      <w:r w:rsidR="00A46158">
        <w:rPr>
          <w:noProof/>
        </w:rPr>
        <w:t>Ing. Martin Množil</w:t>
      </w:r>
      <w:r>
        <w:fldChar w:fldCharType="end"/>
      </w:r>
      <w:r>
        <w:fldChar w:fldCharType="begin"/>
      </w:r>
      <w:r w:rsidR="00A46158">
        <w:instrText xml:space="preserve"> SET Astra_Projekt_Projektant "Ing. Martin Množil" \* MERGEFORMAT </w:instrText>
      </w:r>
      <w:r>
        <w:fldChar w:fldCharType="separate"/>
      </w:r>
      <w:r w:rsidR="00A46158">
        <w:rPr>
          <w:noProof/>
        </w:rPr>
        <w:t>Ing. Martin Množil</w:t>
      </w:r>
      <w:r>
        <w:fldChar w:fldCharType="end"/>
      </w:r>
      <w:r>
        <w:fldChar w:fldCharType="begin"/>
      </w:r>
      <w:r w:rsidR="00A46158">
        <w:instrText xml:space="preserve"> SET Astra_Projekt_Nazev2 "" \* MERGEFORMAT </w:instrText>
      </w:r>
      <w:r>
        <w:fldChar w:fldCharType="separate"/>
      </w:r>
      <w:r w:rsidR="00A46158">
        <w:rPr>
          <w:noProof/>
        </w:rPr>
        <w:t xml:space="preserve"> </w:t>
      </w:r>
      <w:r>
        <w:fldChar w:fldCharType="end"/>
      </w:r>
      <w:r>
        <w:fldChar w:fldCharType="begin"/>
      </w:r>
      <w:r w:rsidR="00A46158">
        <w:instrText xml:space="preserve"> SET Astra_Projekt_Nazev1 "SO 01.1 zast. Brňov, přeložka sítě ČEZ Distribuce" \* MERGEFORMAT </w:instrText>
      </w:r>
      <w:r>
        <w:fldChar w:fldCharType="separate"/>
      </w:r>
      <w:r w:rsidR="00A46158">
        <w:rPr>
          <w:noProof/>
        </w:rPr>
        <w:t>SO 01.1 zast. Brňov, přeložka sítě ČEZ Distribuce</w:t>
      </w:r>
      <w:r>
        <w:fldChar w:fldCharType="end"/>
      </w:r>
      <w:r>
        <w:fldChar w:fldCharType="begin"/>
      </w:r>
      <w:r w:rsidR="00A46158">
        <w:instrText xml:space="preserve"> SET Astra_Profese_Predpona "EPC" \* MERGEFORMAT </w:instrText>
      </w:r>
      <w:r>
        <w:fldChar w:fldCharType="separate"/>
      </w:r>
      <w:r w:rsidR="00A46158">
        <w:rPr>
          <w:noProof/>
        </w:rPr>
        <w:t>EPC</w:t>
      </w:r>
      <w:r>
        <w:fldChar w:fldCharType="end"/>
      </w:r>
      <w:r>
        <w:fldChar w:fldCharType="begin"/>
      </w:r>
      <w:r w:rsidR="00A46158">
        <w:instrText xml:space="preserve"> SET Astra_Profese_KodVychozi "E" \* MERGEFORMAT </w:instrText>
      </w:r>
      <w:r>
        <w:fldChar w:fldCharType="separate"/>
      </w:r>
      <w:r w:rsidR="00A46158">
        <w:rPr>
          <w:noProof/>
        </w:rPr>
        <w:t>E</w:t>
      </w:r>
      <w:r>
        <w:fldChar w:fldCharType="end"/>
      </w:r>
      <w:r>
        <w:fldChar w:fldCharType="begin"/>
      </w:r>
      <w:r w:rsidR="00A46158">
        <w:instrText xml:space="preserve"> SET Astra_Profese_Kod "Br_CEZ" \* MERGEFORMAT </w:instrText>
      </w:r>
      <w:r>
        <w:fldChar w:fldCharType="separate"/>
      </w:r>
      <w:r w:rsidR="00A46158">
        <w:rPr>
          <w:noProof/>
        </w:rPr>
        <w:t>Br_CEZ</w:t>
      </w:r>
      <w:r>
        <w:fldChar w:fldCharType="end"/>
      </w:r>
      <w:r>
        <w:fldChar w:fldCharType="begin"/>
      </w:r>
      <w:r w:rsidR="00A46158">
        <w:instrText xml:space="preserve"> SET Astra_Profese_Nazev "Elektroinstalace" \* MERGEFORMAT </w:instrText>
      </w:r>
      <w:r>
        <w:fldChar w:fldCharType="separate"/>
      </w:r>
      <w:r w:rsidR="00A46158">
        <w:rPr>
          <w:noProof/>
        </w:rPr>
        <w:t>Elektroinstalace</w:t>
      </w:r>
      <w:r>
        <w:fldChar w:fldCharType="end"/>
      </w:r>
      <w:r>
        <w:fldChar w:fldCharType="begin"/>
      </w:r>
      <w:r w:rsidR="00A46158">
        <w:instrText xml:space="preserve"> SET Astra_Uzivatel_PrijmeniZakazka "a.s." \* MERGEFORMAT </w:instrText>
      </w:r>
      <w:r>
        <w:fldChar w:fldCharType="separate"/>
      </w:r>
      <w:r w:rsidR="00A46158">
        <w:rPr>
          <w:noProof/>
        </w:rPr>
        <w:t>a.s.</w:t>
      </w:r>
      <w:r>
        <w:fldChar w:fldCharType="end"/>
      </w:r>
      <w:r>
        <w:fldChar w:fldCharType="begin"/>
      </w:r>
      <w:r w:rsidR="00A46158">
        <w:instrText xml:space="preserve"> SET Astra_Uzivatel_JmenoZakazka "ASTRA 92" \* MERGEFORMAT </w:instrText>
      </w:r>
      <w:r>
        <w:fldChar w:fldCharType="separate"/>
      </w:r>
      <w:r w:rsidR="00A46158">
        <w:rPr>
          <w:noProof/>
        </w:rPr>
        <w:t>ASTRA 92</w:t>
      </w:r>
      <w:r>
        <w:fldChar w:fldCharType="end"/>
      </w:r>
      <w:r>
        <w:fldChar w:fldCharType="begin"/>
      </w:r>
      <w:r w:rsidR="00A46158">
        <w:instrText xml:space="preserve"> SET Astra_Uzivatel_PrijmeniProjekt "a.s." \* MERGEFORMAT </w:instrText>
      </w:r>
      <w:r>
        <w:fldChar w:fldCharType="separate"/>
      </w:r>
      <w:r w:rsidR="00A46158">
        <w:rPr>
          <w:noProof/>
        </w:rPr>
        <w:t>a.s.</w:t>
      </w:r>
      <w:r>
        <w:fldChar w:fldCharType="end"/>
      </w:r>
      <w:r>
        <w:fldChar w:fldCharType="begin"/>
      </w:r>
      <w:r w:rsidR="00A46158">
        <w:instrText xml:space="preserve"> SET Astra_Uzivatel_JmenoProjekt "ASTRA 92" \* MERGEFORMAT </w:instrText>
      </w:r>
      <w:r>
        <w:fldChar w:fldCharType="separate"/>
      </w:r>
      <w:r w:rsidR="00A46158">
        <w:rPr>
          <w:noProof/>
        </w:rPr>
        <w:t>ASTRA 92</w:t>
      </w:r>
      <w:r>
        <w:fldChar w:fldCharType="end"/>
      </w:r>
      <w:r>
        <w:fldChar w:fldCharType="begin"/>
      </w:r>
      <w:r w:rsidR="00A46158">
        <w:instrText xml:space="preserve"> SET Astra_Uzivatel_PrijmeniDokument "a.s." \* MERGEFORMAT </w:instrText>
      </w:r>
      <w:r>
        <w:fldChar w:fldCharType="separate"/>
      </w:r>
      <w:r w:rsidR="00A46158">
        <w:rPr>
          <w:noProof/>
        </w:rPr>
        <w:t>a.s.</w:t>
      </w:r>
      <w:r>
        <w:fldChar w:fldCharType="end"/>
      </w:r>
      <w:r>
        <w:fldChar w:fldCharType="begin"/>
      </w:r>
      <w:r w:rsidR="00A46158">
        <w:instrText xml:space="preserve"> SET Astra_Uzivatel_JmenoDokument "ASTRA 92" \* MERGEFORMAT </w:instrText>
      </w:r>
      <w:r>
        <w:fldChar w:fldCharType="separate"/>
      </w:r>
      <w:r w:rsidR="00A46158">
        <w:rPr>
          <w:noProof/>
        </w:rPr>
        <w:t>ASTRA 92</w:t>
      </w:r>
      <w:r>
        <w:fldChar w:fldCharType="end"/>
      </w:r>
      <w:r>
        <w:fldChar w:fldCharType="begin"/>
      </w:r>
      <w:r w:rsidR="00A46158">
        <w:instrText xml:space="preserve"> SET Astra_Dokument_Podlazi "0" \* MERGEFORMAT </w:instrText>
      </w:r>
      <w:r>
        <w:fldChar w:fldCharType="separate"/>
      </w:r>
      <w:r w:rsidR="00A46158">
        <w:rPr>
          <w:noProof/>
        </w:rPr>
        <w:t>0</w:t>
      </w:r>
      <w:r>
        <w:fldChar w:fldCharType="end"/>
      </w:r>
      <w:r>
        <w:fldChar w:fldCharType="begin"/>
      </w:r>
      <w:r w:rsidR="00A46158">
        <w:instrText xml:space="preserve"> SET Astra_Dokument_Poznamka "" \* MERGEFORMAT </w:instrText>
      </w:r>
      <w:r>
        <w:fldChar w:fldCharType="separate"/>
      </w:r>
      <w:r w:rsidR="00A46158">
        <w:rPr>
          <w:noProof/>
        </w:rPr>
        <w:t xml:space="preserve"> </w:t>
      </w:r>
      <w:r>
        <w:fldChar w:fldCharType="end"/>
      </w:r>
      <w:r>
        <w:fldChar w:fldCharType="begin"/>
      </w:r>
      <w:r w:rsidR="00A46158">
        <w:instrText xml:space="preserve"> SET Astra_Dokument_Druh "1" \* MERGEFORMAT </w:instrText>
      </w:r>
      <w:r>
        <w:fldChar w:fldCharType="separate"/>
      </w:r>
      <w:r w:rsidR="00A46158">
        <w:rPr>
          <w:noProof/>
        </w:rPr>
        <w:t>1</w:t>
      </w:r>
      <w:r>
        <w:fldChar w:fldCharType="end"/>
      </w:r>
      <w:r>
        <w:fldChar w:fldCharType="begin"/>
      </w:r>
      <w:r w:rsidR="00A46158">
        <w:instrText xml:space="preserve"> SET Astra_Dokument_Kod "01" \* MERGEFORMAT </w:instrText>
      </w:r>
      <w:r>
        <w:fldChar w:fldCharType="separate"/>
      </w:r>
      <w:r w:rsidR="00A46158">
        <w:rPr>
          <w:noProof/>
        </w:rPr>
        <w:t>01</w:t>
      </w:r>
      <w:r>
        <w:fldChar w:fldCharType="end"/>
      </w:r>
      <w:r>
        <w:fldChar w:fldCharType="begin"/>
      </w:r>
      <w:r w:rsidR="00A46158">
        <w:instrText xml:space="preserve"> SET Astra_Dokument_Nazev "TZ" \* MERGEFORMAT </w:instrText>
      </w:r>
      <w:r>
        <w:fldChar w:fldCharType="separate"/>
      </w:r>
      <w:r w:rsidR="00A46158">
        <w:rPr>
          <w:noProof/>
        </w:rPr>
        <w:t>TZ</w:t>
      </w:r>
      <w:r>
        <w:fldChar w:fldCharType="end"/>
      </w:r>
      <w:r>
        <w:fldChar w:fldCharType="begin"/>
      </w:r>
      <w:r w:rsidR="00A46158">
        <w:instrText xml:space="preserve"> SET Astra_Astra_ZkratkaJazyka "cz" \* MERGEFORMAT </w:instrText>
      </w:r>
      <w:r>
        <w:fldChar w:fldCharType="separate"/>
      </w:r>
      <w:r w:rsidR="00A46158">
        <w:rPr>
          <w:noProof/>
        </w:rPr>
        <w:t>cz</w:t>
      </w:r>
      <w:r>
        <w:fldChar w:fldCharType="end"/>
      </w:r>
      <w:r>
        <w:fldChar w:fldCharType="begin"/>
      </w:r>
      <w:r w:rsidR="00A46158">
        <w:instrText xml:space="preserve"> SET Astra_RunWord_InfoText "1" \* MERGEFORMAT </w:instrText>
      </w:r>
      <w:r>
        <w:fldChar w:fldCharType="separate"/>
      </w:r>
      <w:r w:rsidR="00A46158">
        <w:rPr>
          <w:noProof/>
        </w:rPr>
        <w:t>1</w:t>
      </w:r>
      <w:r>
        <w:fldChar w:fldCharType="end"/>
      </w:r>
      <w:r>
        <w:fldChar w:fldCharType="begin"/>
      </w:r>
      <w:r w:rsidR="00A46158">
        <w:instrText xml:space="preserve"> SET Astra_RunWord_InfoPoleZnakAktualizace "?" \* MERGEFORMAT </w:instrText>
      </w:r>
      <w:r>
        <w:fldChar w:fldCharType="separate"/>
      </w:r>
      <w:r w:rsidR="00A46158">
        <w:rPr>
          <w:noProof/>
        </w:rPr>
        <w:t>?</w:t>
      </w:r>
      <w:r>
        <w:fldChar w:fldCharType="end"/>
      </w:r>
      <w:r>
        <w:fldChar w:fldCharType="begin"/>
      </w:r>
      <w:r w:rsidR="00A46158">
        <w:instrText xml:space="preserve"> SET Astra_RunWord_InfoPole "1" \* MERGEFORMAT </w:instrText>
      </w:r>
      <w:r>
        <w:fldChar w:fldCharType="separate"/>
      </w:r>
      <w:r w:rsidR="00A46158">
        <w:rPr>
          <w:noProof/>
        </w:rPr>
        <w:t>1</w:t>
      </w:r>
      <w:r>
        <w:fldChar w:fldCharType="end"/>
      </w:r>
      <w:r>
        <w:fldChar w:fldCharType="begin"/>
      </w:r>
      <w:r w:rsidR="000001FB">
        <w:instrText xml:space="preserve"> SET Astra_Slozky_Temp "C:\Users\Public\Documents\Astra 92\Astra\Temp\EPC\Doc\" \* MERGEFORMAT </w:instrText>
      </w:r>
      <w:r>
        <w:fldChar w:fldCharType="separate"/>
      </w:r>
      <w:r w:rsidR="000001FB">
        <w:rPr>
          <w:noProof/>
        </w:rPr>
        <w:t xml:space="preserve">C:\Users\Public\Documents\Astra 92\Astra\Temp\EPC\Doc\" \* MERGEFORMAT </w:t>
      </w:r>
      <w:r>
        <w:fldChar w:fldCharType="end"/>
      </w:r>
      <w:r>
        <w:fldChar w:fldCharType="begin"/>
      </w:r>
      <w:r w:rsidR="000001FB">
        <w:instrText xml:space="preserve"> SET Astra_Slozky_Structure "C:\Users\Public\Documents\Astra 92\Astra\Structure\" \* MERGEFORMAT </w:instrText>
      </w:r>
      <w:r>
        <w:fldChar w:fldCharType="separate"/>
      </w:r>
      <w:r w:rsidR="000001FB">
        <w:rPr>
          <w:noProof/>
        </w:rPr>
        <w:t xml:space="preserve">C:\Users\Public\Documents\Astra 92\Astra\Structure\" \* MERGEFORMAT </w:t>
      </w:r>
      <w:r>
        <w:fldChar w:fldCharType="end"/>
      </w:r>
      <w:r>
        <w:fldChar w:fldCharType="begin"/>
      </w:r>
      <w:r w:rsidR="000001FB">
        <w:instrText xml:space="preserve"> SET Astra_Slozky_Module "C:\Users\Public\Documents\Astra 92\Astra\Module\EPC\Doc\" \* MERGEFORMAT </w:instrText>
      </w:r>
      <w:r>
        <w:fldChar w:fldCharType="separate"/>
      </w:r>
      <w:r w:rsidR="000001FB">
        <w:rPr>
          <w:noProof/>
        </w:rPr>
        <w:t xml:space="preserve">C:\Users\Public\Documents\Astra 92\Astra\Module\EPC\Doc\" \* MERGEFORMAT </w:t>
      </w:r>
      <w:r>
        <w:fldChar w:fldCharType="end"/>
      </w:r>
      <w:r>
        <w:fldChar w:fldCharType="begin"/>
      </w:r>
      <w:r w:rsidR="000001FB">
        <w:instrText xml:space="preserve"> SET Astra_Slozky_Data "C:\Users\Public\Documents\Astra 92\Data\EPC\" \* MERGEFORMAT </w:instrText>
      </w:r>
      <w:r>
        <w:fldChar w:fldCharType="separate"/>
      </w:r>
      <w:r w:rsidR="000001FB">
        <w:rPr>
          <w:noProof/>
        </w:rPr>
        <w:t xml:space="preserve">C:\Users\Public\Documents\Astra 92\Data\EPC\" \* MERGEFORMAT </w:t>
      </w:r>
      <w:r>
        <w:fldChar w:fldCharType="end"/>
      </w:r>
      <w:r>
        <w:fldChar w:fldCharType="begin"/>
      </w:r>
      <w:r w:rsidR="000001FB">
        <w:instrText xml:space="preserve"> SET Astra_Slozky_All "C:\Users\Public\Documents\Astra 92\Astra\All\" \* MERGEFORMAT </w:instrText>
      </w:r>
      <w:r>
        <w:fldChar w:fldCharType="separate"/>
      </w:r>
      <w:r w:rsidR="000001FB">
        <w:rPr>
          <w:noProof/>
        </w:rPr>
        <w:t xml:space="preserve">C:\Users\Public\Documents\Astra 92\Astra\All\" \* MERGEFORMAT </w:t>
      </w:r>
      <w:r>
        <w:fldChar w:fldCharType="end"/>
      </w:r>
      <w:r>
        <w:fldChar w:fldCharType="begin"/>
      </w:r>
      <w:r w:rsidR="000001FB">
        <w:instrText xml:space="preserve"> SET Astra_Zakazka_Poznamka "" \* MERGEFORMAT </w:instrText>
      </w:r>
      <w:r>
        <w:fldChar w:fldCharType="separate"/>
      </w:r>
      <w:r w:rsidR="000001FB">
        <w:rPr>
          <w:noProof/>
        </w:rPr>
        <w:t xml:space="preserve"> </w:t>
      </w:r>
      <w:r>
        <w:fldChar w:fldCharType="end"/>
      </w:r>
      <w:r>
        <w:fldChar w:fldCharType="begin"/>
      </w:r>
      <w:r w:rsidR="000001FB">
        <w:instrText xml:space="preserve"> SET Astra_Zakazka_Objekty "" \* MERGEFORMAT </w:instrText>
      </w:r>
      <w:r>
        <w:fldChar w:fldCharType="separate"/>
      </w:r>
      <w:r w:rsidR="000001FB">
        <w:rPr>
          <w:noProof/>
        </w:rPr>
        <w:t xml:space="preserve"> </w:t>
      </w:r>
      <w:r>
        <w:fldChar w:fldCharType="end"/>
      </w:r>
      <w:r>
        <w:fldChar w:fldCharType="begin"/>
      </w:r>
      <w:r w:rsidR="000001FB">
        <w:instrText xml:space="preserve"> SET Astra_Zakazka_AC "79-11" \* MERGEFORMAT </w:instrText>
      </w:r>
      <w:r>
        <w:fldChar w:fldCharType="separate"/>
      </w:r>
      <w:r w:rsidR="000001FB">
        <w:rPr>
          <w:noProof/>
        </w:rPr>
        <w:t>79-11</w:t>
      </w:r>
      <w:r>
        <w:fldChar w:fldCharType="end"/>
      </w:r>
      <w:r>
        <w:fldChar w:fldCharType="begin"/>
      </w:r>
      <w:r w:rsidR="000001FB">
        <w:instrText xml:space="preserve"> SET Astra_Zakazka_ZC "11-045-234-PD" \* MERGEFORMAT </w:instrText>
      </w:r>
      <w:r>
        <w:fldChar w:fldCharType="separate"/>
      </w:r>
      <w:r w:rsidR="000001FB">
        <w:rPr>
          <w:noProof/>
        </w:rPr>
        <w:t>11-045-234-PD</w:t>
      </w:r>
      <w:r>
        <w:fldChar w:fldCharType="end"/>
      </w:r>
      <w:r>
        <w:fldChar w:fldCharType="begin"/>
      </w:r>
      <w:r w:rsidR="000001FB">
        <w:instrText xml:space="preserve"> SET Astra_Zakazka_Investor "SŽDC, s.o." \* MERGEFORMAT </w:instrText>
      </w:r>
      <w:r>
        <w:fldChar w:fldCharType="separate"/>
      </w:r>
      <w:r w:rsidR="000001FB">
        <w:rPr>
          <w:noProof/>
        </w:rPr>
        <w:t>SŽDC, s.o.</w:t>
      </w:r>
      <w:r>
        <w:fldChar w:fldCharType="end"/>
      </w:r>
      <w:r>
        <w:fldChar w:fldCharType="begin"/>
      </w:r>
      <w:r w:rsidR="000001FB">
        <w:instrText xml:space="preserve"> SET Astra_Zakazka_Obec "Praha 1, Nové Město, Dlážděná 1003/7" \* MERGEFORMAT </w:instrText>
      </w:r>
      <w:r>
        <w:fldChar w:fldCharType="separate"/>
      </w:r>
      <w:r w:rsidR="000001FB">
        <w:rPr>
          <w:noProof/>
        </w:rPr>
        <w:t>Praha 1, Nové Město, Dlážděná 1003/7</w:t>
      </w:r>
      <w:r>
        <w:fldChar w:fldCharType="end"/>
      </w:r>
      <w:r>
        <w:fldChar w:fldCharType="begin"/>
      </w:r>
      <w:r w:rsidR="000001FB">
        <w:instrText xml:space="preserve"> SET Astra_Zakazka_Okres "" \* MERGEFORMAT </w:instrText>
      </w:r>
      <w:r>
        <w:fldChar w:fldCharType="separate"/>
      </w:r>
      <w:r w:rsidR="000001FB">
        <w:rPr>
          <w:noProof/>
        </w:rPr>
        <w:t xml:space="preserve"> </w:t>
      </w:r>
      <w:r>
        <w:fldChar w:fldCharType="end"/>
      </w:r>
      <w:r>
        <w:fldChar w:fldCharType="begin"/>
      </w:r>
      <w:r w:rsidR="000001FB">
        <w:instrText xml:space="preserve"> SET Astra_Zakazka_HIP "Ing. P.Šudřich" \* MERGEFORMAT </w:instrText>
      </w:r>
      <w:r>
        <w:fldChar w:fldCharType="separate"/>
      </w:r>
      <w:r w:rsidR="000001FB">
        <w:rPr>
          <w:noProof/>
        </w:rPr>
        <w:t>Ing. P.Šudřich</w:t>
      </w:r>
      <w:r>
        <w:fldChar w:fldCharType="end"/>
      </w:r>
      <w:r>
        <w:fldChar w:fldCharType="begin"/>
      </w:r>
      <w:r w:rsidR="000001FB">
        <w:instrText xml:space="preserve"> SET Astra_Zakazka_Kod "79_11" \* MERGEFORMAT </w:instrText>
      </w:r>
      <w:r>
        <w:fldChar w:fldCharType="separate"/>
      </w:r>
      <w:r w:rsidR="000001FB">
        <w:rPr>
          <w:noProof/>
        </w:rPr>
        <w:t>79_11</w:t>
      </w:r>
      <w:r>
        <w:fldChar w:fldCharType="end"/>
      </w:r>
      <w:r>
        <w:fldChar w:fldCharType="begin"/>
      </w:r>
      <w:r w:rsidR="000001FB">
        <w:instrText xml:space="preserve"> SET Astra_Zakazka_Nazev2 "" \* MERGEFORMAT </w:instrText>
      </w:r>
      <w:r>
        <w:fldChar w:fldCharType="separate"/>
      </w:r>
      <w:r w:rsidR="000001FB">
        <w:rPr>
          <w:noProof/>
        </w:rPr>
        <w:t xml:space="preserve"> </w:t>
      </w:r>
      <w:r>
        <w:fldChar w:fldCharType="end"/>
      </w:r>
      <w:r>
        <w:fldChar w:fldCharType="begin"/>
      </w:r>
      <w:r w:rsidR="000001FB">
        <w:instrText xml:space="preserve"> SET Astra_Zakazka_Nazev1 "Osvětlení přístřešků a přeložky" \* MERGEFORMAT </w:instrText>
      </w:r>
      <w:r>
        <w:fldChar w:fldCharType="separate"/>
      </w:r>
      <w:r w:rsidR="000001FB">
        <w:rPr>
          <w:noProof/>
        </w:rPr>
        <w:t>Osvětlení přístřešků a přeložky</w:t>
      </w:r>
      <w:r>
        <w:fldChar w:fldCharType="end"/>
      </w:r>
      <w:r>
        <w:fldChar w:fldCharType="begin"/>
      </w:r>
      <w:r w:rsidR="000001FB">
        <w:instrText xml:space="preserve"> SET Astra_ProjektDokumenty_Dokumenty "Seznam příloh</w:instrText>
      </w:r>
      <w:r w:rsidR="000001FB">
        <w:tab/>
        <w:instrText>79-11</w:instrText>
      </w:r>
      <w:r w:rsidR="000001FB">
        <w:tab/>
        <w:instrText>00</w:instrText>
      </w:r>
      <w:r w:rsidR="000001FB">
        <w:cr/>
        <w:instrText>TZ</w:instrText>
      </w:r>
      <w:r w:rsidR="000001FB">
        <w:tab/>
        <w:instrText>79-11</w:instrText>
      </w:r>
      <w:r w:rsidR="000001FB">
        <w:tab/>
        <w:instrText>01</w:instrText>
      </w:r>
      <w:r w:rsidR="000001FB">
        <w:cr/>
        <w:instrText xml:space="preserve">" \* MERGEFORMAT </w:instrText>
      </w:r>
      <w:r>
        <w:fldChar w:fldCharType="separate"/>
      </w:r>
      <w:r w:rsidR="000001FB">
        <w:rPr>
          <w:noProof/>
        </w:rPr>
        <w:t>Seznam příloh</w:t>
      </w:r>
      <w:r w:rsidR="000001FB">
        <w:rPr>
          <w:noProof/>
        </w:rPr>
        <w:tab/>
        <w:t>79-11</w:t>
      </w:r>
      <w:r w:rsidR="000001FB">
        <w:rPr>
          <w:noProof/>
        </w:rPr>
        <w:tab/>
        <w:t>00</w:t>
      </w:r>
      <w:r w:rsidR="000001FB">
        <w:rPr>
          <w:noProof/>
        </w:rPr>
        <w:cr/>
        <w:t>TZ</w:t>
      </w:r>
      <w:r w:rsidR="000001FB">
        <w:rPr>
          <w:noProof/>
        </w:rPr>
        <w:tab/>
        <w:t>79-11</w:t>
      </w:r>
      <w:r w:rsidR="000001FB">
        <w:rPr>
          <w:noProof/>
        </w:rPr>
        <w:tab/>
        <w:t>01</w:t>
      </w:r>
      <w:r w:rsidR="000001FB">
        <w:rPr>
          <w:noProof/>
        </w:rPr>
        <w:cr/>
      </w:r>
      <w:r>
        <w:fldChar w:fldCharType="end"/>
      </w:r>
      <w:r>
        <w:fldChar w:fldCharType="begin"/>
      </w:r>
      <w:r w:rsidR="000001FB">
        <w:instrText xml:space="preserve"> SET Astra_Projekt_DbStruktura "C:\Users\Public\Documents\Astra 92\Astra\Structure\Astra-EPC-cz.xls" \* MERGEFORMAT </w:instrText>
      </w:r>
      <w:r>
        <w:fldChar w:fldCharType="separate"/>
      </w:r>
      <w:r w:rsidR="000001FB">
        <w:rPr>
          <w:noProof/>
        </w:rPr>
        <w:t>C:\Users\Public\Documents\Astra 92\Astra\Structure\Astra-EPC-cz.xls</w:t>
      </w:r>
      <w:r>
        <w:fldChar w:fldCharType="end"/>
      </w:r>
      <w:r>
        <w:fldChar w:fldCharType="begin"/>
      </w:r>
      <w:r w:rsidR="000001FB">
        <w:instrText xml:space="preserve"> SET Astra_Projekt_DbLegenda "" \* MERGEFORMAT </w:instrText>
      </w:r>
      <w:r>
        <w:fldChar w:fldCharType="separate"/>
      </w:r>
      <w:r w:rsidR="000001FB">
        <w:rPr>
          <w:noProof/>
        </w:rPr>
        <w:t xml:space="preserve"> </w:t>
      </w:r>
      <w:r>
        <w:fldChar w:fldCharType="end"/>
      </w:r>
      <w:r>
        <w:fldChar w:fldCharType="begin"/>
      </w:r>
      <w:r w:rsidR="000001FB">
        <w:instrText xml:space="preserve"> SET Astra_Projekt_Poznamka "" \* MERGEFORMAT </w:instrText>
      </w:r>
      <w:r>
        <w:fldChar w:fldCharType="separate"/>
      </w:r>
      <w:r w:rsidR="000001FB">
        <w:rPr>
          <w:noProof/>
        </w:rPr>
        <w:t xml:space="preserve"> </w:t>
      </w:r>
      <w:r>
        <w:fldChar w:fldCharType="end"/>
      </w:r>
      <w:r>
        <w:fldChar w:fldCharType="begin"/>
      </w:r>
      <w:r w:rsidR="000001FB">
        <w:instrText xml:space="preserve"> SET Astra_Projekt_StupenNazev "Dokumentace pro územní řízení" \* MERGEFORMAT </w:instrText>
      </w:r>
      <w:r>
        <w:fldChar w:fldCharType="separate"/>
      </w:r>
      <w:r w:rsidR="000001FB">
        <w:rPr>
          <w:noProof/>
        </w:rPr>
        <w:t>Dokumentace pro územní řízení</w:t>
      </w:r>
      <w:r>
        <w:fldChar w:fldCharType="end"/>
      </w:r>
      <w:r>
        <w:fldChar w:fldCharType="begin"/>
      </w:r>
      <w:r w:rsidR="000001FB">
        <w:instrText xml:space="preserve"> SET Astra_Projekt_Stupen "DUR" \* MERGEFORMAT </w:instrText>
      </w:r>
      <w:r>
        <w:fldChar w:fldCharType="separate"/>
      </w:r>
      <w:r w:rsidR="000001FB">
        <w:rPr>
          <w:noProof/>
        </w:rPr>
        <w:t>DUR</w:t>
      </w:r>
      <w:r>
        <w:fldChar w:fldCharType="end"/>
      </w:r>
      <w:r>
        <w:fldChar w:fldCharType="begin"/>
      </w:r>
      <w:r w:rsidR="000001FB">
        <w:instrText xml:space="preserve"> SET Astra_Projekt_Druh "100" \* MERGEFORMAT </w:instrText>
      </w:r>
      <w:r>
        <w:fldChar w:fldCharType="separate"/>
      </w:r>
      <w:r w:rsidR="000001FB">
        <w:rPr>
          <w:noProof/>
        </w:rPr>
        <w:t>100</w:t>
      </w:r>
      <w:r>
        <w:fldChar w:fldCharType="end"/>
      </w:r>
      <w:r>
        <w:fldChar w:fldCharType="begin"/>
      </w:r>
      <w:r w:rsidR="000001FB">
        <w:instrText xml:space="preserve"> SET Astra_Projekt_VPT "" \* MERGEFORMAT </w:instrText>
      </w:r>
      <w:r>
        <w:fldChar w:fldCharType="separate"/>
      </w:r>
      <w:r w:rsidR="000001FB">
        <w:rPr>
          <w:noProof/>
        </w:rPr>
        <w:t xml:space="preserve"> </w:t>
      </w:r>
      <w:r>
        <w:fldChar w:fldCharType="end"/>
      </w:r>
      <w:r>
        <w:fldChar w:fldCharType="begin"/>
      </w:r>
      <w:r w:rsidR="000001FB">
        <w:instrText xml:space="preserve"> SET Astra_Projekt_VPS "" \* MERGEFORMAT </w:instrText>
      </w:r>
      <w:r>
        <w:fldChar w:fldCharType="separate"/>
      </w:r>
      <w:r w:rsidR="000001FB">
        <w:rPr>
          <w:noProof/>
        </w:rPr>
        <w:t xml:space="preserve"> </w:t>
      </w:r>
      <w:r>
        <w:fldChar w:fldCharType="end"/>
      </w:r>
      <w:r>
        <w:fldChar w:fldCharType="begin"/>
      </w:r>
      <w:r w:rsidR="000001FB">
        <w:instrText xml:space="preserve"> SET Astra_Projekt_Architekt "" \* MERGEFORMAT </w:instrText>
      </w:r>
      <w:r>
        <w:fldChar w:fldCharType="separate"/>
      </w:r>
      <w:r w:rsidR="000001FB">
        <w:rPr>
          <w:noProof/>
        </w:rPr>
        <w:t xml:space="preserve"> </w:t>
      </w:r>
      <w:r>
        <w:fldChar w:fldCharType="end"/>
      </w:r>
      <w:r>
        <w:fldChar w:fldCharType="begin"/>
      </w:r>
      <w:r w:rsidR="000001FB">
        <w:instrText xml:space="preserve"> SET Astra_Projekt_Kontrola "Ing. Miroslav Kranich" \* MERGEFORMAT </w:instrText>
      </w:r>
      <w:r>
        <w:fldChar w:fldCharType="separate"/>
      </w:r>
      <w:r w:rsidR="000001FB">
        <w:rPr>
          <w:noProof/>
        </w:rPr>
        <w:t>Ing. Miroslav Kranich</w:t>
      </w:r>
      <w:r>
        <w:fldChar w:fldCharType="end"/>
      </w:r>
      <w:r>
        <w:fldChar w:fldCharType="begin"/>
      </w:r>
      <w:r w:rsidR="000001FB">
        <w:instrText xml:space="preserve"> SET Astra_Projekt_OPP "Ing. Martin Množil" \* MERGEFORMAT </w:instrText>
      </w:r>
      <w:r>
        <w:fldChar w:fldCharType="separate"/>
      </w:r>
      <w:r w:rsidR="000001FB">
        <w:rPr>
          <w:noProof/>
        </w:rPr>
        <w:t>Ing. Martin Množil</w:t>
      </w:r>
      <w:r>
        <w:fldChar w:fldCharType="end"/>
      </w:r>
      <w:r>
        <w:fldChar w:fldCharType="begin"/>
      </w:r>
      <w:r w:rsidR="000001FB">
        <w:instrText xml:space="preserve"> SET Astra_Projekt_Projektant "Ing. Martin Množil" \* MERGEFORMAT </w:instrText>
      </w:r>
      <w:r>
        <w:fldChar w:fldCharType="separate"/>
      </w:r>
      <w:r w:rsidR="000001FB">
        <w:rPr>
          <w:noProof/>
        </w:rPr>
        <w:t>Ing. Martin Množil</w:t>
      </w:r>
      <w:r>
        <w:fldChar w:fldCharType="end"/>
      </w:r>
      <w:r>
        <w:fldChar w:fldCharType="begin"/>
      </w:r>
      <w:r w:rsidR="000001FB">
        <w:instrText xml:space="preserve"> SET Astra_Projekt_Nazev2 "" \* MERGEFORMAT </w:instrText>
      </w:r>
      <w:r>
        <w:fldChar w:fldCharType="separate"/>
      </w:r>
      <w:r w:rsidR="000001FB">
        <w:rPr>
          <w:noProof/>
        </w:rPr>
        <w:t xml:space="preserve"> </w:t>
      </w:r>
      <w:r>
        <w:fldChar w:fldCharType="end"/>
      </w:r>
      <w:r>
        <w:fldChar w:fldCharType="begin"/>
      </w:r>
      <w:r w:rsidR="000001FB">
        <w:instrText xml:space="preserve"> SET Astra_Projekt_Nazev1 "SO 01.1 zast. Brňov, přeložka sítě ČEZ Distribuce" \* MERGEFORMAT </w:instrText>
      </w:r>
      <w:r>
        <w:fldChar w:fldCharType="separate"/>
      </w:r>
      <w:r w:rsidR="000001FB">
        <w:rPr>
          <w:noProof/>
        </w:rPr>
        <w:t>SO 01.1 zast. Brňov, přeložka sítě ČEZ Distribuce</w:t>
      </w:r>
      <w:r>
        <w:fldChar w:fldCharType="end"/>
      </w:r>
      <w:r>
        <w:fldChar w:fldCharType="begin"/>
      </w:r>
      <w:r w:rsidR="000001FB">
        <w:instrText xml:space="preserve"> SET Astra_Profese_Predpona "EPC" \* MERGEFORMAT </w:instrText>
      </w:r>
      <w:r>
        <w:fldChar w:fldCharType="separate"/>
      </w:r>
      <w:r w:rsidR="000001FB">
        <w:rPr>
          <w:noProof/>
        </w:rPr>
        <w:t>EPC</w:t>
      </w:r>
      <w:r>
        <w:fldChar w:fldCharType="end"/>
      </w:r>
      <w:r>
        <w:fldChar w:fldCharType="begin"/>
      </w:r>
      <w:r w:rsidR="000001FB">
        <w:instrText xml:space="preserve"> SET Astra_Profese_KodVychozi "E" \* MERGEFORMAT </w:instrText>
      </w:r>
      <w:r>
        <w:fldChar w:fldCharType="separate"/>
      </w:r>
      <w:r w:rsidR="000001FB">
        <w:rPr>
          <w:noProof/>
        </w:rPr>
        <w:t>E</w:t>
      </w:r>
      <w:r>
        <w:fldChar w:fldCharType="end"/>
      </w:r>
      <w:r>
        <w:fldChar w:fldCharType="begin"/>
      </w:r>
      <w:r w:rsidR="000001FB">
        <w:instrText xml:space="preserve"> SET Astra_Profese_Kod "Br_CEZ" \* MERGEFORMAT </w:instrText>
      </w:r>
      <w:r>
        <w:fldChar w:fldCharType="separate"/>
      </w:r>
      <w:r w:rsidR="000001FB">
        <w:rPr>
          <w:noProof/>
        </w:rPr>
        <w:t>Br_CEZ</w:t>
      </w:r>
      <w:r>
        <w:fldChar w:fldCharType="end"/>
      </w:r>
      <w:r>
        <w:fldChar w:fldCharType="begin"/>
      </w:r>
      <w:r w:rsidR="000001FB">
        <w:instrText xml:space="preserve"> SET Astra_Profese_Nazev "Elektroinstalace" \* MERGEFORMAT </w:instrText>
      </w:r>
      <w:r>
        <w:fldChar w:fldCharType="separate"/>
      </w:r>
      <w:r w:rsidR="000001FB">
        <w:rPr>
          <w:noProof/>
        </w:rPr>
        <w:t>Elektroinstalace</w:t>
      </w:r>
      <w:r>
        <w:fldChar w:fldCharType="end"/>
      </w:r>
      <w:r>
        <w:fldChar w:fldCharType="begin"/>
      </w:r>
      <w:r w:rsidR="000001FB">
        <w:instrText xml:space="preserve"> SET Astra_Uzivatel_PrijmeniZakazka "a.s." \* MERGEFORMAT </w:instrText>
      </w:r>
      <w:r>
        <w:fldChar w:fldCharType="separate"/>
      </w:r>
      <w:r w:rsidR="000001FB">
        <w:rPr>
          <w:noProof/>
        </w:rPr>
        <w:t>a.s.</w:t>
      </w:r>
      <w:r>
        <w:fldChar w:fldCharType="end"/>
      </w:r>
      <w:r>
        <w:fldChar w:fldCharType="begin"/>
      </w:r>
      <w:r w:rsidR="000001FB">
        <w:instrText xml:space="preserve"> SET Astra_Uzivatel_JmenoZakazka "ASTRA 92" \* MERGEFORMAT </w:instrText>
      </w:r>
      <w:r>
        <w:fldChar w:fldCharType="separate"/>
      </w:r>
      <w:r w:rsidR="000001FB">
        <w:rPr>
          <w:noProof/>
        </w:rPr>
        <w:t>ASTRA 92</w:t>
      </w:r>
      <w:r>
        <w:fldChar w:fldCharType="end"/>
      </w:r>
      <w:r>
        <w:fldChar w:fldCharType="begin"/>
      </w:r>
      <w:r w:rsidR="000001FB">
        <w:instrText xml:space="preserve"> SET Astra_Uzivatel_PrijmeniProjekt "a.s." \* MERGEFORMAT </w:instrText>
      </w:r>
      <w:r>
        <w:fldChar w:fldCharType="separate"/>
      </w:r>
      <w:r w:rsidR="000001FB">
        <w:rPr>
          <w:noProof/>
        </w:rPr>
        <w:t>a.s.</w:t>
      </w:r>
      <w:r>
        <w:fldChar w:fldCharType="end"/>
      </w:r>
      <w:r>
        <w:fldChar w:fldCharType="begin"/>
      </w:r>
      <w:r w:rsidR="000001FB">
        <w:instrText xml:space="preserve"> SET Astra_Uzivatel_JmenoProjekt "ASTRA 92" \* MERGEFORMAT </w:instrText>
      </w:r>
      <w:r>
        <w:fldChar w:fldCharType="separate"/>
      </w:r>
      <w:r w:rsidR="000001FB">
        <w:rPr>
          <w:noProof/>
        </w:rPr>
        <w:t>ASTRA 92</w:t>
      </w:r>
      <w:r>
        <w:fldChar w:fldCharType="end"/>
      </w:r>
      <w:r>
        <w:fldChar w:fldCharType="begin"/>
      </w:r>
      <w:r w:rsidR="000001FB">
        <w:instrText xml:space="preserve"> SET Astra_Uzivatel_PrijmeniDokument "a.s." \* MERGEFORMAT </w:instrText>
      </w:r>
      <w:r>
        <w:fldChar w:fldCharType="separate"/>
      </w:r>
      <w:r w:rsidR="000001FB">
        <w:rPr>
          <w:noProof/>
        </w:rPr>
        <w:t>a.s.</w:t>
      </w:r>
      <w:r>
        <w:fldChar w:fldCharType="end"/>
      </w:r>
      <w:r>
        <w:fldChar w:fldCharType="begin"/>
      </w:r>
      <w:r w:rsidR="000001FB">
        <w:instrText xml:space="preserve"> SET Astra_Uzivatel_JmenoDokument "ASTRA 92" \* MERGEFORMAT </w:instrText>
      </w:r>
      <w:r>
        <w:fldChar w:fldCharType="separate"/>
      </w:r>
      <w:r w:rsidR="000001FB">
        <w:rPr>
          <w:noProof/>
        </w:rPr>
        <w:t>ASTRA 92</w:t>
      </w:r>
      <w:r>
        <w:fldChar w:fldCharType="end"/>
      </w:r>
      <w:r>
        <w:fldChar w:fldCharType="begin"/>
      </w:r>
      <w:r w:rsidR="000001FB">
        <w:instrText xml:space="preserve"> SET Astra_Dokument_Podlazi "0" \* MERGEFORMAT </w:instrText>
      </w:r>
      <w:r>
        <w:fldChar w:fldCharType="separate"/>
      </w:r>
      <w:r w:rsidR="000001FB">
        <w:rPr>
          <w:noProof/>
        </w:rPr>
        <w:t>0</w:t>
      </w:r>
      <w:r>
        <w:fldChar w:fldCharType="end"/>
      </w:r>
      <w:r>
        <w:fldChar w:fldCharType="begin"/>
      </w:r>
      <w:r w:rsidR="000001FB">
        <w:instrText xml:space="preserve"> SET Astra_Dokument_Poznamka "" \* MERGEFORMAT </w:instrText>
      </w:r>
      <w:r>
        <w:fldChar w:fldCharType="separate"/>
      </w:r>
      <w:r w:rsidR="000001FB">
        <w:rPr>
          <w:noProof/>
        </w:rPr>
        <w:t xml:space="preserve"> </w:t>
      </w:r>
      <w:r>
        <w:fldChar w:fldCharType="end"/>
      </w:r>
      <w:r>
        <w:fldChar w:fldCharType="begin"/>
      </w:r>
      <w:r w:rsidR="000001FB">
        <w:instrText xml:space="preserve"> SET Astra_Dokument_Druh "1" \* MERGEFORMAT </w:instrText>
      </w:r>
      <w:r>
        <w:fldChar w:fldCharType="separate"/>
      </w:r>
      <w:r w:rsidR="000001FB">
        <w:rPr>
          <w:noProof/>
        </w:rPr>
        <w:t>1</w:t>
      </w:r>
      <w:r>
        <w:fldChar w:fldCharType="end"/>
      </w:r>
      <w:r>
        <w:fldChar w:fldCharType="begin"/>
      </w:r>
      <w:r w:rsidR="000001FB">
        <w:instrText xml:space="preserve"> SET Astra_Dokument_Kod "01" \* MERGEFORMAT </w:instrText>
      </w:r>
      <w:r>
        <w:fldChar w:fldCharType="separate"/>
      </w:r>
      <w:r w:rsidR="000001FB">
        <w:rPr>
          <w:noProof/>
        </w:rPr>
        <w:t>01</w:t>
      </w:r>
      <w:r>
        <w:fldChar w:fldCharType="end"/>
      </w:r>
      <w:r>
        <w:fldChar w:fldCharType="begin"/>
      </w:r>
      <w:r w:rsidR="000001FB">
        <w:instrText xml:space="preserve"> SET Astra_Dokument_Nazev "TZ" \* MERGEFORMAT </w:instrText>
      </w:r>
      <w:r>
        <w:fldChar w:fldCharType="separate"/>
      </w:r>
      <w:r w:rsidR="000001FB">
        <w:rPr>
          <w:noProof/>
        </w:rPr>
        <w:t>TZ</w:t>
      </w:r>
      <w:r>
        <w:fldChar w:fldCharType="end"/>
      </w:r>
      <w:r>
        <w:fldChar w:fldCharType="begin"/>
      </w:r>
      <w:r w:rsidR="000001FB">
        <w:instrText xml:space="preserve"> SET Astra_Astra_ZkratkaJazyka "cz" \* MERGEFORMAT </w:instrText>
      </w:r>
      <w:r>
        <w:fldChar w:fldCharType="separate"/>
      </w:r>
      <w:r w:rsidR="000001FB">
        <w:rPr>
          <w:noProof/>
        </w:rPr>
        <w:t>cz</w:t>
      </w:r>
      <w:r>
        <w:fldChar w:fldCharType="end"/>
      </w:r>
      <w:r>
        <w:fldChar w:fldCharType="begin"/>
      </w:r>
      <w:r w:rsidR="000001FB">
        <w:instrText xml:space="preserve"> SET Astra_RunWord_InfoText "1" \* MERGEFORMAT </w:instrText>
      </w:r>
      <w:r>
        <w:fldChar w:fldCharType="separate"/>
      </w:r>
      <w:r w:rsidR="000001FB">
        <w:rPr>
          <w:noProof/>
        </w:rPr>
        <w:t>1</w:t>
      </w:r>
      <w:r>
        <w:fldChar w:fldCharType="end"/>
      </w:r>
      <w:r>
        <w:fldChar w:fldCharType="begin"/>
      </w:r>
      <w:r w:rsidR="000001FB">
        <w:instrText xml:space="preserve"> SET Astra_RunWord_InfoPoleZnakAktualizace "?" \* MERGEFORMAT </w:instrText>
      </w:r>
      <w:r>
        <w:fldChar w:fldCharType="separate"/>
      </w:r>
      <w:r w:rsidR="000001FB">
        <w:rPr>
          <w:noProof/>
        </w:rPr>
        <w:t>?</w:t>
      </w:r>
      <w:r>
        <w:fldChar w:fldCharType="end"/>
      </w:r>
      <w:r>
        <w:fldChar w:fldCharType="begin"/>
      </w:r>
      <w:r w:rsidR="000001FB">
        <w:instrText xml:space="preserve"> SET Astra_RunWord_InfoPole "1" \* MERGEFORMAT </w:instrText>
      </w:r>
      <w:r>
        <w:fldChar w:fldCharType="separate"/>
      </w:r>
      <w:r w:rsidR="000001FB">
        <w:rPr>
          <w:noProof/>
        </w:rPr>
        <w:t>1</w:t>
      </w:r>
      <w:r>
        <w:fldChar w:fldCharType="end"/>
      </w:r>
      <w:r>
        <w:fldChar w:fldCharType="begin"/>
      </w:r>
      <w:r w:rsidR="00147957">
        <w:instrText xml:space="preserve"> SET Astra_Slozky_Temp "C:\Users\Public\Documents\Astra 92\Astra\Temp\EPC\Doc\" \* MERGEFORMAT </w:instrText>
      </w:r>
      <w:r>
        <w:fldChar w:fldCharType="separate"/>
      </w:r>
      <w:r w:rsidR="00147957">
        <w:rPr>
          <w:noProof/>
        </w:rPr>
        <w:t xml:space="preserve">C:\Users\Public\Documents\Astra 92\Astra\Temp\EPC\Doc\" \* MERGEFORMAT </w:t>
      </w:r>
      <w:r>
        <w:fldChar w:fldCharType="end"/>
      </w:r>
      <w:r>
        <w:fldChar w:fldCharType="begin"/>
      </w:r>
      <w:r w:rsidR="00147957">
        <w:instrText xml:space="preserve"> SET Astra_Slozky_Structure "C:\Users\Public\Documents\Astra 92\Astra\Structure\" \* MERGEFORMAT </w:instrText>
      </w:r>
      <w:r>
        <w:fldChar w:fldCharType="separate"/>
      </w:r>
      <w:r w:rsidR="00147957">
        <w:rPr>
          <w:noProof/>
        </w:rPr>
        <w:t xml:space="preserve">C:\Users\Public\Documents\Astra 92\Astra\Structure\" \* MERGEFORMAT </w:t>
      </w:r>
      <w:r>
        <w:fldChar w:fldCharType="end"/>
      </w:r>
      <w:r>
        <w:fldChar w:fldCharType="begin"/>
      </w:r>
      <w:r w:rsidR="00147957">
        <w:instrText xml:space="preserve"> SET Astra_Slozky_Module "C:\Users\Public\Documents\Astra 92\Astra\Module\EPC\Doc\" \* MERGEFORMAT </w:instrText>
      </w:r>
      <w:r>
        <w:fldChar w:fldCharType="separate"/>
      </w:r>
      <w:r w:rsidR="00147957">
        <w:rPr>
          <w:noProof/>
        </w:rPr>
        <w:t xml:space="preserve">C:\Users\Public\Documents\Astra 92\Astra\Module\EPC\Doc\" \* MERGEFORMAT </w:t>
      </w:r>
      <w:r>
        <w:fldChar w:fldCharType="end"/>
      </w:r>
      <w:r>
        <w:fldChar w:fldCharType="begin"/>
      </w:r>
      <w:r w:rsidR="00147957">
        <w:instrText xml:space="preserve"> SET Astra_Slozky_Data "C:\Users\Public\Documents\Astra 92\Data\EPC\" \* MERGEFORMAT </w:instrText>
      </w:r>
      <w:r>
        <w:fldChar w:fldCharType="separate"/>
      </w:r>
      <w:r w:rsidR="00147957">
        <w:rPr>
          <w:noProof/>
        </w:rPr>
        <w:t xml:space="preserve">C:\Users\Public\Documents\Astra 92\Data\EPC\" \* MERGEFORMAT </w:t>
      </w:r>
      <w:r>
        <w:fldChar w:fldCharType="end"/>
      </w:r>
      <w:r>
        <w:fldChar w:fldCharType="begin"/>
      </w:r>
      <w:r w:rsidR="00147957">
        <w:instrText xml:space="preserve"> SET Astra_Slozky_All "C:\Users\Public\Documents\Astra 92\Astra\All\" \* MERGEFORMAT </w:instrText>
      </w:r>
      <w:r>
        <w:fldChar w:fldCharType="separate"/>
      </w:r>
      <w:r w:rsidR="00147957">
        <w:rPr>
          <w:noProof/>
        </w:rPr>
        <w:t xml:space="preserve">C:\Users\Public\Documents\Astra 92\Astra\All\" \* MERGEFORMAT </w:t>
      </w:r>
      <w:r>
        <w:fldChar w:fldCharType="end"/>
      </w:r>
      <w:r>
        <w:fldChar w:fldCharType="begin"/>
      </w:r>
      <w:r w:rsidR="00147957">
        <w:instrText xml:space="preserve"> SET Astra_Zakazka_Poznamka "" \* MERGEFORMAT </w:instrText>
      </w:r>
      <w:r>
        <w:fldChar w:fldCharType="separate"/>
      </w:r>
      <w:r w:rsidR="00147957">
        <w:rPr>
          <w:noProof/>
        </w:rPr>
        <w:t xml:space="preserve"> </w:t>
      </w:r>
      <w:r>
        <w:fldChar w:fldCharType="end"/>
      </w:r>
      <w:r>
        <w:fldChar w:fldCharType="begin"/>
      </w:r>
      <w:r w:rsidR="00147957">
        <w:instrText xml:space="preserve"> SET Astra_Zakazka_Objekty "" \* MERGEFORMAT </w:instrText>
      </w:r>
      <w:r>
        <w:fldChar w:fldCharType="separate"/>
      </w:r>
      <w:r w:rsidR="00147957">
        <w:rPr>
          <w:noProof/>
        </w:rPr>
        <w:t xml:space="preserve"> </w:t>
      </w:r>
      <w:r>
        <w:fldChar w:fldCharType="end"/>
      </w:r>
      <w:r>
        <w:fldChar w:fldCharType="begin"/>
      </w:r>
      <w:r w:rsidR="00147957">
        <w:instrText xml:space="preserve"> SET Astra_Zakazka_AC "79-11" \* MERGEFORMAT </w:instrText>
      </w:r>
      <w:r>
        <w:fldChar w:fldCharType="separate"/>
      </w:r>
      <w:r w:rsidR="00147957">
        <w:rPr>
          <w:noProof/>
        </w:rPr>
        <w:t>79-11</w:t>
      </w:r>
      <w:r>
        <w:fldChar w:fldCharType="end"/>
      </w:r>
      <w:r>
        <w:fldChar w:fldCharType="begin"/>
      </w:r>
      <w:r w:rsidR="00147957">
        <w:instrText xml:space="preserve"> SET Astra_Zakazka_ZC "11-045-234-PD" \* MERGEFORMAT </w:instrText>
      </w:r>
      <w:r>
        <w:fldChar w:fldCharType="separate"/>
      </w:r>
      <w:r w:rsidR="00147957">
        <w:rPr>
          <w:noProof/>
        </w:rPr>
        <w:t>11-045-234-PD</w:t>
      </w:r>
      <w:r>
        <w:fldChar w:fldCharType="end"/>
      </w:r>
      <w:r>
        <w:fldChar w:fldCharType="begin"/>
      </w:r>
      <w:r w:rsidR="00147957">
        <w:instrText xml:space="preserve"> SET Astra_Zakazka_Investor "SŽDC, s.o." \* MERGEFORMAT </w:instrText>
      </w:r>
      <w:r>
        <w:fldChar w:fldCharType="separate"/>
      </w:r>
      <w:r w:rsidR="00147957">
        <w:rPr>
          <w:noProof/>
        </w:rPr>
        <w:t>SŽDC, s.o.</w:t>
      </w:r>
      <w:r>
        <w:fldChar w:fldCharType="end"/>
      </w:r>
      <w:r>
        <w:fldChar w:fldCharType="begin"/>
      </w:r>
      <w:r w:rsidR="00147957">
        <w:instrText xml:space="preserve"> SET Astra_Zakazka_Obec "Praha 1, Nové Město, Dlážděná 1003/7" \* MERGEFORMAT </w:instrText>
      </w:r>
      <w:r>
        <w:fldChar w:fldCharType="separate"/>
      </w:r>
      <w:r w:rsidR="00147957">
        <w:rPr>
          <w:noProof/>
        </w:rPr>
        <w:t>Praha 1, Nové Město, Dlážděná 1003/7</w:t>
      </w:r>
      <w:r>
        <w:fldChar w:fldCharType="end"/>
      </w:r>
      <w:r>
        <w:fldChar w:fldCharType="begin"/>
      </w:r>
      <w:r w:rsidR="00147957">
        <w:instrText xml:space="preserve"> SET Astra_Zakazka_Okres "" \* MERGEFORMAT </w:instrText>
      </w:r>
      <w:r>
        <w:fldChar w:fldCharType="separate"/>
      </w:r>
      <w:r w:rsidR="00147957">
        <w:rPr>
          <w:noProof/>
        </w:rPr>
        <w:t xml:space="preserve"> </w:t>
      </w:r>
      <w:r>
        <w:fldChar w:fldCharType="end"/>
      </w:r>
      <w:r>
        <w:fldChar w:fldCharType="begin"/>
      </w:r>
      <w:r w:rsidR="00147957">
        <w:instrText xml:space="preserve"> SET Astra_Zakazka_HIP "Ing. P.Šudřich" \* MERGEFORMAT </w:instrText>
      </w:r>
      <w:r>
        <w:fldChar w:fldCharType="separate"/>
      </w:r>
      <w:r w:rsidR="00147957">
        <w:rPr>
          <w:noProof/>
        </w:rPr>
        <w:t>Ing. P.Šudřich</w:t>
      </w:r>
      <w:r>
        <w:fldChar w:fldCharType="end"/>
      </w:r>
      <w:r>
        <w:fldChar w:fldCharType="begin"/>
      </w:r>
      <w:r w:rsidR="00147957">
        <w:instrText xml:space="preserve"> SET Astra_Zakazka_Kod "79_11" \* MERGEFORMAT </w:instrText>
      </w:r>
      <w:r>
        <w:fldChar w:fldCharType="separate"/>
      </w:r>
      <w:r w:rsidR="00147957">
        <w:rPr>
          <w:noProof/>
        </w:rPr>
        <w:t>79_11</w:t>
      </w:r>
      <w:r>
        <w:fldChar w:fldCharType="end"/>
      </w:r>
      <w:r>
        <w:fldChar w:fldCharType="begin"/>
      </w:r>
      <w:r w:rsidR="00147957">
        <w:instrText xml:space="preserve"> SET Astra_Zakazka_Nazev2 "" \* MERGEFORMAT </w:instrText>
      </w:r>
      <w:r>
        <w:fldChar w:fldCharType="separate"/>
      </w:r>
      <w:r w:rsidR="00147957">
        <w:rPr>
          <w:noProof/>
        </w:rPr>
        <w:t xml:space="preserve"> </w:t>
      </w:r>
      <w:r>
        <w:fldChar w:fldCharType="end"/>
      </w:r>
      <w:r>
        <w:fldChar w:fldCharType="begin"/>
      </w:r>
      <w:r w:rsidR="00147957">
        <w:instrText xml:space="preserve"> SET Astra_Zakazka_Nazev1 "Osvětlení přístřešků a přeložky" \* MERGEFORMAT </w:instrText>
      </w:r>
      <w:r>
        <w:fldChar w:fldCharType="separate"/>
      </w:r>
      <w:r w:rsidR="00147957">
        <w:rPr>
          <w:noProof/>
        </w:rPr>
        <w:t>Osvětlení přístřešků a přeložky</w:t>
      </w:r>
      <w:r>
        <w:fldChar w:fldCharType="end"/>
      </w:r>
      <w:r>
        <w:fldChar w:fldCharType="begin"/>
      </w:r>
      <w:r w:rsidR="00147957">
        <w:instrText xml:space="preserve"> SET Astra_ProjektDokumenty_Dokumenty "Seznam příloh</w:instrText>
      </w:r>
      <w:r w:rsidR="00147957">
        <w:tab/>
        <w:instrText>79-11</w:instrText>
      </w:r>
      <w:r w:rsidR="00147957">
        <w:tab/>
        <w:instrText>00</w:instrText>
      </w:r>
      <w:r w:rsidR="00147957">
        <w:cr/>
        <w:instrText>TZ</w:instrText>
      </w:r>
      <w:r w:rsidR="00147957">
        <w:tab/>
        <w:instrText>79-11</w:instrText>
      </w:r>
      <w:r w:rsidR="00147957">
        <w:tab/>
        <w:instrText>01</w:instrText>
      </w:r>
      <w:r w:rsidR="00147957">
        <w:cr/>
        <w:instrText xml:space="preserve">" \* MERGEFORMAT </w:instrText>
      </w:r>
      <w:r>
        <w:fldChar w:fldCharType="separate"/>
      </w:r>
      <w:r w:rsidR="00147957">
        <w:rPr>
          <w:noProof/>
        </w:rPr>
        <w:t>Seznam příloh</w:t>
      </w:r>
      <w:r w:rsidR="00147957">
        <w:rPr>
          <w:noProof/>
        </w:rPr>
        <w:tab/>
        <w:t>79-11</w:t>
      </w:r>
      <w:r w:rsidR="00147957">
        <w:rPr>
          <w:noProof/>
        </w:rPr>
        <w:tab/>
        <w:t>00</w:t>
      </w:r>
      <w:r w:rsidR="00147957">
        <w:rPr>
          <w:noProof/>
        </w:rPr>
        <w:cr/>
        <w:t>TZ</w:t>
      </w:r>
      <w:r w:rsidR="00147957">
        <w:rPr>
          <w:noProof/>
        </w:rPr>
        <w:tab/>
        <w:t>79-11</w:t>
      </w:r>
      <w:r w:rsidR="00147957">
        <w:rPr>
          <w:noProof/>
        </w:rPr>
        <w:tab/>
        <w:t>01</w:t>
      </w:r>
      <w:r w:rsidR="00147957">
        <w:rPr>
          <w:noProof/>
        </w:rPr>
        <w:cr/>
      </w:r>
      <w:r>
        <w:fldChar w:fldCharType="end"/>
      </w:r>
      <w:r>
        <w:fldChar w:fldCharType="begin"/>
      </w:r>
      <w:r w:rsidR="00147957">
        <w:instrText xml:space="preserve"> SET Astra_Projekt_DbStruktura "C:\Users\Public\Documents\Astra 92\Astra\Structure\Astra-EPC-cz.xls" \* MERGEFORMAT </w:instrText>
      </w:r>
      <w:r>
        <w:fldChar w:fldCharType="separate"/>
      </w:r>
      <w:r w:rsidR="00147957">
        <w:rPr>
          <w:noProof/>
        </w:rPr>
        <w:t>C:\Users\Public\Documents\Astra 92\Astra\Structure\Astra-EPC-cz.xls</w:t>
      </w:r>
      <w:r>
        <w:fldChar w:fldCharType="end"/>
      </w:r>
      <w:r>
        <w:fldChar w:fldCharType="begin"/>
      </w:r>
      <w:r w:rsidR="00147957">
        <w:instrText xml:space="preserve"> SET Astra_Projekt_DbLegenda "" \* MERGEFORMAT </w:instrText>
      </w:r>
      <w:r>
        <w:fldChar w:fldCharType="separate"/>
      </w:r>
      <w:r w:rsidR="00147957">
        <w:rPr>
          <w:noProof/>
        </w:rPr>
        <w:t xml:space="preserve"> </w:t>
      </w:r>
      <w:r>
        <w:fldChar w:fldCharType="end"/>
      </w:r>
      <w:r>
        <w:fldChar w:fldCharType="begin"/>
      </w:r>
      <w:r w:rsidR="00147957">
        <w:instrText xml:space="preserve"> SET Astra_Projekt_Poznamka "" \* MERGEFORMAT </w:instrText>
      </w:r>
      <w:r>
        <w:fldChar w:fldCharType="separate"/>
      </w:r>
      <w:r w:rsidR="00147957">
        <w:rPr>
          <w:noProof/>
        </w:rPr>
        <w:t xml:space="preserve"> </w:t>
      </w:r>
      <w:r>
        <w:fldChar w:fldCharType="end"/>
      </w:r>
      <w:r>
        <w:fldChar w:fldCharType="begin"/>
      </w:r>
      <w:r w:rsidR="00147957">
        <w:instrText xml:space="preserve"> SET Astra_Projekt_StupenNazev "Dokumentace pro územní řízení" \* MERGEFORMAT </w:instrText>
      </w:r>
      <w:r>
        <w:fldChar w:fldCharType="separate"/>
      </w:r>
      <w:r w:rsidR="00147957">
        <w:rPr>
          <w:noProof/>
        </w:rPr>
        <w:t>Dokumentace pro územní řízení</w:t>
      </w:r>
      <w:r>
        <w:fldChar w:fldCharType="end"/>
      </w:r>
      <w:r>
        <w:fldChar w:fldCharType="begin"/>
      </w:r>
      <w:r w:rsidR="00147957">
        <w:instrText xml:space="preserve"> SET Astra_Projekt_Stupen "DUR" \* MERGEFORMAT </w:instrText>
      </w:r>
      <w:r>
        <w:fldChar w:fldCharType="separate"/>
      </w:r>
      <w:r w:rsidR="00147957">
        <w:rPr>
          <w:noProof/>
        </w:rPr>
        <w:t>DUR</w:t>
      </w:r>
      <w:r>
        <w:fldChar w:fldCharType="end"/>
      </w:r>
      <w:r>
        <w:fldChar w:fldCharType="begin"/>
      </w:r>
      <w:r w:rsidR="00147957">
        <w:instrText xml:space="preserve"> SET Astra_Projekt_Druh "100" \* MERGEFORMAT </w:instrText>
      </w:r>
      <w:r>
        <w:fldChar w:fldCharType="separate"/>
      </w:r>
      <w:r w:rsidR="00147957">
        <w:rPr>
          <w:noProof/>
        </w:rPr>
        <w:t>100</w:t>
      </w:r>
      <w:r>
        <w:fldChar w:fldCharType="end"/>
      </w:r>
      <w:r>
        <w:fldChar w:fldCharType="begin"/>
      </w:r>
      <w:r w:rsidR="00147957">
        <w:instrText xml:space="preserve"> SET Astra_Projekt_VPT "" \* MERGEFORMAT </w:instrText>
      </w:r>
      <w:r>
        <w:fldChar w:fldCharType="separate"/>
      </w:r>
      <w:r w:rsidR="00147957">
        <w:rPr>
          <w:noProof/>
        </w:rPr>
        <w:t xml:space="preserve"> </w:t>
      </w:r>
      <w:r>
        <w:fldChar w:fldCharType="end"/>
      </w:r>
      <w:r>
        <w:fldChar w:fldCharType="begin"/>
      </w:r>
      <w:r w:rsidR="00147957">
        <w:instrText xml:space="preserve"> SET Astra_Projekt_VPS "" \* MERGEFORMAT </w:instrText>
      </w:r>
      <w:r>
        <w:fldChar w:fldCharType="separate"/>
      </w:r>
      <w:r w:rsidR="00147957">
        <w:rPr>
          <w:noProof/>
        </w:rPr>
        <w:t xml:space="preserve"> </w:t>
      </w:r>
      <w:r>
        <w:fldChar w:fldCharType="end"/>
      </w:r>
      <w:r>
        <w:fldChar w:fldCharType="begin"/>
      </w:r>
      <w:r w:rsidR="00147957">
        <w:instrText xml:space="preserve"> SET Astra_Projekt_Architekt "" \* MERGEFORMAT </w:instrText>
      </w:r>
      <w:r>
        <w:fldChar w:fldCharType="separate"/>
      </w:r>
      <w:r w:rsidR="00147957">
        <w:rPr>
          <w:noProof/>
        </w:rPr>
        <w:t xml:space="preserve"> </w:t>
      </w:r>
      <w:r>
        <w:fldChar w:fldCharType="end"/>
      </w:r>
      <w:r>
        <w:fldChar w:fldCharType="begin"/>
      </w:r>
      <w:r w:rsidR="00147957">
        <w:instrText xml:space="preserve"> SET Astra_Projekt_Kontrola "Ing. Miroslav Kranich" \* MERGEFORMAT </w:instrText>
      </w:r>
      <w:r>
        <w:fldChar w:fldCharType="separate"/>
      </w:r>
      <w:r w:rsidR="00147957">
        <w:rPr>
          <w:noProof/>
        </w:rPr>
        <w:t>Ing. Miroslav Kranich</w:t>
      </w:r>
      <w:r>
        <w:fldChar w:fldCharType="end"/>
      </w:r>
      <w:r>
        <w:fldChar w:fldCharType="begin"/>
      </w:r>
      <w:r w:rsidR="00147957">
        <w:instrText xml:space="preserve"> SET Astra_Projekt_OPP "Ing. Martin Množil" \* MERGEFORMAT </w:instrText>
      </w:r>
      <w:r>
        <w:fldChar w:fldCharType="separate"/>
      </w:r>
      <w:r w:rsidR="00147957">
        <w:rPr>
          <w:noProof/>
        </w:rPr>
        <w:t>Ing. Martin Množil</w:t>
      </w:r>
      <w:r>
        <w:fldChar w:fldCharType="end"/>
      </w:r>
      <w:r>
        <w:fldChar w:fldCharType="begin"/>
      </w:r>
      <w:r w:rsidR="00147957">
        <w:instrText xml:space="preserve"> SET Astra_Projekt_Projektant "Ing. Martin Množil" \* MERGEFORMAT </w:instrText>
      </w:r>
      <w:r>
        <w:fldChar w:fldCharType="separate"/>
      </w:r>
      <w:r w:rsidR="00147957">
        <w:rPr>
          <w:noProof/>
        </w:rPr>
        <w:t>Ing. Martin Množil</w:t>
      </w:r>
      <w:r>
        <w:fldChar w:fldCharType="end"/>
      </w:r>
      <w:r>
        <w:fldChar w:fldCharType="begin"/>
      </w:r>
      <w:r w:rsidR="00147957">
        <w:instrText xml:space="preserve"> SET Astra_Projekt_Nazev2 "" \* MERGEFORMAT </w:instrText>
      </w:r>
      <w:r>
        <w:fldChar w:fldCharType="separate"/>
      </w:r>
      <w:r w:rsidR="00147957">
        <w:rPr>
          <w:noProof/>
        </w:rPr>
        <w:t xml:space="preserve"> </w:t>
      </w:r>
      <w:r>
        <w:fldChar w:fldCharType="end"/>
      </w:r>
      <w:r>
        <w:fldChar w:fldCharType="begin"/>
      </w:r>
      <w:r w:rsidR="00147957">
        <w:instrText xml:space="preserve"> SET Astra_Projekt_Nazev1 "SO 01.1 zast. Brňov, přeložka sítě ČEZ Distribuce" \* MERGEFORMAT </w:instrText>
      </w:r>
      <w:r>
        <w:fldChar w:fldCharType="separate"/>
      </w:r>
      <w:r w:rsidR="00147957">
        <w:rPr>
          <w:noProof/>
        </w:rPr>
        <w:t>SO 01.1 zast. Brňov, přeložka sítě ČEZ Distribuce</w:t>
      </w:r>
      <w:r>
        <w:fldChar w:fldCharType="end"/>
      </w:r>
      <w:r>
        <w:fldChar w:fldCharType="begin"/>
      </w:r>
      <w:r w:rsidR="00147957">
        <w:instrText xml:space="preserve"> SET Astra_Profese_Predpona "EPC" \* MERGEFORMAT </w:instrText>
      </w:r>
      <w:r>
        <w:fldChar w:fldCharType="separate"/>
      </w:r>
      <w:r w:rsidR="00147957">
        <w:rPr>
          <w:noProof/>
        </w:rPr>
        <w:t>EPC</w:t>
      </w:r>
      <w:r>
        <w:fldChar w:fldCharType="end"/>
      </w:r>
      <w:r>
        <w:fldChar w:fldCharType="begin"/>
      </w:r>
      <w:r w:rsidR="00147957">
        <w:instrText xml:space="preserve"> SET Astra_Profese_KodVychozi "E" \* MERGEFORMAT </w:instrText>
      </w:r>
      <w:r>
        <w:fldChar w:fldCharType="separate"/>
      </w:r>
      <w:r w:rsidR="00147957">
        <w:rPr>
          <w:noProof/>
        </w:rPr>
        <w:t>E</w:t>
      </w:r>
      <w:r>
        <w:fldChar w:fldCharType="end"/>
      </w:r>
      <w:r>
        <w:fldChar w:fldCharType="begin"/>
      </w:r>
      <w:r w:rsidR="00147957">
        <w:instrText xml:space="preserve"> SET Astra_Profese_Kod "Br_CEZ" \* MERGEFORMAT </w:instrText>
      </w:r>
      <w:r>
        <w:fldChar w:fldCharType="separate"/>
      </w:r>
      <w:r w:rsidR="00147957">
        <w:rPr>
          <w:noProof/>
        </w:rPr>
        <w:t>Br_CEZ</w:t>
      </w:r>
      <w:r>
        <w:fldChar w:fldCharType="end"/>
      </w:r>
      <w:r>
        <w:fldChar w:fldCharType="begin"/>
      </w:r>
      <w:r w:rsidR="00147957">
        <w:instrText xml:space="preserve"> SET Astra_Profese_Nazev "Elektroinstalace" \* MERGEFORMAT </w:instrText>
      </w:r>
      <w:r>
        <w:fldChar w:fldCharType="separate"/>
      </w:r>
      <w:r w:rsidR="00147957">
        <w:rPr>
          <w:noProof/>
        </w:rPr>
        <w:t>Elektroinstalace</w:t>
      </w:r>
      <w:r>
        <w:fldChar w:fldCharType="end"/>
      </w:r>
      <w:r>
        <w:fldChar w:fldCharType="begin"/>
      </w:r>
      <w:r w:rsidR="00147957">
        <w:instrText xml:space="preserve"> SET Astra_Uzivatel_PrijmeniZakazka "a.s." \* MERGEFORMAT </w:instrText>
      </w:r>
      <w:r>
        <w:fldChar w:fldCharType="separate"/>
      </w:r>
      <w:r w:rsidR="00147957">
        <w:rPr>
          <w:noProof/>
        </w:rPr>
        <w:t>a.s.</w:t>
      </w:r>
      <w:r>
        <w:fldChar w:fldCharType="end"/>
      </w:r>
      <w:r>
        <w:fldChar w:fldCharType="begin"/>
      </w:r>
      <w:r w:rsidR="00147957">
        <w:instrText xml:space="preserve"> SET Astra_Uzivatel_JmenoZakazka "ASTRA 92" \* MERGEFORMAT </w:instrText>
      </w:r>
      <w:r>
        <w:fldChar w:fldCharType="separate"/>
      </w:r>
      <w:r w:rsidR="00147957">
        <w:rPr>
          <w:noProof/>
        </w:rPr>
        <w:t>ASTRA 92</w:t>
      </w:r>
      <w:r>
        <w:fldChar w:fldCharType="end"/>
      </w:r>
      <w:r>
        <w:fldChar w:fldCharType="begin"/>
      </w:r>
      <w:r w:rsidR="00147957">
        <w:instrText xml:space="preserve"> SET Astra_Uzivatel_PrijmeniProjekt "a.s." \* MERGEFORMAT </w:instrText>
      </w:r>
      <w:r>
        <w:fldChar w:fldCharType="separate"/>
      </w:r>
      <w:r w:rsidR="00147957">
        <w:rPr>
          <w:noProof/>
        </w:rPr>
        <w:t>a.s.</w:t>
      </w:r>
      <w:r>
        <w:fldChar w:fldCharType="end"/>
      </w:r>
      <w:r>
        <w:fldChar w:fldCharType="begin"/>
      </w:r>
      <w:r w:rsidR="00147957">
        <w:instrText xml:space="preserve"> SET Astra_Uzivatel_JmenoProjekt "ASTRA 92" \* MERGEFORMAT </w:instrText>
      </w:r>
      <w:r>
        <w:fldChar w:fldCharType="separate"/>
      </w:r>
      <w:r w:rsidR="00147957">
        <w:rPr>
          <w:noProof/>
        </w:rPr>
        <w:t>ASTRA 92</w:t>
      </w:r>
      <w:r>
        <w:fldChar w:fldCharType="end"/>
      </w:r>
      <w:r>
        <w:fldChar w:fldCharType="begin"/>
      </w:r>
      <w:r w:rsidR="00147957">
        <w:instrText xml:space="preserve"> SET Astra_Uzivatel_PrijmeniDokument "a.s." \* MERGEFORMAT </w:instrText>
      </w:r>
      <w:r>
        <w:fldChar w:fldCharType="separate"/>
      </w:r>
      <w:r w:rsidR="00147957">
        <w:rPr>
          <w:noProof/>
        </w:rPr>
        <w:t>a.s.</w:t>
      </w:r>
      <w:r>
        <w:fldChar w:fldCharType="end"/>
      </w:r>
      <w:r>
        <w:fldChar w:fldCharType="begin"/>
      </w:r>
      <w:r w:rsidR="00147957">
        <w:instrText xml:space="preserve"> SET Astra_Uzivatel_JmenoDokument "ASTRA 92" \* MERGEFORMAT </w:instrText>
      </w:r>
      <w:r>
        <w:fldChar w:fldCharType="separate"/>
      </w:r>
      <w:r w:rsidR="00147957">
        <w:rPr>
          <w:noProof/>
        </w:rPr>
        <w:t>ASTRA 92</w:t>
      </w:r>
      <w:r>
        <w:fldChar w:fldCharType="end"/>
      </w:r>
      <w:r>
        <w:fldChar w:fldCharType="begin"/>
      </w:r>
      <w:r w:rsidR="00147957">
        <w:instrText xml:space="preserve"> SET Astra_Dokument_Podlazi "0" \* MERGEFORMAT </w:instrText>
      </w:r>
      <w:r>
        <w:fldChar w:fldCharType="separate"/>
      </w:r>
      <w:r w:rsidR="00147957">
        <w:rPr>
          <w:noProof/>
        </w:rPr>
        <w:t>0</w:t>
      </w:r>
      <w:r>
        <w:fldChar w:fldCharType="end"/>
      </w:r>
      <w:r>
        <w:fldChar w:fldCharType="begin"/>
      </w:r>
      <w:r w:rsidR="00147957">
        <w:instrText xml:space="preserve"> SET Astra_Dokument_Poznamka "" \* MERGEFORMAT </w:instrText>
      </w:r>
      <w:r>
        <w:fldChar w:fldCharType="separate"/>
      </w:r>
      <w:r w:rsidR="00147957">
        <w:rPr>
          <w:noProof/>
        </w:rPr>
        <w:t xml:space="preserve"> </w:t>
      </w:r>
      <w:r>
        <w:fldChar w:fldCharType="end"/>
      </w:r>
      <w:r>
        <w:fldChar w:fldCharType="begin"/>
      </w:r>
      <w:r w:rsidR="00147957">
        <w:instrText xml:space="preserve"> SET Astra_Dokument_Druh "1" \* MERGEFORMAT </w:instrText>
      </w:r>
      <w:r>
        <w:fldChar w:fldCharType="separate"/>
      </w:r>
      <w:r w:rsidR="00147957">
        <w:rPr>
          <w:noProof/>
        </w:rPr>
        <w:t>1</w:t>
      </w:r>
      <w:r>
        <w:fldChar w:fldCharType="end"/>
      </w:r>
      <w:r>
        <w:fldChar w:fldCharType="begin"/>
      </w:r>
      <w:r w:rsidR="00147957">
        <w:instrText xml:space="preserve"> SET Astra_Dokument_Kod "01" \* MERGEFORMAT </w:instrText>
      </w:r>
      <w:r>
        <w:fldChar w:fldCharType="separate"/>
      </w:r>
      <w:r w:rsidR="00147957">
        <w:rPr>
          <w:noProof/>
        </w:rPr>
        <w:t>01</w:t>
      </w:r>
      <w:r>
        <w:fldChar w:fldCharType="end"/>
      </w:r>
      <w:r>
        <w:fldChar w:fldCharType="begin"/>
      </w:r>
      <w:r w:rsidR="00147957">
        <w:instrText xml:space="preserve"> SET Astra_Dokument_Nazev "TZ" \* MERGEFORMAT </w:instrText>
      </w:r>
      <w:r>
        <w:fldChar w:fldCharType="separate"/>
      </w:r>
      <w:r w:rsidR="00147957">
        <w:rPr>
          <w:noProof/>
        </w:rPr>
        <w:t>TZ</w:t>
      </w:r>
      <w:r>
        <w:fldChar w:fldCharType="end"/>
      </w:r>
      <w:r>
        <w:fldChar w:fldCharType="begin"/>
      </w:r>
      <w:r w:rsidR="00147957">
        <w:instrText xml:space="preserve"> SET Astra_Astra_ZkratkaJazyka "cz" \* MERGEFORMAT </w:instrText>
      </w:r>
      <w:r>
        <w:fldChar w:fldCharType="separate"/>
      </w:r>
      <w:r w:rsidR="00147957">
        <w:rPr>
          <w:noProof/>
        </w:rPr>
        <w:t>cz</w:t>
      </w:r>
      <w:r>
        <w:fldChar w:fldCharType="end"/>
      </w:r>
      <w:r>
        <w:fldChar w:fldCharType="begin"/>
      </w:r>
      <w:r w:rsidR="00147957">
        <w:instrText xml:space="preserve"> SET Astra_RunWord_InfoText "1" \* MERGEFORMAT </w:instrText>
      </w:r>
      <w:r>
        <w:fldChar w:fldCharType="separate"/>
      </w:r>
      <w:r w:rsidR="00147957">
        <w:rPr>
          <w:noProof/>
        </w:rPr>
        <w:t>1</w:t>
      </w:r>
      <w:r>
        <w:fldChar w:fldCharType="end"/>
      </w:r>
      <w:r>
        <w:fldChar w:fldCharType="begin"/>
      </w:r>
      <w:r w:rsidR="00147957">
        <w:instrText xml:space="preserve"> SET Astra_RunWord_InfoPoleZnakAktualizace "?" \* MERGEFORMAT </w:instrText>
      </w:r>
      <w:r>
        <w:fldChar w:fldCharType="separate"/>
      </w:r>
      <w:r w:rsidR="00147957">
        <w:rPr>
          <w:noProof/>
        </w:rPr>
        <w:t>?</w:t>
      </w:r>
      <w:r>
        <w:fldChar w:fldCharType="end"/>
      </w:r>
      <w:r>
        <w:fldChar w:fldCharType="begin"/>
      </w:r>
      <w:r w:rsidR="00147957">
        <w:instrText xml:space="preserve"> SET Astra_RunWord_InfoPole "1" \* MERGEFORMAT </w:instrText>
      </w:r>
      <w:r>
        <w:fldChar w:fldCharType="separate"/>
      </w:r>
      <w:r w:rsidR="00147957">
        <w:rPr>
          <w:noProof/>
        </w:rPr>
        <w:t>1</w:t>
      </w:r>
      <w:r>
        <w:fldChar w:fldCharType="end"/>
      </w:r>
      <w:r w:rsidRPr="00AD7E71">
        <w:fldChar w:fldCharType="begin"/>
      </w:r>
      <w:r w:rsidR="00AD7E71" w:rsidRPr="00AD7E71">
        <w:instrText xml:space="preserve"> SET Astra_Slozky_Temp "C:\Users\Public\Documents\Astra 92\Astra\Temp\EPC\Doc\" \* MERGEFORMAT </w:instrText>
      </w:r>
      <w:r w:rsidRPr="00AD7E71">
        <w:fldChar w:fldCharType="separate"/>
      </w:r>
      <w:r w:rsidR="00AD7E71" w:rsidRPr="00AD7E71">
        <w:t xml:space="preserve">C:\Users\Public\Documents\Astra 92\Astra\Temp\EPC\Doc\" \* MERGEFORMAT </w:t>
      </w:r>
      <w:r w:rsidRPr="00AD7E71">
        <w:fldChar w:fldCharType="end"/>
      </w:r>
      <w:r w:rsidRPr="00AD7E71">
        <w:fldChar w:fldCharType="begin"/>
      </w:r>
      <w:r w:rsidR="00AD7E71" w:rsidRPr="00AD7E71">
        <w:instrText xml:space="preserve"> SET Astra_Slozky_Structure "C:\Users\Public\Documents\Astra 92\Astra\Structure\" \* MERGEFORMAT </w:instrText>
      </w:r>
      <w:r w:rsidRPr="00AD7E71">
        <w:fldChar w:fldCharType="separate"/>
      </w:r>
      <w:r w:rsidR="00AD7E71" w:rsidRPr="00AD7E71">
        <w:t xml:space="preserve">C:\Users\Public\Documents\Astra 92\Astra\Structure\" \* MERGEFORMAT </w:t>
      </w:r>
      <w:r w:rsidRPr="00AD7E71">
        <w:fldChar w:fldCharType="end"/>
      </w:r>
      <w:r w:rsidRPr="00AD7E71">
        <w:fldChar w:fldCharType="begin"/>
      </w:r>
      <w:r w:rsidR="00AD7E71" w:rsidRPr="00AD7E71">
        <w:instrText xml:space="preserve"> SET Astra_Slozky_Module "C:\Users\Public\Documents\Astra 92\Astra\Module\EPC\Doc\" \* MERGEFORMAT </w:instrText>
      </w:r>
      <w:r w:rsidRPr="00AD7E71">
        <w:fldChar w:fldCharType="separate"/>
      </w:r>
      <w:r w:rsidR="00AD7E71" w:rsidRPr="00AD7E71">
        <w:t xml:space="preserve">C:\Users\Public\Documents\Astra 92\Astra\Module\EPC\Doc\" \* MERGEFORMAT </w:t>
      </w:r>
      <w:r w:rsidRPr="00AD7E71">
        <w:fldChar w:fldCharType="end"/>
      </w:r>
      <w:r w:rsidRPr="00AD7E71">
        <w:fldChar w:fldCharType="begin"/>
      </w:r>
      <w:r w:rsidR="00AD7E71" w:rsidRPr="00AD7E71">
        <w:instrText xml:space="preserve"> SET Astra_Slozky_Data "C:\Users\Public\Documents\Astra 92\Data\EPC\" \* MERGEFORMAT </w:instrText>
      </w:r>
      <w:r w:rsidRPr="00AD7E71">
        <w:fldChar w:fldCharType="separate"/>
      </w:r>
      <w:r w:rsidR="00AD7E71" w:rsidRPr="00AD7E71">
        <w:t xml:space="preserve">C:\Users\Public\Documents\Astra 92\Data\EPC\" \* MERGEFORMAT </w:t>
      </w:r>
      <w:r w:rsidRPr="00AD7E71">
        <w:fldChar w:fldCharType="end"/>
      </w:r>
      <w:r w:rsidRPr="00AD7E71">
        <w:fldChar w:fldCharType="begin"/>
      </w:r>
      <w:r w:rsidR="00AD7E71" w:rsidRPr="00AD7E71">
        <w:instrText xml:space="preserve"> SET Astra_Slozky_All "C:\Users\Public\Documents\Astra 92\Astra\All\" \* MERGEFORMAT </w:instrText>
      </w:r>
      <w:r w:rsidRPr="00AD7E71">
        <w:fldChar w:fldCharType="separate"/>
      </w:r>
      <w:r w:rsidR="00AD7E71" w:rsidRPr="00AD7E71">
        <w:t xml:space="preserve">C:\Users\Public\Documents\Astra 92\Astra\All\" \* MERGEFORMAT </w:t>
      </w:r>
      <w:r w:rsidRPr="00AD7E71">
        <w:fldChar w:fldCharType="end"/>
      </w:r>
      <w:r w:rsidRPr="00AD7E71">
        <w:fldChar w:fldCharType="begin"/>
      </w:r>
      <w:r w:rsidR="00AD7E71" w:rsidRPr="00AD7E71">
        <w:instrText xml:space="preserve"> SET Astra_Zakazka_Poznamka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Astra_Zakazka_Objekty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Astra_Zakazka_AC "79-11" \* MERGEFORMAT </w:instrText>
      </w:r>
      <w:r w:rsidRPr="00AD7E71">
        <w:fldChar w:fldCharType="separate"/>
      </w:r>
      <w:r w:rsidR="00AD7E71" w:rsidRPr="00AD7E71">
        <w:t>79-11</w:t>
      </w:r>
      <w:r w:rsidRPr="00AD7E71">
        <w:fldChar w:fldCharType="end"/>
      </w:r>
      <w:r w:rsidRPr="00AD7E71">
        <w:fldChar w:fldCharType="begin"/>
      </w:r>
      <w:r w:rsidR="00AD7E71" w:rsidRPr="00AD7E71">
        <w:instrText xml:space="preserve"> SET Astra_Zakazka_ZC "11-045-234-PD" \* MERGEFORMAT </w:instrText>
      </w:r>
      <w:r w:rsidRPr="00AD7E71">
        <w:fldChar w:fldCharType="separate"/>
      </w:r>
      <w:r w:rsidR="00AD7E71" w:rsidRPr="00AD7E71">
        <w:t>11-045-234-PD</w:t>
      </w:r>
      <w:r w:rsidRPr="00AD7E71">
        <w:fldChar w:fldCharType="end"/>
      </w:r>
      <w:r w:rsidRPr="00AD7E71">
        <w:fldChar w:fldCharType="begin"/>
      </w:r>
      <w:r w:rsidR="00AD7E71" w:rsidRPr="00AD7E71">
        <w:instrText xml:space="preserve"> SET Astra_Zakazka_Investor "SŽDC, s.o." \* MERGEFORMAT </w:instrText>
      </w:r>
      <w:r w:rsidRPr="00AD7E71">
        <w:fldChar w:fldCharType="separate"/>
      </w:r>
      <w:r w:rsidR="00AD7E71" w:rsidRPr="00AD7E71">
        <w:t>SŽDC, s.o.</w:t>
      </w:r>
      <w:r w:rsidRPr="00AD7E71">
        <w:fldChar w:fldCharType="end"/>
      </w:r>
      <w:r w:rsidRPr="00AD7E71">
        <w:fldChar w:fldCharType="begin"/>
      </w:r>
      <w:r w:rsidR="00AD7E71" w:rsidRPr="00AD7E71">
        <w:instrText xml:space="preserve"> SET Astra_Zakazka_Obec "Praha 1, Nové Město, Dlážděná 1003/7" \* MERGEFORMAT </w:instrText>
      </w:r>
      <w:r w:rsidRPr="00AD7E71">
        <w:fldChar w:fldCharType="separate"/>
      </w:r>
      <w:r w:rsidR="00AD7E71" w:rsidRPr="00AD7E71">
        <w:t>Praha 1, Nové Město, Dlážděná 1003/7</w:t>
      </w:r>
      <w:r w:rsidRPr="00AD7E71">
        <w:fldChar w:fldCharType="end"/>
      </w:r>
      <w:r w:rsidRPr="00AD7E71">
        <w:fldChar w:fldCharType="begin"/>
      </w:r>
      <w:r w:rsidR="00AD7E71" w:rsidRPr="00AD7E71">
        <w:instrText xml:space="preserve"> SET Astra_Zakazka_Okres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Astra_Zakazka_HIP "Ing. P.Šudřich" \* MERGEFORMAT </w:instrText>
      </w:r>
      <w:r w:rsidRPr="00AD7E71">
        <w:fldChar w:fldCharType="separate"/>
      </w:r>
      <w:r w:rsidR="00AD7E71" w:rsidRPr="00AD7E71">
        <w:t>Ing. P.Šudřich</w:t>
      </w:r>
      <w:r w:rsidRPr="00AD7E71">
        <w:fldChar w:fldCharType="end"/>
      </w:r>
      <w:r w:rsidRPr="00AD7E71">
        <w:fldChar w:fldCharType="begin"/>
      </w:r>
      <w:r w:rsidR="00AD7E71" w:rsidRPr="00AD7E71">
        <w:instrText xml:space="preserve"> SET Astra_Zakazka_Kod "79_11" \* MERGEFORMAT </w:instrText>
      </w:r>
      <w:r w:rsidRPr="00AD7E71">
        <w:fldChar w:fldCharType="separate"/>
      </w:r>
      <w:r w:rsidR="00AD7E71" w:rsidRPr="00AD7E71">
        <w:t>79_11</w:t>
      </w:r>
      <w:r w:rsidRPr="00AD7E71">
        <w:fldChar w:fldCharType="end"/>
      </w:r>
      <w:r w:rsidRPr="00AD7E71">
        <w:fldChar w:fldCharType="begin"/>
      </w:r>
      <w:r w:rsidR="00AD7E71" w:rsidRPr="00AD7E71">
        <w:instrText xml:space="preserve"> SET Astra_Zakazka_Nazev2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Astra_Zakazka_Nazev1 "Osvětlení přístřešků a přeložky" \* MERGEFORMAT </w:instrText>
      </w:r>
      <w:r w:rsidRPr="00AD7E71">
        <w:fldChar w:fldCharType="separate"/>
      </w:r>
      <w:r w:rsidR="00AD7E71" w:rsidRPr="00AD7E71">
        <w:t>Osvětlení přístřešků a přeložky</w:t>
      </w:r>
      <w:r w:rsidRPr="00AD7E71">
        <w:fldChar w:fldCharType="end"/>
      </w:r>
      <w:r w:rsidRPr="00AD7E71">
        <w:fldChar w:fldCharType="begin"/>
      </w:r>
      <w:r w:rsidR="00AD7E71" w:rsidRPr="00AD7E71">
        <w:instrText xml:space="preserve"> SET Astra_ProjektDokumenty_Dokumenty "Seznam příloh</w:instrText>
      </w:r>
      <w:r w:rsidR="00AD7E71" w:rsidRPr="00AD7E71">
        <w:tab/>
        <w:instrText>79-11</w:instrText>
      </w:r>
      <w:r w:rsidR="00AD7E71" w:rsidRPr="00AD7E71">
        <w:tab/>
        <w:instrText>00</w:instrText>
      </w:r>
      <w:r w:rsidR="00AD7E71" w:rsidRPr="00AD7E71">
        <w:cr/>
        <w:instrText>TZ</w:instrText>
      </w:r>
      <w:r w:rsidR="00AD7E71" w:rsidRPr="00AD7E71">
        <w:tab/>
        <w:instrText>79-11</w:instrText>
      </w:r>
      <w:r w:rsidR="00AD7E71" w:rsidRPr="00AD7E71">
        <w:tab/>
        <w:instrText>01</w:instrText>
      </w:r>
      <w:r w:rsidR="00AD7E71" w:rsidRPr="00AD7E71">
        <w:cr/>
        <w:instrText xml:space="preserve">" \* MERGEFORMAT </w:instrText>
      </w:r>
      <w:r w:rsidRPr="00AD7E71">
        <w:fldChar w:fldCharType="separate"/>
      </w:r>
      <w:r w:rsidR="00AD7E71" w:rsidRPr="00AD7E71">
        <w:t>Seznam příloh</w:t>
      </w:r>
      <w:r w:rsidR="00AD7E71" w:rsidRPr="00AD7E71">
        <w:tab/>
        <w:t>79-11</w:t>
      </w:r>
      <w:r w:rsidR="00AD7E71" w:rsidRPr="00AD7E71">
        <w:tab/>
        <w:t>00</w:t>
      </w:r>
      <w:r w:rsidR="00AD7E71" w:rsidRPr="00AD7E71">
        <w:cr/>
        <w:t>TZ</w:t>
      </w:r>
      <w:r w:rsidR="00AD7E71" w:rsidRPr="00AD7E71">
        <w:tab/>
        <w:t>79-11</w:t>
      </w:r>
      <w:r w:rsidR="00AD7E71" w:rsidRPr="00AD7E71">
        <w:tab/>
        <w:t>01</w:t>
      </w:r>
      <w:r w:rsidR="00AD7E71" w:rsidRPr="00AD7E71">
        <w:cr/>
      </w:r>
      <w:r w:rsidRPr="00AD7E71">
        <w:fldChar w:fldCharType="end"/>
      </w:r>
      <w:r w:rsidRPr="00AD7E71">
        <w:fldChar w:fldCharType="begin"/>
      </w:r>
      <w:r w:rsidR="00AD7E71" w:rsidRPr="00AD7E71">
        <w:instrText xml:space="preserve"> SET Astra_Projekt_DbStruktura "C:\Users\Public\Documents\Astra 92\Astra\Structure\Astra-EPC-cz.xls" \* MERGEFORMAT </w:instrText>
      </w:r>
      <w:r w:rsidRPr="00AD7E71">
        <w:fldChar w:fldCharType="separate"/>
      </w:r>
      <w:r w:rsidR="00AD7E71" w:rsidRPr="00AD7E71">
        <w:t>C:\Users\Public\Documents\Astra 92\Astra\Structure\Astra-EPC-cz.xls</w:t>
      </w:r>
      <w:r w:rsidRPr="00AD7E71">
        <w:fldChar w:fldCharType="end"/>
      </w:r>
      <w:r w:rsidRPr="00AD7E71">
        <w:fldChar w:fldCharType="begin"/>
      </w:r>
      <w:r w:rsidR="00AD7E71" w:rsidRPr="00AD7E71">
        <w:instrText xml:space="preserve"> SET Astra_Projekt_DbLegenda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Astra_Projekt_Poznamka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Astra_Projekt_StupenNazev "Dokumentace pro územní řízení" \* MERGEFORMAT </w:instrText>
      </w:r>
      <w:r w:rsidRPr="00AD7E71">
        <w:fldChar w:fldCharType="separate"/>
      </w:r>
      <w:r w:rsidR="00AD7E71" w:rsidRPr="00AD7E71">
        <w:t>Dokumentace pro územní řízení</w:t>
      </w:r>
      <w:r w:rsidRPr="00AD7E71">
        <w:fldChar w:fldCharType="end"/>
      </w:r>
      <w:r w:rsidRPr="00AD7E71">
        <w:fldChar w:fldCharType="begin"/>
      </w:r>
      <w:r w:rsidR="00AD7E71" w:rsidRPr="00AD7E71">
        <w:instrText xml:space="preserve"> SET Astra_Projekt_Stupen "DUR" \* MERGEFORMAT </w:instrText>
      </w:r>
      <w:r w:rsidRPr="00AD7E71">
        <w:fldChar w:fldCharType="separate"/>
      </w:r>
      <w:r w:rsidR="00AD7E71" w:rsidRPr="00AD7E71">
        <w:t>DUR</w:t>
      </w:r>
      <w:r w:rsidRPr="00AD7E71">
        <w:fldChar w:fldCharType="end"/>
      </w:r>
      <w:r w:rsidRPr="00AD7E71">
        <w:fldChar w:fldCharType="begin"/>
      </w:r>
      <w:r w:rsidR="00AD7E71" w:rsidRPr="00AD7E71">
        <w:instrText xml:space="preserve"> SET Astra_Projekt_Druh "100" \* MERGEFORMAT </w:instrText>
      </w:r>
      <w:r w:rsidRPr="00AD7E71">
        <w:fldChar w:fldCharType="separate"/>
      </w:r>
      <w:r w:rsidR="00AD7E71" w:rsidRPr="00AD7E71">
        <w:t>100</w:t>
      </w:r>
      <w:r w:rsidRPr="00AD7E71">
        <w:fldChar w:fldCharType="end"/>
      </w:r>
      <w:r w:rsidRPr="00AD7E71">
        <w:fldChar w:fldCharType="begin"/>
      </w:r>
      <w:r w:rsidR="00AD7E71" w:rsidRPr="00AD7E71">
        <w:instrText xml:space="preserve"> SET Astra_Projekt_VPT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Astra_Projekt_VPS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Astra_Projekt_Architekt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Astra_Projekt_Kontrola "Ing. Miroslav Kranich" \* MERGEFORMAT </w:instrText>
      </w:r>
      <w:r w:rsidRPr="00AD7E71">
        <w:fldChar w:fldCharType="separate"/>
      </w:r>
      <w:r w:rsidR="00AD7E71" w:rsidRPr="00AD7E71">
        <w:t>Ing. Miroslav Kranich</w:t>
      </w:r>
      <w:r w:rsidRPr="00AD7E71">
        <w:fldChar w:fldCharType="end"/>
      </w:r>
      <w:r w:rsidRPr="00AD7E71">
        <w:fldChar w:fldCharType="begin"/>
      </w:r>
      <w:r w:rsidR="00AD7E71" w:rsidRPr="00AD7E71">
        <w:instrText xml:space="preserve"> SET Astra_Projekt_OPP "Ing. Martin Množil" \* MERGEFORMAT </w:instrText>
      </w:r>
      <w:r w:rsidRPr="00AD7E71">
        <w:fldChar w:fldCharType="separate"/>
      </w:r>
      <w:r w:rsidR="00AD7E71" w:rsidRPr="00AD7E71">
        <w:t>Ing. Martin Množil</w:t>
      </w:r>
      <w:r w:rsidRPr="00AD7E71">
        <w:fldChar w:fldCharType="end"/>
      </w:r>
      <w:r w:rsidRPr="00AD7E71">
        <w:fldChar w:fldCharType="begin"/>
      </w:r>
      <w:r w:rsidR="00AD7E71" w:rsidRPr="00AD7E71">
        <w:instrText xml:space="preserve"> SET Astra_Projekt_Projektant "Ing. Martin Množil" \* MERGEFORMAT </w:instrText>
      </w:r>
      <w:r w:rsidRPr="00AD7E71">
        <w:fldChar w:fldCharType="separate"/>
      </w:r>
      <w:r w:rsidR="00AD7E71" w:rsidRPr="00AD7E71">
        <w:t>Ing. Martin Množil</w:t>
      </w:r>
      <w:r w:rsidRPr="00AD7E71">
        <w:fldChar w:fldCharType="end"/>
      </w:r>
      <w:r w:rsidRPr="00AD7E71">
        <w:fldChar w:fldCharType="begin"/>
      </w:r>
      <w:r w:rsidR="00AD7E71" w:rsidRPr="00AD7E71">
        <w:instrText xml:space="preserve"> SET Astra_Projekt_Nazev2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Astra_Projekt_Nazev1 "SO 01.1 zast. Brňov, přeložka sítě ČEZ Distribuce" \* MERGEFORMAT </w:instrText>
      </w:r>
      <w:r w:rsidRPr="00AD7E71">
        <w:fldChar w:fldCharType="separate"/>
      </w:r>
      <w:r w:rsidR="00AD7E71" w:rsidRPr="00AD7E71">
        <w:t>SO 01.1 zast. Brňov, přeložka sítě ČEZ Distribuce</w:t>
      </w:r>
      <w:r w:rsidRPr="00AD7E71">
        <w:fldChar w:fldCharType="end"/>
      </w:r>
      <w:r w:rsidRPr="00AD7E71">
        <w:fldChar w:fldCharType="begin"/>
      </w:r>
      <w:r w:rsidR="00AD7E71" w:rsidRPr="00AD7E71">
        <w:instrText xml:space="preserve"> SET Astra_Profese_Predpona "EPC" \* MERGEFORMAT </w:instrText>
      </w:r>
      <w:r w:rsidRPr="00AD7E71">
        <w:fldChar w:fldCharType="separate"/>
      </w:r>
      <w:r w:rsidR="00AD7E71" w:rsidRPr="00AD7E71">
        <w:t>EPC</w:t>
      </w:r>
      <w:r w:rsidRPr="00AD7E71">
        <w:fldChar w:fldCharType="end"/>
      </w:r>
      <w:r w:rsidRPr="00AD7E71">
        <w:fldChar w:fldCharType="begin"/>
      </w:r>
      <w:r w:rsidR="00AD7E71" w:rsidRPr="00AD7E71">
        <w:instrText xml:space="preserve"> SET Astra_Profese_KodVychozi "E" \* MERGEFORMAT </w:instrText>
      </w:r>
      <w:r w:rsidRPr="00AD7E71">
        <w:fldChar w:fldCharType="separate"/>
      </w:r>
      <w:r w:rsidR="00AD7E71" w:rsidRPr="00AD7E71">
        <w:t>E</w:t>
      </w:r>
      <w:r w:rsidRPr="00AD7E71">
        <w:fldChar w:fldCharType="end"/>
      </w:r>
      <w:r w:rsidRPr="00AD7E71">
        <w:fldChar w:fldCharType="begin"/>
      </w:r>
      <w:r w:rsidR="00AD7E71" w:rsidRPr="00AD7E71">
        <w:instrText xml:space="preserve"> SET Astra_Profese_Kod "Br_CEZ" \* MERGEFORMAT </w:instrText>
      </w:r>
      <w:r w:rsidRPr="00AD7E71">
        <w:fldChar w:fldCharType="separate"/>
      </w:r>
      <w:r w:rsidR="00AD7E71" w:rsidRPr="00AD7E71">
        <w:t>Br_CEZ</w:t>
      </w:r>
      <w:r w:rsidRPr="00AD7E71">
        <w:fldChar w:fldCharType="end"/>
      </w:r>
      <w:r w:rsidRPr="00AD7E71">
        <w:fldChar w:fldCharType="begin"/>
      </w:r>
      <w:r w:rsidR="00AD7E71" w:rsidRPr="00AD7E71">
        <w:instrText xml:space="preserve"> SET Astra_Profese_Nazev "Elektroinstalace" \* MERGEFORMAT </w:instrText>
      </w:r>
      <w:r w:rsidRPr="00AD7E71">
        <w:fldChar w:fldCharType="separate"/>
      </w:r>
      <w:r w:rsidR="00AD7E71" w:rsidRPr="00AD7E71">
        <w:t>Elektroinstalace</w:t>
      </w:r>
      <w:r w:rsidRPr="00AD7E71">
        <w:fldChar w:fldCharType="end"/>
      </w:r>
      <w:r w:rsidRPr="00AD7E71">
        <w:fldChar w:fldCharType="begin"/>
      </w:r>
      <w:r w:rsidR="00AD7E71" w:rsidRPr="00AD7E71">
        <w:instrText xml:space="preserve"> SET Astra_Uzivatel_PrijmeniZakazka "a.s." \* MERGEFORMAT </w:instrText>
      </w:r>
      <w:r w:rsidRPr="00AD7E71">
        <w:fldChar w:fldCharType="separate"/>
      </w:r>
      <w:r w:rsidR="00AD7E71" w:rsidRPr="00AD7E71">
        <w:t>a.s.</w:t>
      </w:r>
      <w:r w:rsidRPr="00AD7E71">
        <w:fldChar w:fldCharType="end"/>
      </w:r>
      <w:r w:rsidRPr="00AD7E71">
        <w:fldChar w:fldCharType="begin"/>
      </w:r>
      <w:r w:rsidR="00AD7E71" w:rsidRPr="00AD7E71">
        <w:instrText xml:space="preserve"> SET Astra_Uzivatel_JmenoZakazka "ASTRA 92" \* MERGEFORMAT </w:instrText>
      </w:r>
      <w:r w:rsidRPr="00AD7E71">
        <w:fldChar w:fldCharType="separate"/>
      </w:r>
      <w:r w:rsidR="00AD7E71" w:rsidRPr="00AD7E71">
        <w:t>ASTRA 92</w:t>
      </w:r>
      <w:r w:rsidRPr="00AD7E71">
        <w:fldChar w:fldCharType="end"/>
      </w:r>
      <w:r w:rsidRPr="00AD7E71">
        <w:fldChar w:fldCharType="begin"/>
      </w:r>
      <w:r w:rsidR="00AD7E71" w:rsidRPr="00AD7E71">
        <w:instrText xml:space="preserve"> SET Astra_Uzivatel_PrijmeniProjekt "a.s." \* MERGEFORMAT </w:instrText>
      </w:r>
      <w:r w:rsidRPr="00AD7E71">
        <w:fldChar w:fldCharType="separate"/>
      </w:r>
      <w:r w:rsidR="00AD7E71" w:rsidRPr="00AD7E71">
        <w:t>a.s.</w:t>
      </w:r>
      <w:r w:rsidRPr="00AD7E71">
        <w:fldChar w:fldCharType="end"/>
      </w:r>
      <w:r w:rsidRPr="00AD7E71">
        <w:fldChar w:fldCharType="begin"/>
      </w:r>
      <w:r w:rsidR="00AD7E71" w:rsidRPr="00AD7E71">
        <w:instrText xml:space="preserve"> SET Astra_Uzivatel_JmenoProjekt "ASTRA 92" \* MERGEFORMAT </w:instrText>
      </w:r>
      <w:r w:rsidRPr="00AD7E71">
        <w:fldChar w:fldCharType="separate"/>
      </w:r>
      <w:r w:rsidR="00AD7E71" w:rsidRPr="00AD7E71">
        <w:t>ASTRA 92</w:t>
      </w:r>
      <w:r w:rsidRPr="00AD7E71">
        <w:fldChar w:fldCharType="end"/>
      </w:r>
      <w:r w:rsidRPr="00AD7E71">
        <w:fldChar w:fldCharType="begin"/>
      </w:r>
      <w:r w:rsidR="00AD7E71" w:rsidRPr="00AD7E71">
        <w:instrText xml:space="preserve"> SET Astra_Uzivatel_PrijmeniDokument "a.s." \* MERGEFORMAT </w:instrText>
      </w:r>
      <w:r w:rsidRPr="00AD7E71">
        <w:fldChar w:fldCharType="separate"/>
      </w:r>
      <w:r w:rsidR="00AD7E71" w:rsidRPr="00AD7E71">
        <w:t>a.s.</w:t>
      </w:r>
      <w:r w:rsidRPr="00AD7E71">
        <w:fldChar w:fldCharType="end"/>
      </w:r>
      <w:r w:rsidRPr="00AD7E71">
        <w:fldChar w:fldCharType="begin"/>
      </w:r>
      <w:r w:rsidR="00AD7E71" w:rsidRPr="00AD7E71">
        <w:instrText xml:space="preserve"> SET Astra_Uzivatel_JmenoDokument "ASTRA 92" \* MERGEFORMAT </w:instrText>
      </w:r>
      <w:r w:rsidRPr="00AD7E71">
        <w:fldChar w:fldCharType="separate"/>
      </w:r>
      <w:r w:rsidR="00AD7E71" w:rsidRPr="00AD7E71">
        <w:t>ASTRA 92</w:t>
      </w:r>
      <w:r w:rsidRPr="00AD7E71">
        <w:fldChar w:fldCharType="end"/>
      </w:r>
      <w:r w:rsidRPr="00AD7E71">
        <w:fldChar w:fldCharType="begin"/>
      </w:r>
      <w:r w:rsidR="00AD7E71" w:rsidRPr="00AD7E71">
        <w:instrText xml:space="preserve"> SET Astra_Dokument_Podlazi "0" \* MERGEFORMAT </w:instrText>
      </w:r>
      <w:r w:rsidRPr="00AD7E71">
        <w:fldChar w:fldCharType="separate"/>
      </w:r>
      <w:r w:rsidR="00AD7E71" w:rsidRPr="00AD7E71">
        <w:t>0</w:t>
      </w:r>
      <w:r w:rsidRPr="00AD7E71">
        <w:fldChar w:fldCharType="end"/>
      </w:r>
      <w:r w:rsidRPr="00AD7E71">
        <w:fldChar w:fldCharType="begin"/>
      </w:r>
      <w:r w:rsidR="00AD7E71" w:rsidRPr="00AD7E71">
        <w:instrText xml:space="preserve"> SET Astra_Dokument_Poznamka "" \* MERGEFORMAT </w:instrText>
      </w:r>
      <w:r w:rsidRPr="00AD7E71">
        <w:fldChar w:fldCharType="separate"/>
      </w:r>
      <w:r w:rsidR="00AD7E71" w:rsidRPr="00AD7E71">
        <w:t xml:space="preserve"> </w:t>
      </w:r>
      <w:r w:rsidRPr="00AD7E71">
        <w:fldChar w:fldCharType="end"/>
      </w:r>
      <w:r w:rsidRPr="00AD7E71">
        <w:fldChar w:fldCharType="begin"/>
      </w:r>
      <w:r w:rsidR="00AD7E71" w:rsidRPr="00AD7E71">
        <w:instrText xml:space="preserve"> SET Astra_Dokument_Druh "1" \* MERGEFORMAT </w:instrText>
      </w:r>
      <w:r w:rsidRPr="00AD7E71">
        <w:fldChar w:fldCharType="separate"/>
      </w:r>
      <w:r w:rsidR="00AD7E71" w:rsidRPr="00AD7E71">
        <w:t>1</w:t>
      </w:r>
      <w:r w:rsidRPr="00AD7E71">
        <w:fldChar w:fldCharType="end"/>
      </w:r>
      <w:r w:rsidRPr="00AD7E71">
        <w:fldChar w:fldCharType="begin"/>
      </w:r>
      <w:r w:rsidR="00AD7E71" w:rsidRPr="00AD7E71">
        <w:instrText xml:space="preserve"> SET Astra_Dokument_Kod "01" \* MERGEFORMAT </w:instrText>
      </w:r>
      <w:r w:rsidRPr="00AD7E71">
        <w:fldChar w:fldCharType="separate"/>
      </w:r>
      <w:r w:rsidR="00AD7E71" w:rsidRPr="00AD7E71">
        <w:t>01</w:t>
      </w:r>
      <w:r w:rsidRPr="00AD7E71">
        <w:fldChar w:fldCharType="end"/>
      </w:r>
      <w:r w:rsidRPr="00AD7E71">
        <w:fldChar w:fldCharType="begin"/>
      </w:r>
      <w:r w:rsidR="00AD7E71" w:rsidRPr="00AD7E71">
        <w:instrText xml:space="preserve"> SET Astra_Dokument_Nazev "TZ" \* MERGEFORMAT </w:instrText>
      </w:r>
      <w:r w:rsidRPr="00AD7E71">
        <w:fldChar w:fldCharType="separate"/>
      </w:r>
      <w:r w:rsidR="00AD7E71" w:rsidRPr="00AD7E71">
        <w:t>TZ</w:t>
      </w:r>
      <w:r w:rsidRPr="00AD7E71">
        <w:fldChar w:fldCharType="end"/>
      </w:r>
      <w:r w:rsidRPr="00AD7E71">
        <w:fldChar w:fldCharType="begin"/>
      </w:r>
      <w:r w:rsidR="00AD7E71" w:rsidRPr="00AD7E71">
        <w:instrText xml:space="preserve"> SET Astra_Astra_ZkratkaJazyka "cz" \* MERGEFORMAT </w:instrText>
      </w:r>
      <w:r w:rsidRPr="00AD7E71">
        <w:fldChar w:fldCharType="separate"/>
      </w:r>
      <w:r w:rsidR="00AD7E71" w:rsidRPr="00AD7E71">
        <w:t>cz</w:t>
      </w:r>
      <w:r w:rsidRPr="00AD7E71">
        <w:fldChar w:fldCharType="end"/>
      </w:r>
      <w:r w:rsidRPr="00AD7E71">
        <w:fldChar w:fldCharType="begin"/>
      </w:r>
      <w:r w:rsidR="00AD7E71" w:rsidRPr="00AD7E71">
        <w:instrText xml:space="preserve"> SET Astra_RunWord_InfoText "1" \* MERGEFORMAT </w:instrText>
      </w:r>
      <w:r w:rsidRPr="00AD7E71">
        <w:fldChar w:fldCharType="separate"/>
      </w:r>
      <w:r w:rsidR="00AD7E71" w:rsidRPr="00AD7E71">
        <w:t>1</w:t>
      </w:r>
      <w:r w:rsidRPr="00AD7E71">
        <w:fldChar w:fldCharType="end"/>
      </w:r>
      <w:r w:rsidRPr="00AD7E71">
        <w:fldChar w:fldCharType="begin"/>
      </w:r>
      <w:r w:rsidR="00AD7E71" w:rsidRPr="00AD7E71">
        <w:instrText xml:space="preserve"> SET Astra_RunWord_InfoPoleZnakAktualizace "?" \* MERGEFORMAT </w:instrText>
      </w:r>
      <w:r w:rsidRPr="00AD7E71">
        <w:fldChar w:fldCharType="separate"/>
      </w:r>
      <w:r w:rsidR="00AD7E71" w:rsidRPr="00AD7E71">
        <w:t>?</w:t>
      </w:r>
      <w:r w:rsidRPr="00AD7E71">
        <w:fldChar w:fldCharType="end"/>
      </w:r>
      <w:r w:rsidRPr="00AD7E71">
        <w:fldChar w:fldCharType="begin"/>
      </w:r>
      <w:r w:rsidR="00AD7E71" w:rsidRPr="00AD7E71">
        <w:instrText xml:space="preserve"> SET Astra_RunWord_InfoPole "1" \* MERGEFORMAT </w:instrText>
      </w:r>
      <w:r w:rsidRPr="00AD7E71">
        <w:fldChar w:fldCharType="separate"/>
      </w:r>
      <w:r w:rsidR="00AD7E71" w:rsidRPr="00AD7E71">
        <w:t>1</w:t>
      </w:r>
      <w:r w:rsidRPr="00AD7E71">
        <w:fldChar w:fldCharType="end"/>
      </w:r>
    </w:p>
    <w:p w:rsidR="008417D8" w:rsidRDefault="008417D8" w:rsidP="008417D8">
      <w:pPr>
        <w:pStyle w:val="nzevobjektu"/>
        <w:tabs>
          <w:tab w:val="left" w:pos="3104"/>
        </w:tabs>
        <w:spacing w:before="240"/>
        <w:ind w:left="567"/>
        <w:rPr>
          <w:sz w:val="56"/>
          <w:szCs w:val="56"/>
        </w:rPr>
      </w:pPr>
      <w:r w:rsidRPr="004E0338">
        <w:rPr>
          <w:sz w:val="56"/>
          <w:szCs w:val="56"/>
        </w:rPr>
        <w:t>1</w:t>
      </w:r>
      <w:r w:rsidR="00D92D06">
        <w:rPr>
          <w:sz w:val="56"/>
          <w:szCs w:val="56"/>
        </w:rPr>
        <w:t>9</w:t>
      </w:r>
      <w:r w:rsidRPr="004E0338">
        <w:rPr>
          <w:sz w:val="56"/>
          <w:szCs w:val="56"/>
        </w:rPr>
        <w:t>-</w:t>
      </w:r>
      <w:r>
        <w:rPr>
          <w:sz w:val="56"/>
          <w:szCs w:val="56"/>
        </w:rPr>
        <w:t>0</w:t>
      </w:r>
      <w:r w:rsidR="00D92D06">
        <w:rPr>
          <w:sz w:val="56"/>
          <w:szCs w:val="56"/>
        </w:rPr>
        <w:t>51</w:t>
      </w:r>
      <w:r w:rsidRPr="004E0338">
        <w:rPr>
          <w:sz w:val="56"/>
          <w:szCs w:val="56"/>
        </w:rPr>
        <w:t>-23</w:t>
      </w:r>
      <w:r w:rsidR="00D92D06">
        <w:rPr>
          <w:sz w:val="56"/>
          <w:szCs w:val="56"/>
        </w:rPr>
        <w:t>6</w:t>
      </w:r>
      <w:r w:rsidRPr="004E0338">
        <w:rPr>
          <w:sz w:val="56"/>
          <w:szCs w:val="56"/>
        </w:rPr>
        <w:t>-</w:t>
      </w:r>
      <w:r>
        <w:rPr>
          <w:sz w:val="56"/>
          <w:szCs w:val="56"/>
        </w:rPr>
        <w:t>SR</w:t>
      </w:r>
      <w:r w:rsidRPr="004E0338">
        <w:rPr>
          <w:sz w:val="56"/>
          <w:szCs w:val="56"/>
        </w:rPr>
        <w:t xml:space="preserve"> </w:t>
      </w:r>
    </w:p>
    <w:p w:rsidR="00C04342" w:rsidRPr="00615244" w:rsidRDefault="008417D8" w:rsidP="008417D8">
      <w:pPr>
        <w:pStyle w:val="nzevobjektu"/>
        <w:tabs>
          <w:tab w:val="left" w:pos="3104"/>
        </w:tabs>
        <w:spacing w:before="240"/>
        <w:rPr>
          <w:caps w:val="0"/>
          <w:sz w:val="32"/>
        </w:rPr>
      </w:pPr>
      <w:r w:rsidRPr="004E0338">
        <w:rPr>
          <w:sz w:val="56"/>
          <w:szCs w:val="56"/>
        </w:rPr>
        <w:t>"</w:t>
      </w:r>
      <w:r w:rsidR="00D92D06" w:rsidRPr="00D92D06">
        <w:t xml:space="preserve"> Zřízení a rekonstrukce EOV </w:t>
      </w:r>
      <w:r w:rsidR="00D92D06">
        <w:br/>
      </w:r>
      <w:r w:rsidR="00D92D06" w:rsidRPr="00D92D06">
        <w:t xml:space="preserve">v ŽST Červenka a Zábřeh </w:t>
      </w:r>
      <w:r w:rsidR="00D92D06">
        <w:br/>
      </w:r>
      <w:r w:rsidR="00D92D06" w:rsidRPr="00D92D06">
        <w:t>na Moravě</w:t>
      </w:r>
      <w:r w:rsidR="00D92D06" w:rsidRPr="00D92D06">
        <w:rPr>
          <w:szCs w:val="56"/>
        </w:rPr>
        <w:t xml:space="preserve"> </w:t>
      </w:r>
      <w:r w:rsidRPr="004E0338">
        <w:rPr>
          <w:sz w:val="56"/>
          <w:szCs w:val="56"/>
        </w:rPr>
        <w:t>"</w:t>
      </w:r>
    </w:p>
    <w:p w:rsidR="00C04342" w:rsidRDefault="00C04342" w:rsidP="00C04342">
      <w:pPr>
        <w:pStyle w:val="nzevobjektu"/>
      </w:pPr>
      <w:r>
        <w:rPr>
          <w:sz w:val="40"/>
          <w:szCs w:val="40"/>
        </w:rPr>
        <w:t xml:space="preserve">  </w:t>
      </w:r>
    </w:p>
    <w:p w:rsidR="00C04342" w:rsidRPr="00387D94" w:rsidRDefault="00C04342" w:rsidP="00C04342">
      <w:pPr>
        <w:pStyle w:val="nzevobjektu"/>
      </w:pPr>
    </w:p>
    <w:p w:rsidR="00C04342" w:rsidRPr="00387D94" w:rsidRDefault="00C04342" w:rsidP="00C04342">
      <w:pPr>
        <w:pStyle w:val="nzevobjektu"/>
        <w:rPr>
          <w:sz w:val="56"/>
          <w:szCs w:val="56"/>
        </w:rPr>
      </w:pPr>
      <w:r w:rsidRPr="00387D94">
        <w:rPr>
          <w:sz w:val="56"/>
          <w:szCs w:val="56"/>
        </w:rPr>
        <w:t>TECHNICKÁ ZPRÁVA</w:t>
      </w:r>
    </w:p>
    <w:p w:rsidR="00C04342" w:rsidRDefault="00C04342" w:rsidP="00C04342">
      <w:pPr>
        <w:ind w:firstLine="0"/>
        <w:rPr>
          <w:sz w:val="18"/>
        </w:rPr>
      </w:pPr>
    </w:p>
    <w:p w:rsidR="00C04342" w:rsidRDefault="00F31C34" w:rsidP="00C04342">
      <w:pPr>
        <w:ind w:firstLine="0"/>
        <w:jc w:val="center"/>
        <w:rPr>
          <w:b/>
          <w:caps/>
          <w:kern w:val="28"/>
          <w:sz w:val="36"/>
          <w:szCs w:val="36"/>
        </w:rPr>
      </w:pPr>
      <w:proofErr w:type="gramStart"/>
      <w:r>
        <w:rPr>
          <w:b/>
          <w:caps/>
          <w:kern w:val="28"/>
          <w:sz w:val="36"/>
          <w:szCs w:val="36"/>
        </w:rPr>
        <w:t>D.</w:t>
      </w:r>
      <w:r w:rsidR="00E970C5">
        <w:rPr>
          <w:b/>
          <w:caps/>
          <w:kern w:val="28"/>
          <w:sz w:val="36"/>
          <w:szCs w:val="36"/>
        </w:rPr>
        <w:t>2</w:t>
      </w:r>
      <w:r w:rsidR="00C04342" w:rsidRPr="00A75CC3">
        <w:rPr>
          <w:b/>
          <w:caps/>
          <w:kern w:val="28"/>
          <w:sz w:val="36"/>
          <w:szCs w:val="36"/>
        </w:rPr>
        <w:t>.3.6</w:t>
      </w:r>
      <w:proofErr w:type="gramEnd"/>
      <w:r w:rsidR="00C04342" w:rsidRPr="00A75CC3">
        <w:rPr>
          <w:b/>
          <w:caps/>
          <w:kern w:val="28"/>
          <w:sz w:val="36"/>
          <w:szCs w:val="36"/>
        </w:rPr>
        <w:t xml:space="preserve"> </w:t>
      </w:r>
    </w:p>
    <w:p w:rsidR="00C04342" w:rsidRDefault="00C04342" w:rsidP="00C04342">
      <w:pPr>
        <w:ind w:firstLine="0"/>
        <w:jc w:val="center"/>
        <w:rPr>
          <w:b/>
          <w:caps/>
          <w:kern w:val="28"/>
          <w:sz w:val="36"/>
          <w:szCs w:val="36"/>
        </w:rPr>
      </w:pPr>
    </w:p>
    <w:p w:rsidR="008417D8" w:rsidRDefault="008417D8" w:rsidP="008417D8">
      <w:pPr>
        <w:ind w:firstLine="0"/>
        <w:jc w:val="center"/>
        <w:rPr>
          <w:b/>
          <w:caps/>
          <w:kern w:val="28"/>
          <w:sz w:val="36"/>
          <w:szCs w:val="36"/>
        </w:rPr>
      </w:pPr>
      <w:r w:rsidRPr="00F77F19">
        <w:rPr>
          <w:b/>
          <w:caps/>
          <w:kern w:val="28"/>
          <w:sz w:val="36"/>
          <w:szCs w:val="36"/>
        </w:rPr>
        <w:t xml:space="preserve">SO </w:t>
      </w:r>
      <w:r>
        <w:rPr>
          <w:b/>
          <w:caps/>
          <w:kern w:val="28"/>
          <w:sz w:val="36"/>
          <w:szCs w:val="36"/>
        </w:rPr>
        <w:t>02</w:t>
      </w:r>
      <w:r w:rsidRPr="00F77F19">
        <w:rPr>
          <w:b/>
          <w:caps/>
          <w:kern w:val="28"/>
          <w:sz w:val="36"/>
          <w:szCs w:val="36"/>
        </w:rPr>
        <w:t>-</w:t>
      </w:r>
      <w:r w:rsidR="00AD090F">
        <w:rPr>
          <w:b/>
          <w:caps/>
          <w:kern w:val="28"/>
          <w:sz w:val="36"/>
          <w:szCs w:val="36"/>
        </w:rPr>
        <w:t>12</w:t>
      </w:r>
      <w:r w:rsidRPr="00F77F19">
        <w:rPr>
          <w:b/>
          <w:caps/>
          <w:kern w:val="28"/>
          <w:sz w:val="36"/>
          <w:szCs w:val="36"/>
        </w:rPr>
        <w:t>-0</w:t>
      </w:r>
      <w:r w:rsidR="00AD090F">
        <w:rPr>
          <w:b/>
          <w:caps/>
          <w:kern w:val="28"/>
          <w:sz w:val="36"/>
          <w:szCs w:val="36"/>
        </w:rPr>
        <w:t>1</w:t>
      </w:r>
      <w:r w:rsidRPr="00F77F19">
        <w:rPr>
          <w:b/>
          <w:caps/>
          <w:kern w:val="28"/>
          <w:sz w:val="36"/>
          <w:szCs w:val="36"/>
        </w:rPr>
        <w:tab/>
        <w:t xml:space="preserve">Žst. </w:t>
      </w:r>
      <w:r w:rsidR="00554A71">
        <w:rPr>
          <w:b/>
          <w:caps/>
          <w:kern w:val="28"/>
          <w:sz w:val="36"/>
          <w:szCs w:val="36"/>
        </w:rPr>
        <w:t>ZÁBŘEH NA MORAVĚ</w:t>
      </w:r>
      <w:r w:rsidRPr="00F77F19">
        <w:rPr>
          <w:b/>
          <w:caps/>
          <w:kern w:val="28"/>
          <w:sz w:val="36"/>
          <w:szCs w:val="36"/>
        </w:rPr>
        <w:t xml:space="preserve">, </w:t>
      </w:r>
      <w:r w:rsidR="00332994">
        <w:rPr>
          <w:b/>
          <w:caps/>
          <w:kern w:val="28"/>
          <w:sz w:val="36"/>
          <w:szCs w:val="36"/>
        </w:rPr>
        <w:br/>
        <w:t>PŘÍPOJK</w:t>
      </w:r>
      <w:r w:rsidR="00554A71">
        <w:rPr>
          <w:b/>
          <w:caps/>
          <w:kern w:val="28"/>
          <w:sz w:val="36"/>
          <w:szCs w:val="36"/>
        </w:rPr>
        <w:t>A</w:t>
      </w:r>
      <w:r w:rsidR="00332994">
        <w:rPr>
          <w:b/>
          <w:caps/>
          <w:kern w:val="28"/>
          <w:sz w:val="36"/>
          <w:szCs w:val="36"/>
        </w:rPr>
        <w:t xml:space="preserve"> VN</w:t>
      </w:r>
      <w:r w:rsidR="00554A71">
        <w:rPr>
          <w:b/>
          <w:caps/>
          <w:kern w:val="28"/>
          <w:sz w:val="36"/>
          <w:szCs w:val="36"/>
        </w:rPr>
        <w:t xml:space="preserve"> 22kv, ČÁST SŽDC</w:t>
      </w:r>
    </w:p>
    <w:p w:rsidR="00C04342" w:rsidRDefault="00C04342" w:rsidP="00C04342">
      <w:pPr>
        <w:jc w:val="center"/>
        <w:rPr>
          <w:b/>
          <w:caps/>
          <w:kern w:val="28"/>
          <w:sz w:val="36"/>
          <w:szCs w:val="36"/>
        </w:rPr>
      </w:pPr>
    </w:p>
    <w:p w:rsidR="008B59FC" w:rsidRPr="008B59FC" w:rsidRDefault="00D92D06" w:rsidP="00D92D06">
      <w:pPr>
        <w:jc w:val="center"/>
        <w:rPr>
          <w:b/>
          <w:sz w:val="36"/>
          <w:szCs w:val="36"/>
        </w:rPr>
      </w:pPr>
      <w:r w:rsidRPr="00D92D06">
        <w:rPr>
          <w:b/>
          <w:sz w:val="36"/>
          <w:szCs w:val="36"/>
        </w:rPr>
        <w:t>Stavební povolení a realizace stavby</w:t>
      </w:r>
    </w:p>
    <w:p w:rsidR="008B59FC" w:rsidRPr="00A75CC3" w:rsidRDefault="008B59FC" w:rsidP="00A75CC3">
      <w:pPr>
        <w:ind w:firstLine="0"/>
        <w:jc w:val="center"/>
        <w:rPr>
          <w:b/>
          <w:caps/>
          <w:kern w:val="28"/>
          <w:sz w:val="36"/>
          <w:szCs w:val="36"/>
        </w:rPr>
      </w:pPr>
    </w:p>
    <w:p w:rsidR="00AD7E71" w:rsidRDefault="00AD7E71">
      <w:pPr>
        <w:ind w:firstLine="0"/>
        <w:rPr>
          <w:sz w:val="18"/>
        </w:rPr>
      </w:pPr>
    </w:p>
    <w:p w:rsidR="00F6017A" w:rsidRPr="00C25C2E" w:rsidRDefault="00387D94" w:rsidP="00387D94">
      <w:pPr>
        <w:ind w:firstLine="0"/>
        <w:rPr>
          <w:b/>
        </w:rPr>
      </w:pPr>
      <w:r>
        <w:rPr>
          <w:sz w:val="18"/>
        </w:rPr>
        <w:br w:type="page"/>
      </w:r>
      <w:r w:rsidR="00C25C2E" w:rsidRPr="00C25C2E">
        <w:rPr>
          <w:b/>
        </w:rPr>
        <w:lastRenderedPageBreak/>
        <w:t>OBSAH:</w:t>
      </w:r>
    </w:p>
    <w:p w:rsidR="000671BC" w:rsidRDefault="00C35CA3">
      <w:pPr>
        <w:pStyle w:val="Obsah1"/>
        <w:rPr>
          <w:rFonts w:asciiTheme="minorHAnsi" w:eastAsiaTheme="minorEastAsia" w:hAnsiTheme="minorHAnsi" w:cstheme="minorBidi"/>
          <w:sz w:val="22"/>
          <w:szCs w:val="22"/>
        </w:rPr>
      </w:pPr>
      <w:r w:rsidRPr="00967BF6">
        <w:rPr>
          <w:sz w:val="22"/>
        </w:rPr>
        <w:fldChar w:fldCharType="begin"/>
      </w:r>
      <w:r w:rsidR="00F6017A" w:rsidRPr="00967BF6">
        <w:rPr>
          <w:sz w:val="22"/>
        </w:rPr>
        <w:instrText xml:space="preserve"> TOC \o "1-5" </w:instrText>
      </w:r>
      <w:r w:rsidRPr="00967BF6">
        <w:rPr>
          <w:sz w:val="22"/>
        </w:rPr>
        <w:fldChar w:fldCharType="separate"/>
      </w:r>
      <w:r w:rsidR="000671BC">
        <w:t>1</w:t>
      </w:r>
      <w:r w:rsidR="000671BC">
        <w:rPr>
          <w:rFonts w:asciiTheme="minorHAnsi" w:eastAsiaTheme="minorEastAsia" w:hAnsiTheme="minorHAnsi" w:cstheme="minorBidi"/>
          <w:sz w:val="22"/>
          <w:szCs w:val="22"/>
        </w:rPr>
        <w:tab/>
      </w:r>
      <w:r w:rsidR="000671BC">
        <w:t>Identifikační údaje</w:t>
      </w:r>
      <w:r w:rsidR="000671BC">
        <w:tab/>
      </w:r>
      <w:r w:rsidR="000671BC">
        <w:fldChar w:fldCharType="begin"/>
      </w:r>
      <w:r w:rsidR="000671BC">
        <w:instrText xml:space="preserve"> PAGEREF _Toc55902707 \h </w:instrText>
      </w:r>
      <w:r w:rsidR="000671BC">
        <w:fldChar w:fldCharType="separate"/>
      </w:r>
      <w:r w:rsidR="000671BC">
        <w:t>3</w:t>
      </w:r>
      <w:r w:rsidR="000671BC">
        <w:fldChar w:fldCharType="end"/>
      </w:r>
    </w:p>
    <w:p w:rsidR="000671BC" w:rsidRDefault="000671BC">
      <w:pPr>
        <w:pStyle w:val="Obsah1"/>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Rozsah projektu a projektové podklady</w:t>
      </w:r>
      <w:r>
        <w:tab/>
      </w:r>
      <w:r>
        <w:fldChar w:fldCharType="begin"/>
      </w:r>
      <w:r>
        <w:instrText xml:space="preserve"> PAGEREF _Toc55902708 \h </w:instrText>
      </w:r>
      <w:r>
        <w:fldChar w:fldCharType="separate"/>
      </w:r>
      <w:r>
        <w:t>4</w:t>
      </w:r>
      <w:r>
        <w:fldChar w:fldCharType="end"/>
      </w:r>
    </w:p>
    <w:p w:rsidR="000671BC" w:rsidRDefault="000671BC">
      <w:pPr>
        <w:pStyle w:val="Obsah1"/>
        <w:rPr>
          <w:rFonts w:asciiTheme="minorHAnsi" w:eastAsiaTheme="minorEastAsia" w:hAnsiTheme="minorHAnsi" w:cstheme="minorBidi"/>
          <w:sz w:val="22"/>
          <w:szCs w:val="22"/>
        </w:rPr>
      </w:pPr>
      <w:r w:rsidRPr="00AC0D52">
        <w:t>3</w:t>
      </w:r>
      <w:r>
        <w:rPr>
          <w:rFonts w:asciiTheme="minorHAnsi" w:eastAsiaTheme="minorEastAsia" w:hAnsiTheme="minorHAnsi" w:cstheme="minorBidi"/>
          <w:sz w:val="22"/>
          <w:szCs w:val="22"/>
        </w:rPr>
        <w:tab/>
      </w:r>
      <w:r>
        <w:t>Předpisy a normy</w:t>
      </w:r>
      <w:r>
        <w:tab/>
      </w:r>
      <w:r>
        <w:fldChar w:fldCharType="begin"/>
      </w:r>
      <w:r>
        <w:instrText xml:space="preserve"> PAGEREF _Toc55902709 \h </w:instrText>
      </w:r>
      <w:r>
        <w:fldChar w:fldCharType="separate"/>
      </w:r>
      <w:r>
        <w:t>5</w:t>
      </w:r>
      <w:r>
        <w:fldChar w:fldCharType="end"/>
      </w:r>
    </w:p>
    <w:p w:rsidR="000671BC" w:rsidRDefault="000671BC">
      <w:pPr>
        <w:pStyle w:val="Obsah1"/>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Související PS a SO</w:t>
      </w:r>
      <w:r>
        <w:tab/>
      </w:r>
      <w:r>
        <w:fldChar w:fldCharType="begin"/>
      </w:r>
      <w:r>
        <w:instrText xml:space="preserve"> PAGEREF _Toc55902710 \h </w:instrText>
      </w:r>
      <w:r>
        <w:fldChar w:fldCharType="separate"/>
      </w:r>
      <w:r>
        <w:t>8</w:t>
      </w:r>
      <w:r>
        <w:fldChar w:fldCharType="end"/>
      </w:r>
    </w:p>
    <w:p w:rsidR="000671BC" w:rsidRDefault="000671BC">
      <w:pPr>
        <w:pStyle w:val="Obsah1"/>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rsidRPr="00AC0D52">
        <w:t>Základní technické údaje</w:t>
      </w:r>
      <w:r>
        <w:tab/>
      </w:r>
      <w:r>
        <w:fldChar w:fldCharType="begin"/>
      </w:r>
      <w:r>
        <w:instrText xml:space="preserve"> PAGEREF _Toc55902711 \h </w:instrText>
      </w:r>
      <w:r>
        <w:fldChar w:fldCharType="separate"/>
      </w:r>
      <w:r>
        <w:t>8</w:t>
      </w:r>
      <w:r>
        <w:fldChar w:fldCharType="end"/>
      </w:r>
    </w:p>
    <w:p w:rsidR="000671BC" w:rsidRDefault="000671BC">
      <w:pPr>
        <w:pStyle w:val="Obsah1"/>
        <w:rPr>
          <w:rFonts w:asciiTheme="minorHAnsi" w:eastAsiaTheme="minorEastAsia" w:hAnsiTheme="minorHAnsi" w:cstheme="minorBidi"/>
          <w:sz w:val="22"/>
          <w:szCs w:val="22"/>
        </w:rPr>
      </w:pPr>
      <w:r w:rsidRPr="00AC0D52">
        <w:t>6</w:t>
      </w:r>
      <w:r>
        <w:rPr>
          <w:rFonts w:asciiTheme="minorHAnsi" w:eastAsiaTheme="minorEastAsia" w:hAnsiTheme="minorHAnsi" w:cstheme="minorBidi"/>
          <w:sz w:val="22"/>
          <w:szCs w:val="22"/>
        </w:rPr>
        <w:tab/>
      </w:r>
      <w:r w:rsidRPr="00AC0D52">
        <w:t>Technický popis</w:t>
      </w:r>
      <w:r>
        <w:tab/>
      </w:r>
      <w:r>
        <w:fldChar w:fldCharType="begin"/>
      </w:r>
      <w:r>
        <w:instrText xml:space="preserve"> PAGEREF _Toc55902712 \h </w:instrText>
      </w:r>
      <w:r>
        <w:fldChar w:fldCharType="separate"/>
      </w:r>
      <w:r>
        <w:t>8</w:t>
      </w:r>
      <w:r>
        <w:fldChar w:fldCharType="end"/>
      </w:r>
    </w:p>
    <w:p w:rsidR="000671BC" w:rsidRDefault="000671BC">
      <w:pPr>
        <w:pStyle w:val="Obsah2"/>
        <w:tabs>
          <w:tab w:val="left" w:pos="1202"/>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kabelové trasy</w:t>
      </w:r>
      <w:r>
        <w:tab/>
      </w:r>
      <w:r>
        <w:fldChar w:fldCharType="begin"/>
      </w:r>
      <w:r>
        <w:instrText xml:space="preserve"> PAGEREF _Toc55902713 \h </w:instrText>
      </w:r>
      <w:r>
        <w:fldChar w:fldCharType="separate"/>
      </w:r>
      <w:r>
        <w:t>9</w:t>
      </w:r>
      <w:r>
        <w:fldChar w:fldCharType="end"/>
      </w:r>
    </w:p>
    <w:p w:rsidR="000671BC" w:rsidRDefault="000671BC">
      <w:pPr>
        <w:pStyle w:val="Obsah2"/>
        <w:tabs>
          <w:tab w:val="left" w:pos="1202"/>
        </w:tabs>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zbytky kabelů a jiné odpady</w:t>
      </w:r>
      <w:r>
        <w:tab/>
      </w:r>
      <w:r>
        <w:fldChar w:fldCharType="begin"/>
      </w:r>
      <w:r>
        <w:instrText xml:space="preserve"> PAGEREF _Toc55902714 \h </w:instrText>
      </w:r>
      <w:r>
        <w:fldChar w:fldCharType="separate"/>
      </w:r>
      <w:r>
        <w:t>9</w:t>
      </w:r>
      <w:r>
        <w:fldChar w:fldCharType="end"/>
      </w:r>
    </w:p>
    <w:p w:rsidR="000671BC" w:rsidRDefault="000671BC">
      <w:pPr>
        <w:pStyle w:val="Obsah2"/>
        <w:tabs>
          <w:tab w:val="left" w:pos="1202"/>
        </w:tabs>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soupis prací stavby – metodický pokyn na sestavení a použití</w:t>
      </w:r>
      <w:r>
        <w:tab/>
      </w:r>
      <w:r>
        <w:fldChar w:fldCharType="begin"/>
      </w:r>
      <w:r>
        <w:instrText xml:space="preserve"> PAGEREF _Toc55902715 \h </w:instrText>
      </w:r>
      <w:r>
        <w:fldChar w:fldCharType="separate"/>
      </w:r>
      <w:r>
        <w:t>9</w:t>
      </w:r>
      <w:r>
        <w:fldChar w:fldCharType="end"/>
      </w:r>
    </w:p>
    <w:p w:rsidR="000671BC" w:rsidRDefault="000671BC">
      <w:pPr>
        <w:pStyle w:val="Obsah2"/>
        <w:tabs>
          <w:tab w:val="left" w:pos="1202"/>
        </w:tabs>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všeobecné požadavky</w:t>
      </w:r>
      <w:r>
        <w:tab/>
      </w:r>
      <w:r>
        <w:fldChar w:fldCharType="begin"/>
      </w:r>
      <w:r>
        <w:instrText xml:space="preserve"> PAGEREF _Toc55902716 \h </w:instrText>
      </w:r>
      <w:r>
        <w:fldChar w:fldCharType="separate"/>
      </w:r>
      <w:r>
        <w:t>9</w:t>
      </w:r>
      <w:r>
        <w:fldChar w:fldCharType="end"/>
      </w:r>
    </w:p>
    <w:p w:rsidR="000671BC" w:rsidRDefault="000671BC">
      <w:pPr>
        <w:pStyle w:val="Obsah1"/>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rsidRPr="00AC0D52">
        <w:t>Požadavky na zabezpečení provozu a realizace</w:t>
      </w:r>
      <w:r>
        <w:tab/>
      </w:r>
      <w:r>
        <w:fldChar w:fldCharType="begin"/>
      </w:r>
      <w:r>
        <w:instrText xml:space="preserve"> PAGEREF _Toc55902717 \h </w:instrText>
      </w:r>
      <w:r>
        <w:fldChar w:fldCharType="separate"/>
      </w:r>
      <w:r>
        <w:t>9</w:t>
      </w:r>
      <w:r>
        <w:fldChar w:fldCharType="end"/>
      </w:r>
    </w:p>
    <w:p w:rsidR="000671BC" w:rsidRDefault="000671BC">
      <w:pPr>
        <w:pStyle w:val="Obsah2"/>
        <w:tabs>
          <w:tab w:val="left" w:pos="1202"/>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Na navazující profese</w:t>
      </w:r>
      <w:r>
        <w:tab/>
      </w:r>
      <w:r>
        <w:fldChar w:fldCharType="begin"/>
      </w:r>
      <w:r>
        <w:instrText xml:space="preserve"> PAGEREF _Toc55902718 \h </w:instrText>
      </w:r>
      <w:r>
        <w:fldChar w:fldCharType="separate"/>
      </w:r>
      <w:r>
        <w:t>9</w:t>
      </w:r>
      <w:r>
        <w:fldChar w:fldCharType="end"/>
      </w:r>
    </w:p>
    <w:p w:rsidR="000671BC" w:rsidRDefault="000671BC">
      <w:pPr>
        <w:pStyle w:val="Obsah2"/>
        <w:tabs>
          <w:tab w:val="left" w:pos="1202"/>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Na investora a dodavatele</w:t>
      </w:r>
      <w:r>
        <w:tab/>
      </w:r>
      <w:r>
        <w:fldChar w:fldCharType="begin"/>
      </w:r>
      <w:r>
        <w:instrText xml:space="preserve"> PAGEREF _Toc55902719 \h </w:instrText>
      </w:r>
      <w:r>
        <w:fldChar w:fldCharType="separate"/>
      </w:r>
      <w:r>
        <w:t>9</w:t>
      </w:r>
      <w:r>
        <w:fldChar w:fldCharType="end"/>
      </w:r>
    </w:p>
    <w:p w:rsidR="000671BC" w:rsidRDefault="000671BC">
      <w:pPr>
        <w:pStyle w:val="Obsah2"/>
        <w:tabs>
          <w:tab w:val="left" w:pos="1202"/>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Na zhotovitele</w:t>
      </w:r>
      <w:r>
        <w:tab/>
      </w:r>
      <w:r>
        <w:fldChar w:fldCharType="begin"/>
      </w:r>
      <w:r>
        <w:instrText xml:space="preserve"> PAGEREF _Toc55902720 \h </w:instrText>
      </w:r>
      <w:r>
        <w:fldChar w:fldCharType="separate"/>
      </w:r>
      <w:r>
        <w:t>10</w:t>
      </w:r>
      <w:r>
        <w:fldChar w:fldCharType="end"/>
      </w:r>
    </w:p>
    <w:p w:rsidR="000671BC" w:rsidRDefault="000671BC">
      <w:pPr>
        <w:pStyle w:val="Obsah1"/>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Vytyčení</w:t>
      </w:r>
      <w:r>
        <w:tab/>
      </w:r>
      <w:r>
        <w:fldChar w:fldCharType="begin"/>
      </w:r>
      <w:r>
        <w:instrText xml:space="preserve"> PAGEREF _Toc55902721 \h </w:instrText>
      </w:r>
      <w:r>
        <w:fldChar w:fldCharType="separate"/>
      </w:r>
      <w:r>
        <w:t>10</w:t>
      </w:r>
      <w:r>
        <w:fldChar w:fldCharType="end"/>
      </w:r>
    </w:p>
    <w:p w:rsidR="000671BC" w:rsidRDefault="000671BC">
      <w:pPr>
        <w:pStyle w:val="Obsah1"/>
        <w:rPr>
          <w:rFonts w:asciiTheme="minorHAnsi" w:eastAsiaTheme="minorEastAsia" w:hAnsiTheme="minorHAnsi" w:cstheme="minorBidi"/>
          <w:sz w:val="22"/>
          <w:szCs w:val="22"/>
        </w:rPr>
      </w:pPr>
      <w:r w:rsidRPr="00AC0D52">
        <w:t>9</w:t>
      </w:r>
      <w:r>
        <w:rPr>
          <w:rFonts w:asciiTheme="minorHAnsi" w:eastAsiaTheme="minorEastAsia" w:hAnsiTheme="minorHAnsi" w:cstheme="minorBidi"/>
          <w:sz w:val="22"/>
          <w:szCs w:val="22"/>
        </w:rPr>
        <w:tab/>
      </w:r>
      <w:r w:rsidRPr="00AC0D52">
        <w:t>Zásady řešení z hlediska bezpečnosti práce a technického zařízení</w:t>
      </w:r>
      <w:r>
        <w:tab/>
      </w:r>
      <w:r>
        <w:fldChar w:fldCharType="begin"/>
      </w:r>
      <w:r>
        <w:instrText xml:space="preserve"> PAGEREF _Toc55902722 \h </w:instrText>
      </w:r>
      <w:r>
        <w:fldChar w:fldCharType="separate"/>
      </w:r>
      <w:r>
        <w:t>10</w:t>
      </w:r>
      <w:r>
        <w:fldChar w:fldCharType="end"/>
      </w:r>
    </w:p>
    <w:p w:rsidR="000671BC" w:rsidRDefault="000671BC">
      <w:pPr>
        <w:pStyle w:val="Obsah1"/>
        <w:rPr>
          <w:rFonts w:asciiTheme="minorHAnsi" w:eastAsiaTheme="minorEastAsia" w:hAnsiTheme="minorHAnsi" w:cstheme="minorBidi"/>
          <w:sz w:val="22"/>
          <w:szCs w:val="22"/>
        </w:rPr>
      </w:pPr>
      <w:r w:rsidRPr="00AC0D52">
        <w:t>10</w:t>
      </w:r>
      <w:r>
        <w:rPr>
          <w:rFonts w:asciiTheme="minorHAnsi" w:eastAsiaTheme="minorEastAsia" w:hAnsiTheme="minorHAnsi" w:cstheme="minorBidi"/>
          <w:sz w:val="22"/>
          <w:szCs w:val="22"/>
        </w:rPr>
        <w:tab/>
      </w:r>
      <w:r w:rsidRPr="00AC0D52">
        <w:t>Závěr</w:t>
      </w:r>
      <w:r>
        <w:tab/>
      </w:r>
      <w:r>
        <w:fldChar w:fldCharType="begin"/>
      </w:r>
      <w:r>
        <w:instrText xml:space="preserve"> PAGEREF _Toc55902723 \h </w:instrText>
      </w:r>
      <w:r>
        <w:fldChar w:fldCharType="separate"/>
      </w:r>
      <w:r>
        <w:t>11</w:t>
      </w:r>
      <w:r>
        <w:fldChar w:fldCharType="end"/>
      </w:r>
    </w:p>
    <w:p w:rsidR="000671BC" w:rsidRDefault="000671BC">
      <w:pPr>
        <w:pStyle w:val="Obsah1"/>
        <w:rPr>
          <w:rFonts w:asciiTheme="minorHAnsi" w:eastAsiaTheme="minorEastAsia" w:hAnsiTheme="minorHAnsi" w:cstheme="minorBidi"/>
          <w:sz w:val="22"/>
          <w:szCs w:val="22"/>
        </w:rPr>
      </w:pPr>
      <w:r w:rsidRPr="00AC0D52">
        <w:t>Zápisy z porady</w:t>
      </w:r>
      <w:r>
        <w:tab/>
      </w:r>
      <w:r>
        <w:fldChar w:fldCharType="begin"/>
      </w:r>
      <w:r>
        <w:instrText xml:space="preserve"> PAGEREF _Toc55902724 \h </w:instrText>
      </w:r>
      <w:r>
        <w:fldChar w:fldCharType="separate"/>
      </w:r>
      <w:r>
        <w:t>12</w:t>
      </w:r>
      <w:r>
        <w:fldChar w:fldCharType="end"/>
      </w:r>
    </w:p>
    <w:p w:rsidR="000671BC" w:rsidRDefault="000671BC">
      <w:pPr>
        <w:pStyle w:val="Obsah1"/>
        <w:rPr>
          <w:rFonts w:asciiTheme="minorHAnsi" w:eastAsiaTheme="minorEastAsia" w:hAnsiTheme="minorHAnsi" w:cstheme="minorBidi"/>
          <w:sz w:val="22"/>
          <w:szCs w:val="22"/>
        </w:rPr>
      </w:pPr>
      <w:r>
        <w:t>Přílohy</w:t>
      </w:r>
      <w:r>
        <w:tab/>
      </w:r>
      <w:r>
        <w:tab/>
      </w:r>
      <w:r>
        <w:tab/>
      </w:r>
      <w:r>
        <w:fldChar w:fldCharType="begin"/>
      </w:r>
      <w:r>
        <w:instrText xml:space="preserve"> PAGEREF _Toc55902725 \h </w:instrText>
      </w:r>
      <w:r>
        <w:fldChar w:fldCharType="separate"/>
      </w:r>
      <w:r>
        <w:t>12</w:t>
      </w:r>
      <w:r>
        <w:fldChar w:fldCharType="end"/>
      </w:r>
    </w:p>
    <w:p w:rsidR="00F6017A" w:rsidRDefault="00C35CA3" w:rsidP="00EF4B02">
      <w:pPr>
        <w:pStyle w:val="Obsah1"/>
      </w:pPr>
      <w:r w:rsidRPr="00967BF6">
        <w:rPr>
          <w:sz w:val="22"/>
        </w:rPr>
        <w:fldChar w:fldCharType="end"/>
      </w:r>
    </w:p>
    <w:p w:rsidR="0054670A" w:rsidRPr="0054670A" w:rsidRDefault="0054670A" w:rsidP="0054670A">
      <w:pPr>
        <w:pStyle w:val="Nadpis1"/>
        <w:numPr>
          <w:ilvl w:val="0"/>
          <w:numId w:val="0"/>
        </w:numPr>
        <w:ind w:left="1134"/>
      </w:pPr>
      <w:bookmarkStart w:id="50" w:name="_Toc452957896"/>
      <w:bookmarkStart w:id="51" w:name="_Toc524947829"/>
    </w:p>
    <w:p w:rsidR="00F6017A" w:rsidRPr="00B95AB3" w:rsidRDefault="00360E24" w:rsidP="00360E24">
      <w:pPr>
        <w:pStyle w:val="Nadpis1"/>
      </w:pPr>
      <w:r>
        <w:br w:type="page"/>
      </w:r>
      <w:bookmarkStart w:id="52" w:name="_Toc55902707"/>
      <w:r w:rsidR="00F6017A" w:rsidRPr="00B95AB3">
        <w:lastRenderedPageBreak/>
        <w:t>Identifikační údaje</w:t>
      </w:r>
      <w:bookmarkEnd w:id="50"/>
      <w:bookmarkEnd w:id="51"/>
      <w:bookmarkEnd w:id="52"/>
    </w:p>
    <w:p w:rsidR="008417D8" w:rsidRPr="00B95AB3" w:rsidRDefault="008417D8" w:rsidP="008417D8">
      <w:pPr>
        <w:ind w:firstLine="0"/>
        <w:rPr>
          <w:b/>
        </w:rPr>
      </w:pPr>
    </w:p>
    <w:p w:rsidR="008417D8" w:rsidRPr="00B95AB3" w:rsidRDefault="008417D8" w:rsidP="008417D8">
      <w:pPr>
        <w:ind w:firstLine="0"/>
      </w:pPr>
      <w:r w:rsidRPr="00B95AB3">
        <w:rPr>
          <w:b/>
        </w:rPr>
        <w:t xml:space="preserve">Název stavby: </w:t>
      </w:r>
      <w:r w:rsidRPr="00B95AB3">
        <w:rPr>
          <w:b/>
        </w:rPr>
        <w:tab/>
      </w:r>
      <w:r w:rsidRPr="00B95AB3">
        <w:rPr>
          <w:b/>
        </w:rPr>
        <w:tab/>
        <w:t xml:space="preserve"> </w:t>
      </w:r>
      <w:r w:rsidRPr="00B95AB3">
        <w:rPr>
          <w:b/>
        </w:rPr>
        <w:tab/>
      </w:r>
      <w:r w:rsidRPr="00B95AB3">
        <w:t>1</w:t>
      </w:r>
      <w:r w:rsidR="00D92D06">
        <w:t>9</w:t>
      </w:r>
      <w:r w:rsidRPr="00B95AB3">
        <w:t>-0</w:t>
      </w:r>
      <w:r w:rsidR="00D92D06">
        <w:t>51</w:t>
      </w:r>
      <w:r w:rsidRPr="00B95AB3">
        <w:t>-23</w:t>
      </w:r>
      <w:r w:rsidR="00D92D06">
        <w:t>6</w:t>
      </w:r>
      <w:r w:rsidRPr="00B95AB3">
        <w:t xml:space="preserve">-SR </w:t>
      </w:r>
    </w:p>
    <w:p w:rsidR="008417D8" w:rsidRPr="00B95AB3" w:rsidRDefault="008417D8" w:rsidP="008417D8">
      <w:pPr>
        <w:pStyle w:val="identifikandaje"/>
        <w:ind w:hanging="4"/>
        <w:rPr>
          <w:sz w:val="24"/>
          <w:szCs w:val="24"/>
        </w:rPr>
      </w:pPr>
      <w:r w:rsidRPr="00B95AB3">
        <w:rPr>
          <w:sz w:val="24"/>
          <w:szCs w:val="24"/>
        </w:rPr>
        <w:t xml:space="preserve">" </w:t>
      </w:r>
      <w:r w:rsidR="00D92D06" w:rsidRPr="00D92D06">
        <w:rPr>
          <w:sz w:val="24"/>
          <w:szCs w:val="24"/>
        </w:rPr>
        <w:t xml:space="preserve">Zřízení a rekonstrukce EOV v ŽST Červenka a Zábřeh na Moravě </w:t>
      </w:r>
      <w:r w:rsidRPr="00B95AB3">
        <w:rPr>
          <w:sz w:val="24"/>
          <w:szCs w:val="24"/>
        </w:rPr>
        <w:t xml:space="preserve">" </w:t>
      </w:r>
    </w:p>
    <w:p w:rsidR="008417D8" w:rsidRPr="00B95AB3" w:rsidRDefault="008417D8" w:rsidP="008417D8">
      <w:pPr>
        <w:pStyle w:val="identifikandaje"/>
        <w:rPr>
          <w:sz w:val="24"/>
          <w:szCs w:val="24"/>
        </w:rPr>
      </w:pPr>
      <w:r w:rsidRPr="00B95AB3">
        <w:rPr>
          <w:b/>
          <w:sz w:val="24"/>
          <w:szCs w:val="24"/>
        </w:rPr>
        <w:t>Objekt:</w:t>
      </w:r>
      <w:r w:rsidRPr="00B95AB3">
        <w:rPr>
          <w:b/>
          <w:sz w:val="24"/>
          <w:szCs w:val="24"/>
        </w:rPr>
        <w:tab/>
      </w:r>
      <w:r w:rsidRPr="00B95AB3">
        <w:rPr>
          <w:sz w:val="24"/>
          <w:szCs w:val="24"/>
        </w:rPr>
        <w:t>SO 02-</w:t>
      </w:r>
      <w:r w:rsidR="001F7EB1">
        <w:rPr>
          <w:sz w:val="24"/>
          <w:szCs w:val="24"/>
        </w:rPr>
        <w:t>12</w:t>
      </w:r>
      <w:r w:rsidRPr="00B95AB3">
        <w:rPr>
          <w:sz w:val="24"/>
          <w:szCs w:val="24"/>
        </w:rPr>
        <w:t>-0</w:t>
      </w:r>
      <w:r w:rsidR="001F7EB1">
        <w:rPr>
          <w:sz w:val="24"/>
          <w:szCs w:val="24"/>
        </w:rPr>
        <w:t>1</w:t>
      </w:r>
      <w:r w:rsidRPr="00B95AB3">
        <w:rPr>
          <w:sz w:val="24"/>
          <w:szCs w:val="24"/>
        </w:rPr>
        <w:t xml:space="preserve"> </w:t>
      </w:r>
      <w:proofErr w:type="spellStart"/>
      <w:r w:rsidR="00D92D06" w:rsidRPr="00EB7D05">
        <w:t>Žst</w:t>
      </w:r>
      <w:proofErr w:type="spellEnd"/>
      <w:r w:rsidR="00D92D06" w:rsidRPr="00EB7D05">
        <w:t>. Zábřeh na Moravě, přípojka VN 22kV, část SŽDC</w:t>
      </w:r>
    </w:p>
    <w:p w:rsidR="008417D8" w:rsidRPr="00B95AB3" w:rsidRDefault="008417D8" w:rsidP="008417D8">
      <w:pPr>
        <w:ind w:left="3544" w:hanging="3544"/>
        <w:jc w:val="left"/>
      </w:pPr>
      <w:r w:rsidRPr="00B95AB3">
        <w:rPr>
          <w:b/>
        </w:rPr>
        <w:t>Objednatel:</w:t>
      </w:r>
      <w:r w:rsidRPr="00B95AB3">
        <w:rPr>
          <w:b/>
        </w:rPr>
        <w:tab/>
      </w:r>
      <w:r w:rsidRPr="00B95AB3">
        <w:t>Správa železniční dopravní cesty, státní organizace</w:t>
      </w:r>
      <w:r w:rsidR="009E658C">
        <w:t xml:space="preserve"> </w:t>
      </w:r>
      <w:r w:rsidRPr="00B95AB3">
        <w:t>Dlážděná 1003/7,110 00 Praha 1 - Nové Město</w:t>
      </w:r>
    </w:p>
    <w:p w:rsidR="008417D8" w:rsidRPr="00B95AB3" w:rsidRDefault="008417D8" w:rsidP="008417D8">
      <w:pPr>
        <w:ind w:left="3544" w:firstLine="0"/>
        <w:jc w:val="left"/>
      </w:pPr>
      <w:r w:rsidRPr="00B95AB3">
        <w:t>Správa železniční dopravní cesty, státní organizace</w:t>
      </w:r>
      <w:r w:rsidR="009E658C">
        <w:t xml:space="preserve"> </w:t>
      </w:r>
      <w:r w:rsidRPr="00B95AB3">
        <w:t>Stavební správa Východ, Nerudova 1, 77</w:t>
      </w:r>
      <w:r w:rsidR="00E970C5">
        <w:t>9</w:t>
      </w:r>
      <w:r w:rsidRPr="00B95AB3">
        <w:t xml:space="preserve"> </w:t>
      </w:r>
      <w:r w:rsidR="00E970C5">
        <w:t>00</w:t>
      </w:r>
      <w:r w:rsidRPr="00B95AB3">
        <w:t xml:space="preserve"> Olomouc</w:t>
      </w:r>
    </w:p>
    <w:p w:rsidR="008417D8" w:rsidRPr="00B95AB3" w:rsidRDefault="008417D8" w:rsidP="008417D8">
      <w:pPr>
        <w:ind w:left="3544" w:hanging="3544"/>
      </w:pPr>
      <w:r w:rsidRPr="00B95AB3">
        <w:rPr>
          <w:b/>
        </w:rPr>
        <w:t>Zástupce objednatele – HIS:</w:t>
      </w:r>
      <w:r w:rsidRPr="00B95AB3">
        <w:tab/>
      </w:r>
      <w:r w:rsidR="00D92D06" w:rsidRPr="00D92D06">
        <w:t>Ing. Otakar Srovnal</w:t>
      </w:r>
    </w:p>
    <w:p w:rsidR="008417D8" w:rsidRPr="00B95AB3" w:rsidRDefault="008417D8" w:rsidP="006748AB">
      <w:pPr>
        <w:pStyle w:val="identifikandaje"/>
        <w:rPr>
          <w:sz w:val="24"/>
          <w:szCs w:val="24"/>
        </w:rPr>
      </w:pPr>
      <w:r w:rsidRPr="00B95AB3">
        <w:rPr>
          <w:b/>
          <w:sz w:val="24"/>
          <w:szCs w:val="24"/>
        </w:rPr>
        <w:t>Stupeň projektové dokumentace:</w:t>
      </w:r>
      <w:r w:rsidRPr="00B95AB3">
        <w:rPr>
          <w:b/>
          <w:sz w:val="24"/>
          <w:szCs w:val="24"/>
        </w:rPr>
        <w:tab/>
      </w:r>
      <w:r w:rsidR="00D92D06" w:rsidRPr="00D92D06">
        <w:rPr>
          <w:sz w:val="24"/>
          <w:szCs w:val="24"/>
        </w:rPr>
        <w:t>Stavební povolení a realizace stavby</w:t>
      </w:r>
    </w:p>
    <w:p w:rsidR="008417D8" w:rsidRPr="00B95AB3" w:rsidRDefault="008417D8" w:rsidP="008417D8">
      <w:pPr>
        <w:pStyle w:val="identifikandaje"/>
        <w:jc w:val="left"/>
        <w:rPr>
          <w:b/>
          <w:sz w:val="24"/>
          <w:szCs w:val="24"/>
        </w:rPr>
      </w:pPr>
      <w:r w:rsidRPr="00B95AB3">
        <w:rPr>
          <w:b/>
          <w:sz w:val="24"/>
          <w:szCs w:val="24"/>
        </w:rPr>
        <w:t>Generální projektant:</w:t>
      </w:r>
      <w:r w:rsidRPr="00B95AB3">
        <w:rPr>
          <w:b/>
          <w:sz w:val="24"/>
          <w:szCs w:val="24"/>
        </w:rPr>
        <w:tab/>
      </w:r>
      <w:r w:rsidRPr="00B95AB3">
        <w:rPr>
          <w:sz w:val="24"/>
          <w:szCs w:val="24"/>
        </w:rPr>
        <w:t>MORAVIA CONSULT Olomouc a.s.,</w:t>
      </w:r>
    </w:p>
    <w:p w:rsidR="008417D8" w:rsidRPr="00B95AB3" w:rsidRDefault="008417D8" w:rsidP="008417D8">
      <w:pPr>
        <w:pStyle w:val="identifikandaje"/>
        <w:rPr>
          <w:sz w:val="24"/>
          <w:szCs w:val="24"/>
        </w:rPr>
      </w:pPr>
      <w:r w:rsidRPr="00B95AB3">
        <w:rPr>
          <w:b/>
          <w:sz w:val="24"/>
          <w:szCs w:val="24"/>
        </w:rPr>
        <w:t>Odpovědný projektant stavby:</w:t>
      </w:r>
      <w:r w:rsidRPr="00B95AB3">
        <w:rPr>
          <w:b/>
          <w:sz w:val="24"/>
          <w:szCs w:val="24"/>
        </w:rPr>
        <w:tab/>
      </w:r>
      <w:r w:rsidR="00D92D06">
        <w:rPr>
          <w:sz w:val="24"/>
          <w:szCs w:val="24"/>
        </w:rPr>
        <w:t>Bc</w:t>
      </w:r>
      <w:r w:rsidRPr="00B95AB3">
        <w:rPr>
          <w:sz w:val="24"/>
          <w:szCs w:val="24"/>
        </w:rPr>
        <w:t xml:space="preserve">. </w:t>
      </w:r>
      <w:r w:rsidR="00D92D06">
        <w:rPr>
          <w:sz w:val="24"/>
          <w:szCs w:val="24"/>
        </w:rPr>
        <w:t>Martin</w:t>
      </w:r>
      <w:r w:rsidRPr="00B95AB3">
        <w:rPr>
          <w:sz w:val="24"/>
          <w:szCs w:val="24"/>
        </w:rPr>
        <w:t xml:space="preserve"> </w:t>
      </w:r>
      <w:r w:rsidR="00D92D06">
        <w:rPr>
          <w:sz w:val="24"/>
          <w:szCs w:val="24"/>
        </w:rPr>
        <w:t>Kolařík</w:t>
      </w:r>
    </w:p>
    <w:p w:rsidR="008417D8" w:rsidRPr="00B95AB3" w:rsidRDefault="008417D8" w:rsidP="008417D8">
      <w:pPr>
        <w:pStyle w:val="identifikandaje"/>
        <w:rPr>
          <w:b/>
          <w:sz w:val="24"/>
          <w:szCs w:val="24"/>
        </w:rPr>
      </w:pPr>
      <w:r w:rsidRPr="00B95AB3">
        <w:rPr>
          <w:b/>
          <w:sz w:val="24"/>
          <w:szCs w:val="24"/>
        </w:rPr>
        <w:t>Odpovědný projektant objektu:</w:t>
      </w:r>
      <w:r w:rsidRPr="00B95AB3">
        <w:rPr>
          <w:b/>
          <w:sz w:val="24"/>
          <w:szCs w:val="24"/>
        </w:rPr>
        <w:tab/>
      </w:r>
      <w:r w:rsidRPr="00B95AB3">
        <w:rPr>
          <w:sz w:val="24"/>
          <w:szCs w:val="24"/>
        </w:rPr>
        <w:t>Ing. František Hána</w:t>
      </w:r>
      <w:r w:rsidRPr="00B95AB3">
        <w:rPr>
          <w:b/>
          <w:sz w:val="24"/>
          <w:szCs w:val="24"/>
        </w:rPr>
        <w:t xml:space="preserve"> </w:t>
      </w:r>
    </w:p>
    <w:p w:rsidR="008417D8" w:rsidRPr="00B95AB3" w:rsidRDefault="008417D8" w:rsidP="008417D8">
      <w:pPr>
        <w:pStyle w:val="identifikandaje"/>
        <w:rPr>
          <w:sz w:val="24"/>
          <w:szCs w:val="24"/>
        </w:rPr>
      </w:pPr>
      <w:r w:rsidRPr="00B95AB3">
        <w:rPr>
          <w:b/>
          <w:sz w:val="24"/>
          <w:szCs w:val="24"/>
        </w:rPr>
        <w:t xml:space="preserve">Místo stavby:  </w:t>
      </w:r>
      <w:r w:rsidRPr="00B95AB3">
        <w:rPr>
          <w:b/>
          <w:sz w:val="24"/>
          <w:szCs w:val="24"/>
        </w:rPr>
        <w:tab/>
      </w:r>
      <w:r w:rsidR="00D92D06">
        <w:rPr>
          <w:sz w:val="24"/>
          <w:szCs w:val="24"/>
        </w:rPr>
        <w:t>Zábřeh</w:t>
      </w:r>
    </w:p>
    <w:p w:rsidR="008417D8" w:rsidRPr="00B95AB3" w:rsidRDefault="008417D8" w:rsidP="008417D8">
      <w:pPr>
        <w:pStyle w:val="identifikandaje"/>
        <w:rPr>
          <w:b/>
          <w:sz w:val="24"/>
          <w:szCs w:val="24"/>
        </w:rPr>
      </w:pPr>
      <w:r w:rsidRPr="00B95AB3">
        <w:rPr>
          <w:b/>
          <w:sz w:val="24"/>
          <w:szCs w:val="24"/>
        </w:rPr>
        <w:t>Kraj:</w:t>
      </w:r>
      <w:r w:rsidRPr="00B95AB3">
        <w:rPr>
          <w:b/>
          <w:sz w:val="24"/>
          <w:szCs w:val="24"/>
        </w:rPr>
        <w:tab/>
      </w:r>
      <w:r w:rsidRPr="00B95AB3">
        <w:rPr>
          <w:sz w:val="24"/>
          <w:szCs w:val="24"/>
        </w:rPr>
        <w:t xml:space="preserve">Kraj </w:t>
      </w:r>
      <w:r w:rsidR="00D92D06">
        <w:rPr>
          <w:sz w:val="24"/>
          <w:szCs w:val="24"/>
        </w:rPr>
        <w:t>Olomoucký</w:t>
      </w:r>
    </w:p>
    <w:p w:rsidR="008417D8" w:rsidRPr="00B95AB3" w:rsidRDefault="008417D8" w:rsidP="008417D8">
      <w:pPr>
        <w:pStyle w:val="identifikandaje"/>
        <w:rPr>
          <w:sz w:val="24"/>
          <w:szCs w:val="24"/>
        </w:rPr>
      </w:pPr>
      <w:r w:rsidRPr="00B95AB3">
        <w:rPr>
          <w:b/>
          <w:sz w:val="24"/>
          <w:szCs w:val="24"/>
        </w:rPr>
        <w:t>Pověřený OÚ:</w:t>
      </w:r>
      <w:r w:rsidRPr="00B95AB3">
        <w:rPr>
          <w:b/>
          <w:sz w:val="24"/>
          <w:szCs w:val="24"/>
        </w:rPr>
        <w:tab/>
      </w:r>
      <w:r w:rsidR="00D92D06">
        <w:rPr>
          <w:sz w:val="24"/>
          <w:szCs w:val="24"/>
        </w:rPr>
        <w:t>Zábřeh</w:t>
      </w:r>
    </w:p>
    <w:p w:rsidR="008417D8" w:rsidRPr="00B95AB3" w:rsidRDefault="008417D8" w:rsidP="008417D8">
      <w:pPr>
        <w:pStyle w:val="identifikandaje"/>
        <w:rPr>
          <w:b/>
          <w:sz w:val="24"/>
          <w:szCs w:val="24"/>
        </w:rPr>
      </w:pPr>
      <w:r w:rsidRPr="00B95AB3">
        <w:rPr>
          <w:b/>
          <w:sz w:val="24"/>
          <w:szCs w:val="24"/>
        </w:rPr>
        <w:t>Obec:</w:t>
      </w:r>
      <w:r w:rsidRPr="00B95AB3">
        <w:rPr>
          <w:b/>
          <w:sz w:val="24"/>
          <w:szCs w:val="24"/>
        </w:rPr>
        <w:tab/>
      </w:r>
      <w:r w:rsidR="00D92D06">
        <w:rPr>
          <w:sz w:val="24"/>
          <w:szCs w:val="24"/>
        </w:rPr>
        <w:t>Zábřeh</w:t>
      </w:r>
    </w:p>
    <w:p w:rsidR="008417D8" w:rsidRPr="00B95AB3" w:rsidRDefault="008417D8" w:rsidP="008417D8">
      <w:pPr>
        <w:pStyle w:val="identifikandaje"/>
        <w:rPr>
          <w:sz w:val="24"/>
          <w:szCs w:val="24"/>
        </w:rPr>
      </w:pPr>
      <w:r w:rsidRPr="00B95AB3">
        <w:rPr>
          <w:b/>
          <w:sz w:val="24"/>
          <w:szCs w:val="24"/>
        </w:rPr>
        <w:t>Katastrální území:</w:t>
      </w:r>
      <w:r w:rsidRPr="00B95AB3">
        <w:rPr>
          <w:sz w:val="24"/>
          <w:szCs w:val="24"/>
        </w:rPr>
        <w:tab/>
      </w:r>
      <w:r w:rsidR="00D92D06">
        <w:rPr>
          <w:sz w:val="24"/>
          <w:szCs w:val="24"/>
        </w:rPr>
        <w:t>Zábřeh na Moravě</w:t>
      </w:r>
    </w:p>
    <w:p w:rsidR="008417D8" w:rsidRPr="00B95AB3" w:rsidRDefault="008417D8" w:rsidP="008417D8">
      <w:pPr>
        <w:pStyle w:val="identifikandaje"/>
        <w:spacing w:before="0"/>
        <w:rPr>
          <w:szCs w:val="18"/>
        </w:rPr>
      </w:pPr>
    </w:p>
    <w:p w:rsidR="008417D8" w:rsidRPr="00D01F86" w:rsidRDefault="008417D8" w:rsidP="008417D8">
      <w:pPr>
        <w:ind w:firstLine="0"/>
      </w:pPr>
      <w:r w:rsidRPr="00D01F86">
        <w:t>Parcelní číslo:</w:t>
      </w:r>
      <w:r w:rsidRPr="00D01F86">
        <w:tab/>
      </w:r>
      <w:r w:rsidR="00332994" w:rsidRPr="00D01F86">
        <w:tab/>
      </w:r>
      <w:r w:rsidR="00D01F86" w:rsidRPr="00D01F86">
        <w:t>5493</w:t>
      </w:r>
      <w:r w:rsidRPr="00D01F86">
        <w:t>/1</w:t>
      </w:r>
      <w:r w:rsidR="00D01F86" w:rsidRPr="00D01F86">
        <w:t>1</w:t>
      </w:r>
    </w:p>
    <w:p w:rsidR="008417D8" w:rsidRPr="00D01F86" w:rsidRDefault="008417D8" w:rsidP="008417D8">
      <w:pPr>
        <w:ind w:firstLine="0"/>
      </w:pPr>
      <w:r w:rsidRPr="00D01F86">
        <w:t>Obec:</w:t>
      </w:r>
      <w:r w:rsidRPr="00D01F86">
        <w:tab/>
      </w:r>
      <w:r w:rsidR="00332994" w:rsidRPr="00D01F86">
        <w:tab/>
      </w:r>
      <w:r w:rsidR="00332994" w:rsidRPr="00D01F86">
        <w:tab/>
      </w:r>
      <w:r w:rsidR="00D01F86" w:rsidRPr="00D01F86">
        <w:t>Zábřeh</w:t>
      </w:r>
      <w:r w:rsidRPr="00D01F86">
        <w:t xml:space="preserve"> [5</w:t>
      </w:r>
      <w:r w:rsidR="00D01F86" w:rsidRPr="00D01F86">
        <w:t>41354</w:t>
      </w:r>
      <w:r w:rsidRPr="00D01F86">
        <w:t xml:space="preserve">] </w:t>
      </w:r>
    </w:p>
    <w:p w:rsidR="008417D8" w:rsidRPr="00D01F86" w:rsidRDefault="008417D8" w:rsidP="008417D8">
      <w:pPr>
        <w:ind w:firstLine="0"/>
      </w:pPr>
      <w:r w:rsidRPr="00D01F86">
        <w:t>Katastrální území:</w:t>
      </w:r>
      <w:r w:rsidRPr="00D01F86">
        <w:tab/>
      </w:r>
      <w:r w:rsidR="00D01F86" w:rsidRPr="00D01F86">
        <w:t>Zábřeh na Moravě</w:t>
      </w:r>
      <w:r w:rsidRPr="00D01F86">
        <w:t xml:space="preserve"> [7</w:t>
      </w:r>
      <w:r w:rsidR="00D01F86" w:rsidRPr="00D01F86">
        <w:t>89429</w:t>
      </w:r>
      <w:r w:rsidRPr="00D01F86">
        <w:t>]</w:t>
      </w:r>
    </w:p>
    <w:p w:rsidR="008417D8" w:rsidRPr="00D01F86" w:rsidRDefault="008417D8" w:rsidP="008417D8">
      <w:pPr>
        <w:ind w:firstLine="0"/>
      </w:pPr>
      <w:r w:rsidRPr="00D01F86">
        <w:t>Druh pozemku:</w:t>
      </w:r>
      <w:r w:rsidRPr="00D01F86">
        <w:tab/>
        <w:t>ostatní plocha</w:t>
      </w:r>
    </w:p>
    <w:p w:rsidR="008417D8" w:rsidRPr="00D01F86" w:rsidRDefault="008417D8" w:rsidP="00D01F86">
      <w:pPr>
        <w:ind w:firstLine="0"/>
        <w:rPr>
          <w:szCs w:val="18"/>
        </w:rPr>
      </w:pPr>
      <w:r w:rsidRPr="00D01F86">
        <w:t>Vlastnické právo</w:t>
      </w:r>
      <w:r w:rsidRPr="00D01F86">
        <w:tab/>
      </w:r>
      <w:r w:rsidR="00D01F86" w:rsidRPr="00D01F86">
        <w:t xml:space="preserve">KOLP, s.r.o., Kamenná 1016/4b, </w:t>
      </w:r>
      <w:proofErr w:type="spellStart"/>
      <w:r w:rsidR="00D01F86" w:rsidRPr="00D01F86">
        <w:t>Štýřice</w:t>
      </w:r>
      <w:proofErr w:type="spellEnd"/>
      <w:r w:rsidR="00D01F86" w:rsidRPr="00D01F86">
        <w:t>, 63900 Brno</w:t>
      </w:r>
    </w:p>
    <w:p w:rsidR="00D01F86" w:rsidRDefault="00D01F86" w:rsidP="008417D8">
      <w:pPr>
        <w:ind w:firstLine="0"/>
        <w:rPr>
          <w:highlight w:val="yellow"/>
        </w:rPr>
      </w:pPr>
    </w:p>
    <w:p w:rsidR="00D01F86" w:rsidRPr="00D01F86" w:rsidRDefault="00D01F86" w:rsidP="00D01F86">
      <w:pPr>
        <w:ind w:firstLine="0"/>
      </w:pPr>
      <w:r w:rsidRPr="00D01F86">
        <w:t>Parcelní číslo:</w:t>
      </w:r>
      <w:r w:rsidRPr="00D01F86">
        <w:tab/>
      </w:r>
      <w:r w:rsidRPr="00D01F86">
        <w:tab/>
        <w:t>5493/15</w:t>
      </w:r>
    </w:p>
    <w:p w:rsidR="00D01F86" w:rsidRPr="00D01F86" w:rsidRDefault="00D01F86" w:rsidP="00D01F86">
      <w:pPr>
        <w:ind w:firstLine="0"/>
      </w:pPr>
      <w:r w:rsidRPr="00D01F86">
        <w:t>Obec:</w:t>
      </w:r>
      <w:r w:rsidRPr="00D01F86">
        <w:tab/>
      </w:r>
      <w:r w:rsidRPr="00D01F86">
        <w:tab/>
      </w:r>
      <w:r w:rsidRPr="00D01F86">
        <w:tab/>
        <w:t xml:space="preserve">Zábřeh [541354] </w:t>
      </w:r>
    </w:p>
    <w:p w:rsidR="00D01F86" w:rsidRPr="00D01F86" w:rsidRDefault="00D01F86" w:rsidP="00D01F86">
      <w:pPr>
        <w:ind w:firstLine="0"/>
      </w:pPr>
      <w:r w:rsidRPr="00D01F86">
        <w:t>Katastrální území:</w:t>
      </w:r>
      <w:r w:rsidRPr="00D01F86">
        <w:tab/>
        <w:t>Zábřeh na Moravě [789429]</w:t>
      </w:r>
    </w:p>
    <w:p w:rsidR="00D01F86" w:rsidRDefault="008417D8" w:rsidP="00D01F86">
      <w:pPr>
        <w:ind w:firstLine="0"/>
      </w:pPr>
      <w:r w:rsidRPr="00D01F86">
        <w:t>Druh pozemku:</w:t>
      </w:r>
      <w:r w:rsidRPr="00D01F86">
        <w:tab/>
        <w:t>ostatní plocha</w:t>
      </w:r>
    </w:p>
    <w:p w:rsidR="00D01F86" w:rsidRDefault="00D01F86" w:rsidP="00D01F86">
      <w:pPr>
        <w:ind w:firstLine="0"/>
      </w:pPr>
      <w:r w:rsidRPr="00D01F86">
        <w:t>Vlastnické právo:</w:t>
      </w:r>
      <w:r w:rsidRPr="00D01F86">
        <w:tab/>
      </w:r>
    </w:p>
    <w:p w:rsidR="00D01F86" w:rsidRPr="00D01F86" w:rsidRDefault="00D01F86" w:rsidP="00D01F86">
      <w:pPr>
        <w:ind w:firstLine="0"/>
      </w:pPr>
      <w:r w:rsidRPr="00D01F86">
        <w:rPr>
          <w:szCs w:val="24"/>
        </w:rPr>
        <w:t>České dráhy, a.s., nábřeží Ludvíka Svobody 1222/12, Nové Město, 11000 Praha 1</w:t>
      </w:r>
    </w:p>
    <w:p w:rsidR="008417D8" w:rsidRPr="00B95AB3" w:rsidRDefault="008417D8" w:rsidP="008417D8">
      <w:pPr>
        <w:ind w:firstLine="0"/>
      </w:pPr>
      <w:r w:rsidRPr="00B95AB3">
        <w:tab/>
      </w:r>
    </w:p>
    <w:p w:rsidR="00F6017A" w:rsidRPr="00B95AB3" w:rsidRDefault="008417D8" w:rsidP="008417D8">
      <w:pPr>
        <w:pStyle w:val="Nadpis1"/>
      </w:pPr>
      <w:r w:rsidRPr="00B95AB3">
        <w:br w:type="page"/>
      </w:r>
      <w:bookmarkStart w:id="53" w:name="_Toc55902708"/>
      <w:r w:rsidR="00811FCF" w:rsidRPr="00B95AB3">
        <w:lastRenderedPageBreak/>
        <w:t xml:space="preserve">Rozsah projektu </w:t>
      </w:r>
      <w:r w:rsidR="00B650FE" w:rsidRPr="00B95AB3">
        <w:t xml:space="preserve">a </w:t>
      </w:r>
      <w:r w:rsidR="00FF74F5" w:rsidRPr="00B95AB3">
        <w:t>p</w:t>
      </w:r>
      <w:r w:rsidR="00B650FE" w:rsidRPr="00B95AB3">
        <w:t>rojektové podklady</w:t>
      </w:r>
      <w:bookmarkEnd w:id="53"/>
    </w:p>
    <w:p w:rsidR="008417D8" w:rsidRPr="00B95AB3" w:rsidRDefault="008417D8" w:rsidP="008417D8">
      <w:pPr>
        <w:tabs>
          <w:tab w:val="left" w:pos="3060"/>
        </w:tabs>
        <w:spacing w:line="360" w:lineRule="auto"/>
        <w:ind w:firstLine="567"/>
      </w:pPr>
      <w:r w:rsidRPr="00B95AB3">
        <w:t xml:space="preserve">Tato dokumentace je zpracována v rozsahu projekt stavby dle směrnice generálního ředitele č.11/2006 – Dokumentace pro přípravu staveb na železničních drahách celostátních a regionálních a zákona 183/2006Sb (SZ) v aktuálním platném znění. Projektová dokumentace neobsahuje podrobnosti a náležitosti výrobní realizační dokumentace a je nezbytné ve výrobní realizační dokumentaci přizpůsobit konkrétní sortiment technologie vybranému </w:t>
      </w:r>
      <w:proofErr w:type="spellStart"/>
      <w:r w:rsidRPr="00B95AB3">
        <w:t>dodaveteli</w:t>
      </w:r>
      <w:proofErr w:type="spellEnd"/>
      <w:r w:rsidRPr="00B95AB3">
        <w:t xml:space="preserve">. Vypracování výrobní dokumentace je součástí </w:t>
      </w:r>
      <w:proofErr w:type="spellStart"/>
      <w:r w:rsidRPr="00B95AB3">
        <w:t>vysoutěžené</w:t>
      </w:r>
      <w:proofErr w:type="spellEnd"/>
      <w:r w:rsidRPr="00B95AB3">
        <w:t xml:space="preserve"> dodávky zhotovitele v rámci stavební zakázky. Projektová dokumentace ve stupni projekt slouží pro vydání stavebního povolení, pro realizaci stavby včetně zpracování dokumentace zhotovitele.</w:t>
      </w:r>
    </w:p>
    <w:p w:rsidR="008417D8" w:rsidRPr="00B95AB3" w:rsidRDefault="008417D8" w:rsidP="008417D8">
      <w:pPr>
        <w:tabs>
          <w:tab w:val="left" w:pos="3060"/>
        </w:tabs>
        <w:spacing w:line="360" w:lineRule="auto"/>
        <w:ind w:left="2160" w:hanging="2160"/>
        <w:rPr>
          <w:rFonts w:ascii="Calibri" w:hAnsi="Calibri"/>
          <w:b/>
        </w:rPr>
      </w:pPr>
      <w:r w:rsidRPr="00B95AB3">
        <w:rPr>
          <w:rFonts w:ascii="Calibri" w:hAnsi="Calibri"/>
          <w:b/>
        </w:rPr>
        <w:t>Projektová dokumentace řeší:</w:t>
      </w:r>
    </w:p>
    <w:p w:rsidR="008417D8" w:rsidRPr="00B95AB3" w:rsidRDefault="008417D8" w:rsidP="008417D8">
      <w:pPr>
        <w:pStyle w:val="NormlnCalibri"/>
        <w:numPr>
          <w:ilvl w:val="0"/>
          <w:numId w:val="9"/>
        </w:numPr>
        <w:rPr>
          <w:sz w:val="24"/>
        </w:rPr>
      </w:pPr>
      <w:r w:rsidRPr="00B95AB3">
        <w:rPr>
          <w:sz w:val="24"/>
        </w:rPr>
        <w:t xml:space="preserve">Projektová dokumentace řeší </w:t>
      </w:r>
      <w:r w:rsidR="00332994" w:rsidRPr="00B95AB3">
        <w:rPr>
          <w:sz w:val="24"/>
        </w:rPr>
        <w:t xml:space="preserve">úpravu přípojky </w:t>
      </w:r>
      <w:proofErr w:type="spellStart"/>
      <w:r w:rsidR="00332994" w:rsidRPr="00B95AB3">
        <w:rPr>
          <w:sz w:val="24"/>
        </w:rPr>
        <w:t>vn</w:t>
      </w:r>
      <w:proofErr w:type="spellEnd"/>
      <w:r w:rsidR="00D92D06">
        <w:rPr>
          <w:sz w:val="24"/>
        </w:rPr>
        <w:t xml:space="preserve"> od úsekového odpojovače ÚS2 k nové trafostanici TS-EOV</w:t>
      </w:r>
      <w:r w:rsidR="00332994" w:rsidRPr="00B95AB3">
        <w:rPr>
          <w:sz w:val="24"/>
        </w:rPr>
        <w:t>.</w:t>
      </w:r>
    </w:p>
    <w:p w:rsidR="00E970C5" w:rsidRDefault="00E970C5" w:rsidP="00332994">
      <w:pPr>
        <w:pStyle w:val="NormlnCalibri"/>
        <w:tabs>
          <w:tab w:val="clear" w:pos="928"/>
        </w:tabs>
        <w:ind w:left="0" w:firstLine="0"/>
        <w:rPr>
          <w:b/>
          <w:sz w:val="24"/>
        </w:rPr>
      </w:pPr>
    </w:p>
    <w:p w:rsidR="00332994" w:rsidRPr="00B95AB3" w:rsidRDefault="00332994" w:rsidP="00332994">
      <w:pPr>
        <w:pStyle w:val="NormlnCalibri"/>
        <w:tabs>
          <w:tab w:val="clear" w:pos="928"/>
        </w:tabs>
        <w:ind w:left="0" w:firstLine="0"/>
        <w:rPr>
          <w:b/>
          <w:sz w:val="24"/>
        </w:rPr>
      </w:pPr>
      <w:r w:rsidRPr="00B95AB3">
        <w:rPr>
          <w:b/>
          <w:sz w:val="24"/>
        </w:rPr>
        <w:t>Projektová dokumentace neřeší:</w:t>
      </w:r>
    </w:p>
    <w:p w:rsidR="00332994" w:rsidRPr="00B95AB3" w:rsidRDefault="00332994" w:rsidP="00332994">
      <w:pPr>
        <w:pStyle w:val="NormlnCalibri"/>
        <w:numPr>
          <w:ilvl w:val="0"/>
          <w:numId w:val="9"/>
        </w:numPr>
        <w:rPr>
          <w:sz w:val="24"/>
        </w:rPr>
      </w:pPr>
      <w:r w:rsidRPr="00B95AB3">
        <w:rPr>
          <w:sz w:val="24"/>
        </w:rPr>
        <w:t>Trafostanici SŽDC 22/04kV</w:t>
      </w:r>
    </w:p>
    <w:p w:rsidR="00E970C5" w:rsidRDefault="00E970C5" w:rsidP="008417D8">
      <w:pPr>
        <w:tabs>
          <w:tab w:val="left" w:pos="3060"/>
        </w:tabs>
        <w:spacing w:line="360" w:lineRule="auto"/>
        <w:ind w:left="2160" w:hanging="2160"/>
        <w:rPr>
          <w:rFonts w:ascii="Calibri" w:hAnsi="Calibri"/>
          <w:b/>
        </w:rPr>
      </w:pPr>
    </w:p>
    <w:p w:rsidR="008417D8" w:rsidRPr="00B95AB3" w:rsidRDefault="008417D8" w:rsidP="008417D8">
      <w:pPr>
        <w:tabs>
          <w:tab w:val="left" w:pos="3060"/>
        </w:tabs>
        <w:spacing w:line="360" w:lineRule="auto"/>
        <w:ind w:left="2160" w:hanging="2160"/>
        <w:rPr>
          <w:rFonts w:ascii="Calibri" w:hAnsi="Calibri"/>
          <w:b/>
        </w:rPr>
      </w:pPr>
      <w:r w:rsidRPr="00B95AB3">
        <w:rPr>
          <w:rFonts w:ascii="Calibri" w:hAnsi="Calibri"/>
          <w:b/>
        </w:rPr>
        <w:t>Projektové podklady:</w:t>
      </w:r>
    </w:p>
    <w:p w:rsidR="008417D8" w:rsidRPr="00B95AB3" w:rsidRDefault="008417D8" w:rsidP="008417D8">
      <w:pPr>
        <w:numPr>
          <w:ilvl w:val="0"/>
          <w:numId w:val="9"/>
        </w:numPr>
      </w:pPr>
      <w:r w:rsidRPr="00B95AB3">
        <w:t>státní a oborové normy ČSN,</w:t>
      </w:r>
    </w:p>
    <w:p w:rsidR="008417D8" w:rsidRPr="00B95AB3" w:rsidRDefault="008417D8" w:rsidP="008417D8">
      <w:pPr>
        <w:numPr>
          <w:ilvl w:val="0"/>
          <w:numId w:val="9"/>
        </w:numPr>
      </w:pPr>
      <w:r w:rsidRPr="00B95AB3">
        <w:t>zápisy z profesních porad,</w:t>
      </w:r>
    </w:p>
    <w:p w:rsidR="008417D8" w:rsidRPr="00B95AB3" w:rsidRDefault="008417D8" w:rsidP="008417D8">
      <w:pPr>
        <w:numPr>
          <w:ilvl w:val="0"/>
          <w:numId w:val="9"/>
        </w:numPr>
      </w:pPr>
      <w:r w:rsidRPr="00B95AB3">
        <w:t>obhlídka stavby a zjištění stávajícího stavu,</w:t>
      </w:r>
    </w:p>
    <w:p w:rsidR="008417D8" w:rsidRPr="00B95AB3" w:rsidRDefault="008417D8" w:rsidP="008417D8">
      <w:pPr>
        <w:numPr>
          <w:ilvl w:val="0"/>
          <w:numId w:val="9"/>
        </w:numPr>
      </w:pPr>
      <w:r w:rsidRPr="00B95AB3">
        <w:t xml:space="preserve">požadavky uživatelů </w:t>
      </w:r>
    </w:p>
    <w:p w:rsidR="008417D8" w:rsidRPr="00B95AB3" w:rsidRDefault="008417D8" w:rsidP="008417D8">
      <w:pPr>
        <w:numPr>
          <w:ilvl w:val="0"/>
          <w:numId w:val="9"/>
        </w:numPr>
      </w:pPr>
      <w:r w:rsidRPr="00B95AB3">
        <w:t>třídník SŽDC OTSKP s cenami, které jsou schváleny GŘ SŽDC</w:t>
      </w:r>
    </w:p>
    <w:p w:rsidR="008417D8" w:rsidRPr="00B95AB3" w:rsidRDefault="008417D8" w:rsidP="008417D8">
      <w:pPr>
        <w:numPr>
          <w:ilvl w:val="0"/>
          <w:numId w:val="9"/>
        </w:numPr>
      </w:pPr>
      <w:r w:rsidRPr="00B95AB3">
        <w:t>požadavky hlavního inženýra projektu a profesních zpracovatelů jednotlivých dílčích částí.</w:t>
      </w:r>
    </w:p>
    <w:p w:rsidR="008417D8" w:rsidRPr="00B95AB3" w:rsidRDefault="008417D8" w:rsidP="008417D8">
      <w:pPr>
        <w:numPr>
          <w:ilvl w:val="0"/>
          <w:numId w:val="9"/>
        </w:numPr>
      </w:pPr>
      <w:r w:rsidRPr="00B95AB3">
        <w:t xml:space="preserve">Zápisy z jednání se zástupci  SŽDC a ostatními zainteresovanými organizacemi. </w:t>
      </w:r>
    </w:p>
    <w:p w:rsidR="00C04342" w:rsidRPr="00B95AB3" w:rsidRDefault="00C04342" w:rsidP="00C04342">
      <w:pPr>
        <w:spacing w:before="80"/>
      </w:pPr>
    </w:p>
    <w:p w:rsidR="00C04342" w:rsidRPr="00B95AB3" w:rsidRDefault="00C04342" w:rsidP="00C04342">
      <w:pPr>
        <w:spacing w:before="80"/>
      </w:pPr>
    </w:p>
    <w:p w:rsidR="00B650FE" w:rsidRPr="00B95AB3" w:rsidRDefault="008417D8" w:rsidP="008417D8">
      <w:pPr>
        <w:pStyle w:val="Nadpis1"/>
        <w:rPr>
          <w:rFonts w:eastAsia="MS Mincho"/>
        </w:rPr>
      </w:pPr>
      <w:r w:rsidRPr="00B95AB3">
        <w:br w:type="page"/>
      </w:r>
      <w:bookmarkStart w:id="54" w:name="_Toc452957897"/>
      <w:bookmarkStart w:id="55" w:name="_Toc55902709"/>
      <w:r w:rsidR="00B650FE" w:rsidRPr="00B95AB3">
        <w:lastRenderedPageBreak/>
        <w:t>Předpisy a normy</w:t>
      </w:r>
      <w:bookmarkEnd w:id="55"/>
      <w:r w:rsidR="00B650FE" w:rsidRPr="00B95AB3">
        <w:rPr>
          <w:rFonts w:eastAsia="MS Mincho"/>
        </w:rPr>
        <w:t xml:space="preserve"> </w:t>
      </w:r>
    </w:p>
    <w:p w:rsidR="00B650FE" w:rsidRPr="00B95AB3" w:rsidRDefault="00B650FE" w:rsidP="00B650FE">
      <w:pPr>
        <w:tabs>
          <w:tab w:val="left" w:pos="720"/>
        </w:tabs>
        <w:spacing w:line="360" w:lineRule="auto"/>
      </w:pPr>
      <w:r w:rsidRPr="00B95AB3">
        <w:t xml:space="preserve">Projektová dokumentace je zpracována dle platných předpisů, norem ČSN a katalogů výrobků platných v době zpracování projektové dokumentace. </w:t>
      </w:r>
    </w:p>
    <w:p w:rsidR="00EE36EF" w:rsidRPr="00B95AB3" w:rsidRDefault="00EE36EF" w:rsidP="00EE36EF">
      <w:pPr>
        <w:ind w:firstLine="360"/>
        <w:rPr>
          <w:b/>
          <w:sz w:val="22"/>
          <w:szCs w:val="22"/>
        </w:rPr>
      </w:pPr>
      <w:r w:rsidRPr="00B95AB3">
        <w:rPr>
          <w:b/>
          <w:sz w:val="22"/>
          <w:szCs w:val="22"/>
        </w:rPr>
        <w:t>Drážní platné normy pro návrh tohoto SO :</w:t>
      </w:r>
    </w:p>
    <w:p w:rsidR="00996A2D" w:rsidRPr="00B95AB3" w:rsidRDefault="00996A2D" w:rsidP="00996A2D">
      <w:pPr>
        <w:ind w:left="1260" w:hanging="1260"/>
        <w:rPr>
          <w:sz w:val="20"/>
        </w:rPr>
      </w:pPr>
      <w:r w:rsidRPr="00B95AB3">
        <w:rPr>
          <w:sz w:val="20"/>
        </w:rPr>
        <w:t xml:space="preserve">ČSN EN 50124-1 (Opr.1, </w:t>
      </w:r>
      <w:proofErr w:type="spellStart"/>
      <w:r w:rsidRPr="00B95AB3">
        <w:rPr>
          <w:sz w:val="20"/>
        </w:rPr>
        <w:t>Zm</w:t>
      </w:r>
      <w:proofErr w:type="spellEnd"/>
      <w:r w:rsidRPr="00B95AB3">
        <w:rPr>
          <w:sz w:val="20"/>
        </w:rPr>
        <w:t>. A1, A2) Drážní zařízení - Koordinace izolace - Část 1: Základní požadavky - Vzdušné vzdálenosti a povrchové cesty pro všechna elektrická a elektronická zařízení</w:t>
      </w:r>
    </w:p>
    <w:p w:rsidR="00996A2D" w:rsidRPr="00B95AB3" w:rsidRDefault="00996A2D" w:rsidP="00996A2D">
      <w:pPr>
        <w:ind w:left="1260" w:hanging="1260"/>
        <w:rPr>
          <w:sz w:val="20"/>
        </w:rPr>
      </w:pPr>
      <w:r w:rsidRPr="00B95AB3">
        <w:rPr>
          <w:sz w:val="20"/>
        </w:rPr>
        <w:t>ČSN EN 50124-2 (Opr.1) Drážní zařízeni - Koordinace izolace - Část 2: Přepětí a ochrana před přepětím</w:t>
      </w:r>
    </w:p>
    <w:p w:rsidR="00EE36EF" w:rsidRPr="00B95AB3" w:rsidRDefault="00EE36EF" w:rsidP="00EE36EF">
      <w:pPr>
        <w:ind w:firstLine="360"/>
        <w:rPr>
          <w:b/>
          <w:sz w:val="22"/>
          <w:szCs w:val="22"/>
        </w:rPr>
      </w:pPr>
      <w:r w:rsidRPr="00B95AB3">
        <w:rPr>
          <w:b/>
          <w:sz w:val="22"/>
          <w:szCs w:val="22"/>
        </w:rPr>
        <w:t>Ostatní platné normy použité pro návrh tohoto SO :</w:t>
      </w:r>
    </w:p>
    <w:p w:rsidR="00D0475A" w:rsidRPr="00B95AB3" w:rsidRDefault="00D0475A" w:rsidP="00D0475A">
      <w:pPr>
        <w:ind w:left="1260" w:hanging="1260"/>
        <w:rPr>
          <w:sz w:val="20"/>
        </w:rPr>
      </w:pPr>
      <w:r w:rsidRPr="00B95AB3">
        <w:rPr>
          <w:sz w:val="20"/>
        </w:rPr>
        <w:t>ČSN 33 2000-1 ed.2</w:t>
      </w:r>
      <w:r w:rsidRPr="00B95AB3">
        <w:rPr>
          <w:sz w:val="20"/>
        </w:rPr>
        <w:tab/>
        <w:t>Elektrické instalace nízkého napětí - Část 1: Základní hlediska, stanovení základních charakteristik, definice</w:t>
      </w:r>
    </w:p>
    <w:p w:rsidR="00D0475A" w:rsidRPr="00B95AB3" w:rsidRDefault="00D0475A" w:rsidP="00D0475A">
      <w:pPr>
        <w:ind w:left="1260" w:hanging="1260"/>
        <w:rPr>
          <w:sz w:val="20"/>
        </w:rPr>
      </w:pPr>
      <w:r w:rsidRPr="00B95AB3">
        <w:rPr>
          <w:sz w:val="20"/>
        </w:rPr>
        <w:t xml:space="preserve">ČSN 33 2000-4-41 </w:t>
      </w:r>
      <w:proofErr w:type="spellStart"/>
      <w:r w:rsidRPr="00B95AB3">
        <w:rPr>
          <w:sz w:val="20"/>
        </w:rPr>
        <w:t>ed</w:t>
      </w:r>
      <w:proofErr w:type="spellEnd"/>
      <w:r w:rsidRPr="00B95AB3">
        <w:rPr>
          <w:sz w:val="20"/>
        </w:rPr>
        <w:t>. 2 (</w:t>
      </w:r>
      <w:proofErr w:type="spellStart"/>
      <w:r w:rsidRPr="00B95AB3">
        <w:rPr>
          <w:sz w:val="20"/>
        </w:rPr>
        <w:t>Zm</w:t>
      </w:r>
      <w:proofErr w:type="spellEnd"/>
      <w:r w:rsidRPr="00B95AB3">
        <w:rPr>
          <w:sz w:val="20"/>
        </w:rPr>
        <w:t xml:space="preserve">. </w:t>
      </w:r>
      <w:proofErr w:type="gramStart"/>
      <w:r w:rsidRPr="00B95AB3">
        <w:rPr>
          <w:sz w:val="20"/>
        </w:rPr>
        <w:t>Z1)  Elektrické</w:t>
      </w:r>
      <w:proofErr w:type="gramEnd"/>
      <w:r w:rsidRPr="00B95AB3">
        <w:rPr>
          <w:sz w:val="20"/>
        </w:rPr>
        <w:t xml:space="preserve"> instalace nízkého napětí - Část 4-41: Ochranná opatření pro zajištění bezpečnosti - Ochrana před úrazem elektrickým proudem</w:t>
      </w:r>
    </w:p>
    <w:p w:rsidR="00D0475A" w:rsidRPr="00B95AB3" w:rsidRDefault="00D0475A" w:rsidP="00D0475A">
      <w:pPr>
        <w:ind w:left="1260" w:hanging="1260"/>
        <w:rPr>
          <w:sz w:val="20"/>
        </w:rPr>
      </w:pPr>
      <w:r w:rsidRPr="00B95AB3">
        <w:rPr>
          <w:sz w:val="20"/>
        </w:rPr>
        <w:t>TNI 33 2000-4-</w:t>
      </w:r>
      <w:proofErr w:type="gramStart"/>
      <w:r w:rsidRPr="00B95AB3">
        <w:rPr>
          <w:sz w:val="20"/>
        </w:rPr>
        <w:t>41  Elektrické</w:t>
      </w:r>
      <w:proofErr w:type="gramEnd"/>
      <w:r w:rsidRPr="00B95AB3">
        <w:rPr>
          <w:sz w:val="20"/>
        </w:rPr>
        <w:t xml:space="preserve"> instalace nízkého napětí - Část 4-41: Ochranná opatření pro zajištění bezpečnosti - Ochrana před úrazem elektrickým proudem - Komentář k ČSN 33 2000-4-41 </w:t>
      </w:r>
      <w:proofErr w:type="spellStart"/>
      <w:r w:rsidRPr="00B95AB3">
        <w:rPr>
          <w:sz w:val="20"/>
        </w:rPr>
        <w:t>ed</w:t>
      </w:r>
      <w:proofErr w:type="spellEnd"/>
      <w:r w:rsidRPr="00B95AB3">
        <w:rPr>
          <w:sz w:val="20"/>
        </w:rPr>
        <w:t>. 2</w:t>
      </w:r>
    </w:p>
    <w:p w:rsidR="00D0475A" w:rsidRPr="00B95AB3" w:rsidRDefault="00D0475A" w:rsidP="00D0475A">
      <w:pPr>
        <w:ind w:left="1260" w:hanging="1260"/>
        <w:rPr>
          <w:sz w:val="20"/>
        </w:rPr>
      </w:pPr>
      <w:r w:rsidRPr="00B95AB3">
        <w:rPr>
          <w:sz w:val="20"/>
        </w:rPr>
        <w:t>ČSN 33 2000-4-42 ed2 (</w:t>
      </w:r>
      <w:proofErr w:type="spellStart"/>
      <w:r w:rsidRPr="00B95AB3">
        <w:rPr>
          <w:sz w:val="20"/>
        </w:rPr>
        <w:t>Zm</w:t>
      </w:r>
      <w:proofErr w:type="spellEnd"/>
      <w:r w:rsidRPr="00B95AB3">
        <w:rPr>
          <w:sz w:val="20"/>
        </w:rPr>
        <w:t xml:space="preserve">. </w:t>
      </w:r>
      <w:proofErr w:type="gramStart"/>
      <w:r w:rsidRPr="00B95AB3">
        <w:rPr>
          <w:sz w:val="20"/>
        </w:rPr>
        <w:t>Z1)  Elektrické</w:t>
      </w:r>
      <w:proofErr w:type="gramEnd"/>
      <w:r w:rsidRPr="00B95AB3">
        <w:rPr>
          <w:sz w:val="20"/>
        </w:rPr>
        <w:t xml:space="preserve"> instalace nízkého napětí -část 4-42: Bezpečnost – Ochrana před účinky tepla</w:t>
      </w:r>
    </w:p>
    <w:p w:rsidR="00D0475A" w:rsidRPr="00B95AB3" w:rsidRDefault="00D0475A" w:rsidP="00D0475A">
      <w:pPr>
        <w:ind w:left="1260" w:hanging="1260"/>
        <w:rPr>
          <w:sz w:val="20"/>
        </w:rPr>
      </w:pPr>
      <w:r w:rsidRPr="00B95AB3">
        <w:rPr>
          <w:sz w:val="20"/>
        </w:rPr>
        <w:t>ČSN 33 2000-4-</w:t>
      </w:r>
      <w:proofErr w:type="gramStart"/>
      <w:r w:rsidRPr="00B95AB3">
        <w:rPr>
          <w:sz w:val="20"/>
        </w:rPr>
        <w:t>43</w:t>
      </w:r>
      <w:proofErr w:type="gramEnd"/>
      <w:r w:rsidRPr="00B95AB3">
        <w:rPr>
          <w:sz w:val="20"/>
        </w:rPr>
        <w:t>-</w:t>
      </w:r>
      <w:proofErr w:type="gramStart"/>
      <w:r w:rsidRPr="00B95AB3">
        <w:rPr>
          <w:sz w:val="20"/>
        </w:rPr>
        <w:t>ed.</w:t>
      </w:r>
      <w:proofErr w:type="gramEnd"/>
      <w:r w:rsidRPr="00B95AB3">
        <w:rPr>
          <w:sz w:val="20"/>
        </w:rPr>
        <w:t>2 Elektrické instalace nízkého napětí - Část 4-43: Bezpečnost - Ochrana před nadproudy.</w:t>
      </w:r>
    </w:p>
    <w:p w:rsidR="00620CD2" w:rsidRPr="00B95AB3" w:rsidRDefault="00620CD2" w:rsidP="00620CD2">
      <w:pPr>
        <w:ind w:left="1260" w:hanging="1260"/>
        <w:rPr>
          <w:sz w:val="20"/>
        </w:rPr>
      </w:pPr>
      <w:r w:rsidRPr="00B95AB3">
        <w:rPr>
          <w:sz w:val="20"/>
        </w:rPr>
        <w:t xml:space="preserve">ČSN 33 2000-4-473 (Opr.1, </w:t>
      </w:r>
      <w:proofErr w:type="spellStart"/>
      <w:r w:rsidRPr="00B95AB3">
        <w:rPr>
          <w:sz w:val="20"/>
        </w:rPr>
        <w:t>Zm</w:t>
      </w:r>
      <w:proofErr w:type="spellEnd"/>
      <w:r w:rsidRPr="00B95AB3">
        <w:rPr>
          <w:sz w:val="20"/>
        </w:rPr>
        <w:t xml:space="preserve">. </w:t>
      </w:r>
      <w:proofErr w:type="gramStart"/>
      <w:r w:rsidRPr="00B95AB3">
        <w:rPr>
          <w:sz w:val="20"/>
        </w:rPr>
        <w:t>Z1)  Elektrotechnické</w:t>
      </w:r>
      <w:proofErr w:type="gramEnd"/>
      <w:r w:rsidRPr="00B95AB3">
        <w:rPr>
          <w:sz w:val="20"/>
        </w:rPr>
        <w:t xml:space="preserve"> předpisy, Elektrická zařízení, část4: Bezpečnost-kapitola 47: Použití ochranných opatření pro zajištění bezpečnosti, Oddíl 470: Všeobecně, Oddíl 473: Opatření k ochraně proti nadproudům</w:t>
      </w:r>
    </w:p>
    <w:p w:rsidR="00620CD2" w:rsidRPr="00B95AB3" w:rsidRDefault="00620CD2" w:rsidP="00620CD2">
      <w:pPr>
        <w:ind w:left="1260" w:hanging="1260"/>
        <w:rPr>
          <w:sz w:val="20"/>
        </w:rPr>
      </w:pPr>
      <w:r w:rsidRPr="00B95AB3">
        <w:rPr>
          <w:sz w:val="20"/>
        </w:rPr>
        <w:t xml:space="preserve">ČSN 33 2000-5-51 ed.3 (Opr.1, </w:t>
      </w:r>
      <w:proofErr w:type="spellStart"/>
      <w:r w:rsidRPr="00B95AB3">
        <w:rPr>
          <w:sz w:val="20"/>
        </w:rPr>
        <w:t>Zm</w:t>
      </w:r>
      <w:proofErr w:type="spellEnd"/>
      <w:r w:rsidRPr="00B95AB3">
        <w:rPr>
          <w:sz w:val="20"/>
        </w:rPr>
        <w:t>. Z1) Elektrická instalace nízkého napětí - Část 5-51: Výběr a stavba elektrických zařízení - Všeobecné předpisy</w:t>
      </w:r>
    </w:p>
    <w:p w:rsidR="00620CD2" w:rsidRPr="00B95AB3" w:rsidRDefault="00620CD2" w:rsidP="00620CD2">
      <w:pPr>
        <w:ind w:left="1260" w:hanging="1260"/>
        <w:rPr>
          <w:sz w:val="20"/>
        </w:rPr>
      </w:pPr>
      <w:r w:rsidRPr="00B95AB3">
        <w:rPr>
          <w:sz w:val="20"/>
        </w:rPr>
        <w:t xml:space="preserve">TNI 33 2000-5-51 Elektrické instalace nízkého napětí - Výběr a stavba elektrických zařízení - Všeobecné předpisy - Vnější vlivy, jejich určování a protokol o určení vnějších vlivů - Komentář k ČSN 33 2000-5-51 </w:t>
      </w:r>
      <w:proofErr w:type="spellStart"/>
      <w:r w:rsidRPr="00B95AB3">
        <w:rPr>
          <w:sz w:val="20"/>
        </w:rPr>
        <w:t>ed</w:t>
      </w:r>
      <w:proofErr w:type="spellEnd"/>
      <w:r w:rsidRPr="00B95AB3">
        <w:rPr>
          <w:sz w:val="20"/>
        </w:rPr>
        <w:t>. 3:2010</w:t>
      </w:r>
    </w:p>
    <w:p w:rsidR="00620CD2" w:rsidRPr="00B95AB3" w:rsidRDefault="00620CD2" w:rsidP="00620CD2">
      <w:pPr>
        <w:ind w:left="1260" w:hanging="1260"/>
        <w:rPr>
          <w:sz w:val="20"/>
        </w:rPr>
      </w:pPr>
      <w:r w:rsidRPr="00B95AB3">
        <w:rPr>
          <w:sz w:val="20"/>
        </w:rPr>
        <w:t>ČSN 33 2000-5-52 ed2. Elektrické instalace nízkého napětí – část 5-52: Výběr a stavba elektrických zařízení – Elektrická vedení</w:t>
      </w:r>
    </w:p>
    <w:p w:rsidR="00620CD2" w:rsidRPr="00B95AB3" w:rsidRDefault="00620CD2" w:rsidP="00620CD2">
      <w:pPr>
        <w:ind w:left="1260" w:hanging="1260"/>
        <w:rPr>
          <w:sz w:val="20"/>
        </w:rPr>
      </w:pPr>
      <w:r w:rsidRPr="00B95AB3">
        <w:rPr>
          <w:sz w:val="20"/>
        </w:rPr>
        <w:t>TNI IEC/TR 61200-52</w:t>
      </w:r>
      <w:r w:rsidRPr="00B95AB3">
        <w:rPr>
          <w:sz w:val="20"/>
        </w:rPr>
        <w:tab/>
        <w:t xml:space="preserve">   Pokyny pro elektrické instalace - Část 52: Výběr a stavba elektrických zařízení - Elektrická vedení</w:t>
      </w:r>
    </w:p>
    <w:p w:rsidR="00620CD2" w:rsidRPr="00B95AB3" w:rsidRDefault="00620CD2" w:rsidP="00620CD2">
      <w:pPr>
        <w:ind w:left="1260" w:hanging="1260"/>
        <w:rPr>
          <w:sz w:val="20"/>
        </w:rPr>
      </w:pPr>
      <w:r w:rsidRPr="00B95AB3">
        <w:rPr>
          <w:sz w:val="20"/>
        </w:rPr>
        <w:t xml:space="preserve">ČSN 33 2000-5-54 </w:t>
      </w:r>
      <w:proofErr w:type="spellStart"/>
      <w:r w:rsidRPr="00B95AB3">
        <w:rPr>
          <w:sz w:val="20"/>
        </w:rPr>
        <w:t>ed</w:t>
      </w:r>
      <w:proofErr w:type="spellEnd"/>
      <w:r w:rsidRPr="00B95AB3">
        <w:rPr>
          <w:sz w:val="20"/>
        </w:rPr>
        <w:t>. 3 Elektrické instalace nízkého napětí - Část 5-54: Výběr a stavba elektrických zařízení - Uzemnění a ochranné vodiče</w:t>
      </w:r>
    </w:p>
    <w:p w:rsidR="00FD3EB6" w:rsidRPr="00B95AB3" w:rsidRDefault="00FD3EB6" w:rsidP="00FD3EB6">
      <w:pPr>
        <w:ind w:left="1260" w:hanging="1260"/>
        <w:rPr>
          <w:sz w:val="20"/>
        </w:rPr>
      </w:pPr>
      <w:r w:rsidRPr="00B95AB3">
        <w:rPr>
          <w:sz w:val="20"/>
        </w:rPr>
        <w:t xml:space="preserve">ČSN 33 2000-7-714 </w:t>
      </w:r>
      <w:proofErr w:type="spellStart"/>
      <w:r w:rsidRPr="00B95AB3">
        <w:rPr>
          <w:sz w:val="20"/>
        </w:rPr>
        <w:t>ed</w:t>
      </w:r>
      <w:proofErr w:type="spellEnd"/>
      <w:r w:rsidRPr="00B95AB3">
        <w:rPr>
          <w:sz w:val="20"/>
        </w:rPr>
        <w:t>. 2 Elektrické instalace nízkého napětí - Část 7-714: Zařízení jednoúčelová a ve zvláštních objektech - Venkovní světelné instalace</w:t>
      </w:r>
    </w:p>
    <w:p w:rsidR="00FD3EB6" w:rsidRPr="00B95AB3" w:rsidRDefault="00FD3EB6" w:rsidP="00FD3EB6">
      <w:pPr>
        <w:ind w:left="1260" w:hanging="1260"/>
        <w:rPr>
          <w:sz w:val="20"/>
        </w:rPr>
      </w:pPr>
      <w:r w:rsidRPr="00B95AB3">
        <w:rPr>
          <w:sz w:val="20"/>
        </w:rPr>
        <w:t xml:space="preserve">ČSN 33 1500 ( </w:t>
      </w:r>
      <w:proofErr w:type="spellStart"/>
      <w:r w:rsidRPr="00B95AB3">
        <w:rPr>
          <w:sz w:val="20"/>
        </w:rPr>
        <w:t>Zm</w:t>
      </w:r>
      <w:proofErr w:type="spellEnd"/>
      <w:r w:rsidRPr="00B95AB3">
        <w:rPr>
          <w:sz w:val="20"/>
        </w:rPr>
        <w:t>. Z1,…,Z4) Elektrotechnické předpisy. Revize elektrických zařízení.</w:t>
      </w:r>
    </w:p>
    <w:p w:rsidR="00FD3EB6" w:rsidRPr="00B95AB3" w:rsidRDefault="00FD3EB6" w:rsidP="00FD3EB6">
      <w:pPr>
        <w:ind w:left="1260" w:hanging="1260"/>
        <w:rPr>
          <w:sz w:val="20"/>
        </w:rPr>
      </w:pPr>
      <w:r w:rsidRPr="00B95AB3">
        <w:rPr>
          <w:sz w:val="20"/>
        </w:rPr>
        <w:t xml:space="preserve">ČSN 37 5199 ( </w:t>
      </w:r>
      <w:proofErr w:type="spellStart"/>
      <w:r w:rsidRPr="00B95AB3">
        <w:rPr>
          <w:sz w:val="20"/>
        </w:rPr>
        <w:t>Zm</w:t>
      </w:r>
      <w:proofErr w:type="spellEnd"/>
      <w:r w:rsidRPr="00B95AB3">
        <w:rPr>
          <w:sz w:val="20"/>
        </w:rPr>
        <w:t>. a, b) Označování a bezpečnostní sdělení na trakčních vedeních celostátních drah a vleček</w:t>
      </w:r>
    </w:p>
    <w:p w:rsidR="00FD3EB6" w:rsidRPr="00B95AB3" w:rsidRDefault="00FD3EB6" w:rsidP="00FD3EB6">
      <w:pPr>
        <w:ind w:left="1260" w:hanging="1260"/>
        <w:rPr>
          <w:sz w:val="20"/>
        </w:rPr>
      </w:pPr>
      <w:r w:rsidRPr="00B95AB3">
        <w:rPr>
          <w:sz w:val="20"/>
        </w:rPr>
        <w:t xml:space="preserve">ČSN 37 5711 </w:t>
      </w:r>
      <w:proofErr w:type="spellStart"/>
      <w:r w:rsidRPr="00B95AB3">
        <w:rPr>
          <w:sz w:val="20"/>
        </w:rPr>
        <w:t>ed</w:t>
      </w:r>
      <w:proofErr w:type="spellEnd"/>
      <w:r w:rsidRPr="00B95AB3">
        <w:rPr>
          <w:sz w:val="20"/>
        </w:rPr>
        <w:t>. 2 Drážní zařízení - Křížení kabelových vedení s železničními dráhami</w:t>
      </w:r>
    </w:p>
    <w:p w:rsidR="00FD3EB6" w:rsidRPr="00B95AB3" w:rsidRDefault="00FD3EB6" w:rsidP="00FD3EB6">
      <w:pPr>
        <w:ind w:left="1260" w:hanging="1260"/>
        <w:rPr>
          <w:sz w:val="20"/>
        </w:rPr>
      </w:pPr>
      <w:r w:rsidRPr="00B95AB3">
        <w:rPr>
          <w:sz w:val="20"/>
        </w:rPr>
        <w:t>ČSN EN 12613 Označovací výstražné fólie z plastů pro kabely a potrubí uložené v zemi</w:t>
      </w:r>
    </w:p>
    <w:p w:rsidR="00FD3EB6" w:rsidRPr="00B95AB3" w:rsidRDefault="00FD3EB6" w:rsidP="00FD3EB6">
      <w:pPr>
        <w:ind w:left="1260" w:hanging="1260"/>
        <w:rPr>
          <w:sz w:val="20"/>
        </w:rPr>
      </w:pPr>
      <w:r w:rsidRPr="00B95AB3">
        <w:rPr>
          <w:sz w:val="20"/>
        </w:rPr>
        <w:t xml:space="preserve">ČSN IEC/TS 60479-1 (Opr.1, </w:t>
      </w:r>
      <w:proofErr w:type="gramStart"/>
      <w:r w:rsidRPr="00B95AB3">
        <w:rPr>
          <w:sz w:val="20"/>
        </w:rPr>
        <w:t>Opr.2)  Účinky</w:t>
      </w:r>
      <w:proofErr w:type="gramEnd"/>
      <w:r w:rsidRPr="00B95AB3">
        <w:rPr>
          <w:sz w:val="20"/>
        </w:rPr>
        <w:t xml:space="preserve"> proudu na člověka a domácí zvířectvo - Část 1: Obecná hlediska </w:t>
      </w:r>
    </w:p>
    <w:p w:rsidR="00FD3EB6" w:rsidRPr="00B95AB3" w:rsidRDefault="00FD3EB6" w:rsidP="00FD3EB6">
      <w:pPr>
        <w:ind w:left="1260" w:hanging="1260"/>
        <w:rPr>
          <w:sz w:val="20"/>
        </w:rPr>
      </w:pPr>
      <w:r w:rsidRPr="00B95AB3">
        <w:rPr>
          <w:sz w:val="20"/>
        </w:rPr>
        <w:t xml:space="preserve">ČSN EN 50110-1 </w:t>
      </w:r>
      <w:proofErr w:type="spellStart"/>
      <w:r w:rsidRPr="00B95AB3">
        <w:rPr>
          <w:sz w:val="20"/>
        </w:rPr>
        <w:t>ed</w:t>
      </w:r>
      <w:proofErr w:type="spellEnd"/>
      <w:r w:rsidRPr="00B95AB3">
        <w:rPr>
          <w:sz w:val="20"/>
        </w:rPr>
        <w:t>. 3 Obsluha a práce na elektrických zařízeních - Část 1: Obecné požadavky</w:t>
      </w:r>
    </w:p>
    <w:p w:rsidR="00FD3EB6" w:rsidRPr="00B95AB3" w:rsidRDefault="00FD3EB6" w:rsidP="00FD3EB6">
      <w:pPr>
        <w:ind w:left="1260" w:hanging="1260"/>
        <w:rPr>
          <w:sz w:val="20"/>
        </w:rPr>
      </w:pPr>
      <w:r w:rsidRPr="00B95AB3">
        <w:rPr>
          <w:sz w:val="20"/>
        </w:rPr>
        <w:t xml:space="preserve">ČSN EN 50110-2 </w:t>
      </w:r>
      <w:proofErr w:type="spellStart"/>
      <w:r w:rsidRPr="00B95AB3">
        <w:rPr>
          <w:sz w:val="20"/>
        </w:rPr>
        <w:t>ed</w:t>
      </w:r>
      <w:proofErr w:type="spellEnd"/>
      <w:r w:rsidRPr="00B95AB3">
        <w:rPr>
          <w:sz w:val="20"/>
        </w:rPr>
        <w:t>. 2 Obsluha a práce na elektrických zařízeních - Část 2: Národní dodatky</w:t>
      </w:r>
    </w:p>
    <w:p w:rsidR="00FD3EB6" w:rsidRPr="00B95AB3" w:rsidRDefault="00FD3EB6" w:rsidP="00FD3EB6">
      <w:pPr>
        <w:ind w:left="1260" w:hanging="1260"/>
        <w:rPr>
          <w:sz w:val="20"/>
        </w:rPr>
      </w:pPr>
      <w:r w:rsidRPr="00B95AB3">
        <w:rPr>
          <w:sz w:val="20"/>
        </w:rPr>
        <w:t xml:space="preserve">ČSN EN 50160 </w:t>
      </w:r>
      <w:proofErr w:type="spellStart"/>
      <w:r w:rsidRPr="00B95AB3">
        <w:rPr>
          <w:sz w:val="20"/>
        </w:rPr>
        <w:t>ed</w:t>
      </w:r>
      <w:proofErr w:type="spellEnd"/>
      <w:r w:rsidRPr="00B95AB3">
        <w:rPr>
          <w:sz w:val="20"/>
        </w:rPr>
        <w:t xml:space="preserve">. 3 ( </w:t>
      </w:r>
      <w:proofErr w:type="spellStart"/>
      <w:r w:rsidRPr="00B95AB3">
        <w:rPr>
          <w:sz w:val="20"/>
        </w:rPr>
        <w:t>Zm</w:t>
      </w:r>
      <w:proofErr w:type="spellEnd"/>
      <w:r w:rsidRPr="00B95AB3">
        <w:rPr>
          <w:sz w:val="20"/>
        </w:rPr>
        <w:t>. A1) Charakteristiky napětí elektrické energie dodávané z veřejných distribučních sítí</w:t>
      </w:r>
    </w:p>
    <w:p w:rsidR="00FD3EB6" w:rsidRPr="00B95AB3" w:rsidRDefault="00FD3EB6" w:rsidP="00FD3EB6">
      <w:pPr>
        <w:ind w:left="1260" w:hanging="1260"/>
        <w:rPr>
          <w:sz w:val="20"/>
        </w:rPr>
      </w:pPr>
      <w:r w:rsidRPr="00B95AB3">
        <w:rPr>
          <w:sz w:val="20"/>
        </w:rPr>
        <w:t>TKP -  Kap03 - Zemní práce</w:t>
      </w:r>
    </w:p>
    <w:p w:rsidR="00FD3EB6" w:rsidRPr="00B95AB3" w:rsidRDefault="00FD3EB6" w:rsidP="00FD3EB6">
      <w:pPr>
        <w:ind w:left="1260" w:hanging="1260"/>
        <w:rPr>
          <w:sz w:val="20"/>
        </w:rPr>
      </w:pPr>
      <w:r w:rsidRPr="00B95AB3">
        <w:rPr>
          <w:sz w:val="20"/>
        </w:rPr>
        <w:lastRenderedPageBreak/>
        <w:t>TKP -  Kap12 - Chráničky a kolektory</w:t>
      </w:r>
    </w:p>
    <w:p w:rsidR="00FD3EB6" w:rsidRPr="00B95AB3" w:rsidRDefault="00FD3EB6" w:rsidP="00FD3EB6">
      <w:pPr>
        <w:ind w:left="1260" w:hanging="1260"/>
        <w:rPr>
          <w:sz w:val="20"/>
        </w:rPr>
      </w:pPr>
      <w:r w:rsidRPr="00B95AB3">
        <w:rPr>
          <w:sz w:val="20"/>
        </w:rPr>
        <w:t>TKP -  Kap25a - Ochrana proti elektrochemické korozi a korozi bludnými proudy</w:t>
      </w:r>
    </w:p>
    <w:p w:rsidR="00FD3EB6" w:rsidRPr="00B95AB3" w:rsidRDefault="00FD3EB6" w:rsidP="00FD3EB6">
      <w:pPr>
        <w:ind w:left="1260" w:hanging="1260"/>
        <w:rPr>
          <w:sz w:val="20"/>
        </w:rPr>
      </w:pPr>
      <w:r w:rsidRPr="00B95AB3">
        <w:rPr>
          <w:sz w:val="20"/>
        </w:rPr>
        <w:t xml:space="preserve">TKP - </w:t>
      </w:r>
      <w:proofErr w:type="gramStart"/>
      <w:r w:rsidRPr="00B95AB3">
        <w:rPr>
          <w:sz w:val="20"/>
        </w:rPr>
        <w:t>kap.26</w:t>
      </w:r>
      <w:proofErr w:type="gramEnd"/>
      <w:r w:rsidRPr="00B95AB3">
        <w:rPr>
          <w:sz w:val="20"/>
        </w:rPr>
        <w:t xml:space="preserve"> Technické kvalitativní podmínky staveb státních drah – 26: Osvětlení, rozvody </w:t>
      </w:r>
      <w:proofErr w:type="spellStart"/>
      <w:r w:rsidRPr="00B95AB3">
        <w:rPr>
          <w:sz w:val="20"/>
        </w:rPr>
        <w:t>nn</w:t>
      </w:r>
      <w:proofErr w:type="spellEnd"/>
      <w:r w:rsidRPr="00B95AB3">
        <w:rPr>
          <w:sz w:val="20"/>
        </w:rPr>
        <w:t xml:space="preserve"> včetně dálkového ovládání, EOV, stožárové transformovny </w:t>
      </w:r>
      <w:proofErr w:type="spellStart"/>
      <w:r w:rsidRPr="00B95AB3">
        <w:rPr>
          <w:sz w:val="20"/>
        </w:rPr>
        <w:t>vn</w:t>
      </w:r>
      <w:proofErr w:type="spellEnd"/>
      <w:r w:rsidRPr="00B95AB3">
        <w:rPr>
          <w:sz w:val="20"/>
        </w:rPr>
        <w:t>/</w:t>
      </w:r>
      <w:proofErr w:type="spellStart"/>
      <w:r w:rsidRPr="00B95AB3">
        <w:rPr>
          <w:sz w:val="20"/>
        </w:rPr>
        <w:t>nn</w:t>
      </w:r>
      <w:proofErr w:type="spellEnd"/>
    </w:p>
    <w:p w:rsidR="00FD3EB6" w:rsidRPr="00B95AB3" w:rsidRDefault="00FD3EB6" w:rsidP="00FD3EB6">
      <w:pPr>
        <w:ind w:left="1260" w:hanging="1260"/>
        <w:rPr>
          <w:sz w:val="20"/>
        </w:rPr>
      </w:pPr>
      <w:r w:rsidRPr="00B95AB3">
        <w:rPr>
          <w:sz w:val="20"/>
        </w:rPr>
        <w:t xml:space="preserve">TKP – </w:t>
      </w:r>
      <w:proofErr w:type="gramStart"/>
      <w:r w:rsidRPr="00B95AB3">
        <w:rPr>
          <w:sz w:val="20"/>
        </w:rPr>
        <w:t>kap.29</w:t>
      </w:r>
      <w:proofErr w:type="gramEnd"/>
      <w:r w:rsidRPr="00B95AB3">
        <w:rPr>
          <w:sz w:val="20"/>
        </w:rPr>
        <w:t xml:space="preserve"> Technické kvalitativní podmínky staveb ČD - Kapitola 29: Silnoproudá technologická zařízení</w:t>
      </w:r>
    </w:p>
    <w:p w:rsidR="00FD3EB6" w:rsidRPr="00B95AB3" w:rsidRDefault="00FD3EB6" w:rsidP="00FD3EB6">
      <w:pPr>
        <w:ind w:left="1260" w:hanging="1260"/>
        <w:rPr>
          <w:sz w:val="20"/>
        </w:rPr>
      </w:pPr>
      <w:r w:rsidRPr="00B95AB3">
        <w:rPr>
          <w:sz w:val="20"/>
        </w:rPr>
        <w:t xml:space="preserve">TKP – </w:t>
      </w:r>
      <w:proofErr w:type="gramStart"/>
      <w:r w:rsidRPr="00B95AB3">
        <w:rPr>
          <w:sz w:val="20"/>
        </w:rPr>
        <w:t>kap.30</w:t>
      </w:r>
      <w:proofErr w:type="gramEnd"/>
      <w:r w:rsidRPr="00B95AB3">
        <w:rPr>
          <w:sz w:val="20"/>
        </w:rPr>
        <w:t xml:space="preserve"> Technické kvalitativní podmínky staveb ČD - Kapitola 30: Silnoproudé rozvody VN a soustava 6kV</w:t>
      </w:r>
    </w:p>
    <w:p w:rsidR="00FD3EB6" w:rsidRPr="00B95AB3" w:rsidRDefault="00FD3EB6" w:rsidP="00FD3EB6">
      <w:pPr>
        <w:ind w:left="1260" w:hanging="1260"/>
        <w:rPr>
          <w:sz w:val="20"/>
        </w:rPr>
      </w:pPr>
      <w:r w:rsidRPr="00B95AB3">
        <w:rPr>
          <w:sz w:val="20"/>
        </w:rPr>
        <w:t xml:space="preserve">Směrnice GŘ SŽDC, </w:t>
      </w:r>
      <w:proofErr w:type="gramStart"/>
      <w:r w:rsidRPr="00B95AB3">
        <w:rPr>
          <w:sz w:val="20"/>
        </w:rPr>
        <w:t>s.o.</w:t>
      </w:r>
      <w:proofErr w:type="gramEnd"/>
      <w:r w:rsidRPr="00B95AB3">
        <w:rPr>
          <w:sz w:val="20"/>
        </w:rPr>
        <w:t xml:space="preserve"> č.16/2005, Zásady modernizace a optimalizace vybrané železniční sítě České republiky</w:t>
      </w:r>
    </w:p>
    <w:p w:rsidR="00FD3EB6" w:rsidRPr="00B95AB3" w:rsidRDefault="00FD3EB6" w:rsidP="00FD3EB6">
      <w:pPr>
        <w:ind w:left="1260" w:hanging="1260"/>
        <w:rPr>
          <w:sz w:val="20"/>
        </w:rPr>
      </w:pPr>
      <w:r w:rsidRPr="00B95AB3">
        <w:rPr>
          <w:sz w:val="20"/>
        </w:rPr>
        <w:t xml:space="preserve">Směrnice GŘ SŽDC, </w:t>
      </w:r>
      <w:proofErr w:type="gramStart"/>
      <w:r w:rsidRPr="00B95AB3">
        <w:rPr>
          <w:sz w:val="20"/>
        </w:rPr>
        <w:t>s.o.</w:t>
      </w:r>
      <w:proofErr w:type="gramEnd"/>
      <w:r w:rsidRPr="00B95AB3">
        <w:rPr>
          <w:sz w:val="20"/>
        </w:rPr>
        <w:t xml:space="preserve"> č.20/2017 Směrnice pro stanovení a členění investičních nákladů staveb státní organizace Správa železniční dopravní cesty</w:t>
      </w:r>
    </w:p>
    <w:p w:rsidR="00FD3EB6" w:rsidRPr="00B95AB3" w:rsidRDefault="00FD3EB6" w:rsidP="00FD3EB6">
      <w:pPr>
        <w:ind w:left="1260" w:hanging="1260"/>
        <w:rPr>
          <w:sz w:val="20"/>
        </w:rPr>
      </w:pPr>
      <w:r w:rsidRPr="00B95AB3">
        <w:rPr>
          <w:sz w:val="20"/>
        </w:rPr>
        <w:t xml:space="preserve">Směrnice GŘ SŽDC, </w:t>
      </w:r>
      <w:proofErr w:type="gramStart"/>
      <w:r w:rsidRPr="00B95AB3">
        <w:rPr>
          <w:sz w:val="20"/>
        </w:rPr>
        <w:t>s.o.</w:t>
      </w:r>
      <w:proofErr w:type="gramEnd"/>
      <w:r w:rsidRPr="00B95AB3">
        <w:rPr>
          <w:sz w:val="20"/>
        </w:rPr>
        <w:t xml:space="preserve"> č.11/2006, Dokumentace pro přípravu staveb na železničních drahách celostátních a regionálních (ve znění změny č. 1 přílohy č. 1, účinnost od 1. dubna 2012) </w:t>
      </w:r>
    </w:p>
    <w:p w:rsidR="00FD3EB6" w:rsidRPr="00B95AB3" w:rsidRDefault="00FD3EB6" w:rsidP="00FD3EB6">
      <w:pPr>
        <w:ind w:left="1260" w:hanging="1260"/>
        <w:rPr>
          <w:sz w:val="20"/>
        </w:rPr>
      </w:pPr>
      <w:r w:rsidRPr="00B95AB3">
        <w:rPr>
          <w:sz w:val="20"/>
        </w:rPr>
        <w:t>266/1994 Sb. ZÁKON ze dne 14. prosince 1994 o dráhách ve znění zákonů č. 189/1999 Sb., č. 23/2000 Sb., č. 71/2000 Sb., č. 132/2000 Sb., č. 77/2002 Sb., č. 144/2002 Sb., č. 175/2002 Sb., č. 320/2002 Sb., č. 103/2004 Sb., č. 1/2005 Sb., č. 181/2006 Sb., č. 186/2006 Sb., č. 191/2006 Sb., č. 296/2007 Sb., č. 227/2009 Sb., č. 377/2009 Sb., č. 194/2010 Sb. a č. 134/2011 Sb., 102/2013 Sb., 64/2014 Sb., 180/2014 Sb., č. 250/2014 Sb., č. 319/2016 Sb., č. 183/2017 Sb., č. 225/2017 Sb., č. 304/2017 Sb.</w:t>
      </w:r>
    </w:p>
    <w:p w:rsidR="00FD3EB6" w:rsidRPr="00B95AB3" w:rsidRDefault="00FD3EB6" w:rsidP="00FD3EB6">
      <w:pPr>
        <w:ind w:left="1260" w:hanging="1260"/>
        <w:rPr>
          <w:sz w:val="20"/>
        </w:rPr>
      </w:pPr>
      <w:r w:rsidRPr="00B95AB3">
        <w:rPr>
          <w:sz w:val="20"/>
        </w:rPr>
        <w:t xml:space="preserve">100/1995 Sb. </w:t>
      </w:r>
      <w:proofErr w:type="gramStart"/>
      <w:r w:rsidRPr="00B95AB3">
        <w:rPr>
          <w:sz w:val="20"/>
        </w:rPr>
        <w:t>VYHLÁŠKA  Ministerstva</w:t>
      </w:r>
      <w:proofErr w:type="gramEnd"/>
      <w:r w:rsidRPr="00B95AB3">
        <w:rPr>
          <w:sz w:val="20"/>
        </w:rPr>
        <w:t xml:space="preserve"> dopravy ze dne 18. května 1995, kterou se stanoví podmínky pro provoz, konstrukci a výrobu určených technických zařízení a jejich konkretizace (Řád určených technických zařízení) ve znění vyhlášky č. 279/2000 Sb., se zapracovanými změnami dle nařízení č. 352/2000 Sb. a ve znění vyhlášek č. 210/2006 Sb., č. 128/2017 Sb.  </w:t>
      </w:r>
    </w:p>
    <w:p w:rsidR="00FD3EB6" w:rsidRPr="00B95AB3" w:rsidRDefault="00FD3EB6" w:rsidP="00FD3EB6">
      <w:pPr>
        <w:ind w:left="1260" w:hanging="1260"/>
        <w:rPr>
          <w:sz w:val="20"/>
        </w:rPr>
      </w:pPr>
      <w:r w:rsidRPr="00B95AB3">
        <w:rPr>
          <w:sz w:val="20"/>
        </w:rPr>
        <w:t xml:space="preserve">177/1995 Sb. Vyhláška MD kterou se vydává stavební a technický řád drah ve znění vyhlášek č. 243/1996 Sb., č. 346/2000 Sb., č. 413/2001 Sb. a č. 577/2004 Sb., 58/2013 Sb., č. 8/2015 </w:t>
      </w:r>
      <w:proofErr w:type="gramStart"/>
      <w:r w:rsidRPr="00B95AB3">
        <w:rPr>
          <w:sz w:val="20"/>
        </w:rPr>
        <w:t>Sb. ,č.</w:t>
      </w:r>
      <w:proofErr w:type="gramEnd"/>
      <w:r w:rsidRPr="00B95AB3">
        <w:rPr>
          <w:sz w:val="20"/>
        </w:rPr>
        <w:t xml:space="preserve"> 117/2017 Sb. </w:t>
      </w:r>
    </w:p>
    <w:p w:rsidR="00FD3EB6" w:rsidRPr="00B95AB3" w:rsidRDefault="00FD3EB6" w:rsidP="00FD3EB6">
      <w:pPr>
        <w:ind w:left="1260" w:hanging="1260"/>
        <w:rPr>
          <w:sz w:val="20"/>
        </w:rPr>
      </w:pPr>
      <w:r w:rsidRPr="00B95AB3">
        <w:rPr>
          <w:sz w:val="20"/>
        </w:rPr>
        <w:t xml:space="preserve">22/1997 </w:t>
      </w:r>
      <w:proofErr w:type="spellStart"/>
      <w:r w:rsidRPr="00B95AB3">
        <w:rPr>
          <w:sz w:val="20"/>
        </w:rPr>
        <w:t>Sb</w:t>
      </w:r>
      <w:proofErr w:type="spellEnd"/>
      <w:r w:rsidRPr="00B95AB3">
        <w:rPr>
          <w:sz w:val="20"/>
        </w:rPr>
        <w:t xml:space="preserve"> </w:t>
      </w:r>
      <w:proofErr w:type="gramStart"/>
      <w:r w:rsidRPr="00B95AB3">
        <w:rPr>
          <w:sz w:val="20"/>
        </w:rPr>
        <w:t>Zákon. o technických</w:t>
      </w:r>
      <w:proofErr w:type="gramEnd"/>
      <w:r w:rsidRPr="00B95AB3">
        <w:rPr>
          <w:sz w:val="20"/>
        </w:rPr>
        <w:t xml:space="preserve"> požadavcích na výrobky a o změně a doplnění některých zákonů ve znění zákonů č. 71/2000 Sb., č. 102/2001 Sb., č. 205/2002 Sb., č. 226/2003 Sb., č. 277/2003 Sb., č. 186/2006 Sb., č. 229/2006 Sb., č. 481/2008 Sb., č. 281/2009 Sb.,  č. 490/2009 Sb. a č. 155/2010 Sb. a č. 34/2011 Sb., 100/2013 </w:t>
      </w:r>
      <w:proofErr w:type="spellStart"/>
      <w:r w:rsidRPr="00B95AB3">
        <w:rPr>
          <w:sz w:val="20"/>
        </w:rPr>
        <w:t>Sb</w:t>
      </w:r>
      <w:proofErr w:type="spellEnd"/>
      <w:r w:rsidRPr="00B95AB3">
        <w:rPr>
          <w:sz w:val="20"/>
        </w:rPr>
        <w:t xml:space="preserve">, 64/2014 Sb., 91/2016 Sb., 183/2017 Sb. , 265/2017 Sb.  </w:t>
      </w:r>
    </w:p>
    <w:p w:rsidR="00FD3EB6" w:rsidRPr="00B95AB3" w:rsidRDefault="00FD3EB6" w:rsidP="00FD3EB6">
      <w:pPr>
        <w:ind w:left="1260" w:hanging="1260"/>
        <w:rPr>
          <w:sz w:val="20"/>
        </w:rPr>
      </w:pPr>
      <w:r w:rsidRPr="00B95AB3">
        <w:rPr>
          <w:sz w:val="20"/>
        </w:rPr>
        <w:t xml:space="preserve">406/2000 Sb. Zákon o hospodaření energií ve znění zákonů č. 359/2003 Sb., č. 694/2004 Sb., č.  177/2006 Sb., č. 186/2006 Sb., č. 214/2006 Sb., č. 574/2006 Sb., č. 393/2007 Sb., č. 223/2009 Sb. a č. 299/2011 </w:t>
      </w:r>
      <w:proofErr w:type="spellStart"/>
      <w:proofErr w:type="gramStart"/>
      <w:r w:rsidRPr="00B95AB3">
        <w:rPr>
          <w:sz w:val="20"/>
        </w:rPr>
        <w:t>Sb</w:t>
      </w:r>
      <w:proofErr w:type="spellEnd"/>
      <w:r w:rsidRPr="00B95AB3">
        <w:rPr>
          <w:sz w:val="20"/>
        </w:rPr>
        <w:t xml:space="preserve">  č.</w:t>
      </w:r>
      <w:proofErr w:type="gramEnd"/>
      <w:r w:rsidRPr="00B95AB3">
        <w:rPr>
          <w:sz w:val="20"/>
        </w:rPr>
        <w:t xml:space="preserve"> 53/2012 Sb., č. 165/2012 Sb. a č. 318/2012 Sb., 310/2013 Sb., č. 103/2015 Sb., č. 131/2015 Sb., č. 183/2017 Sb., 225/2017 Sb. </w:t>
      </w:r>
    </w:p>
    <w:p w:rsidR="00FD3EB6" w:rsidRPr="00B95AB3" w:rsidRDefault="00FD3EB6" w:rsidP="00FD3EB6">
      <w:pPr>
        <w:ind w:left="1260" w:hanging="1260"/>
        <w:rPr>
          <w:sz w:val="20"/>
        </w:rPr>
      </w:pPr>
      <w:r w:rsidRPr="00B95AB3">
        <w:rPr>
          <w:sz w:val="20"/>
        </w:rPr>
        <w:t xml:space="preserve">458/2000 Sb. Zákon o podmínkách podnikání a o výkonu státní správy v energetických odvětvích a o změně některých zákonů (energetický zákon) ve znění zákonů č. 151/2002 Sb., č. 262/2002 Sb., č. 278/2003 Sb., č. 670/2004 Sb., č. 186/2006 Sb., č. 342/2006 Sb., č. 296/2007 Sb., č. 158/2009 Sb., č. 223/2009 Sb., č. 227/2009 Sb., 281/2009 Sb., č. 155/2010 Sb., č. 211/2011 Sb., č. 299/2011 Sb., č. 420/2011 Sb., č. 165/2012 Sb., č. </w:t>
      </w:r>
    </w:p>
    <w:p w:rsidR="00FD3EB6" w:rsidRPr="00B95AB3" w:rsidRDefault="00FD3EB6" w:rsidP="00FD3EB6">
      <w:pPr>
        <w:ind w:left="1260" w:hanging="1260"/>
        <w:rPr>
          <w:sz w:val="20"/>
        </w:rPr>
      </w:pPr>
      <w:r w:rsidRPr="00B95AB3">
        <w:rPr>
          <w:sz w:val="20"/>
        </w:rPr>
        <w:t xml:space="preserve">102/2001 Sb. Zákon o obecné bezpečnosti výrobků a o změně některých zákonů (zákon o obecné bezpečnosti </w:t>
      </w:r>
      <w:proofErr w:type="gramStart"/>
      <w:r w:rsidRPr="00B95AB3">
        <w:rPr>
          <w:sz w:val="20"/>
        </w:rPr>
        <w:t>výrobků)  ve</w:t>
      </w:r>
      <w:proofErr w:type="gramEnd"/>
      <w:r w:rsidRPr="00B95AB3">
        <w:rPr>
          <w:sz w:val="20"/>
        </w:rPr>
        <w:t xml:space="preserve"> znění zákonů č. 146/2002 Sb., č. 277/2003 Sb., č. 229/2006 Sb., č. 160/2007 Sb., č. 378/2007 Sb., č. 281/2009 Sb., č. 490/2009 Sb., č. 18/2012 Sb., 64/2014 Sb., č. 243/2016 Sb., č. 183/2017 Sb. </w:t>
      </w:r>
    </w:p>
    <w:p w:rsidR="00FD3EB6" w:rsidRPr="00B95AB3" w:rsidRDefault="00FD3EB6" w:rsidP="00FD3EB6">
      <w:pPr>
        <w:ind w:left="1260" w:hanging="1260"/>
        <w:rPr>
          <w:sz w:val="20"/>
        </w:rPr>
      </w:pPr>
      <w:r w:rsidRPr="00B95AB3">
        <w:rPr>
          <w:sz w:val="20"/>
        </w:rPr>
        <w:t xml:space="preserve">185/2001 Sb. Zákon o odpadech a o změně některých dalších zákonů ve znění zákonů č. 477/2001 Sb., č. 76/2002 Sb., č. 275/2002 Sb., č. 320/2002 Sb., č. 167/2004 Sb., č. 188/2004 Sb., č. 317/2004 Sb., č. 7/2005 Sb., č. 444/2005 Sb., č. 186/2006 Sb., č. 222/2006 Sb., č.  314/2006 Sb., č. 296/2007 Sb., č. 25/2008 Sb., č. 34/2008 Sb., č. 383/2008 Sb., č. 9/2009 Sb., č. 157/2009 Sb., č. 223/2009 Sb., č. 227/2009 Sb., č. 281/2009 Sb., č. 291/2009 Sb., č. 297/2009 Sb., č. 326/2009 Sb., č. 154/2010 Sb., č. 31/2011 Sb., č. 77/2011 Sb., č. 264/2011 Sb., č. 457/2011 Sb., č. 18/2012 Sb., č. 85/2012 Sb., č. 165/2012 </w:t>
      </w:r>
      <w:proofErr w:type="gramStart"/>
      <w:r w:rsidRPr="00B95AB3">
        <w:rPr>
          <w:sz w:val="20"/>
        </w:rPr>
        <w:t>Sb. , č.</w:t>
      </w:r>
      <w:proofErr w:type="gramEnd"/>
      <w:r w:rsidRPr="00B95AB3">
        <w:rPr>
          <w:sz w:val="20"/>
        </w:rPr>
        <w:t xml:space="preserve"> 167/2012 Sb.. 69/2013 Sb., 169/2013 Sb., 344/2013 Sb., 64/2014 Sb., 184/2014 Sb., č. 229/2014 Sb., č. 223/2015 Sb., 243/2016 Sb., č. 298/2016 Sb., č. 298/2016 Sb., č. 225/2017 Sb. </w:t>
      </w:r>
    </w:p>
    <w:p w:rsidR="00FD3EB6" w:rsidRPr="00B95AB3" w:rsidRDefault="00FD3EB6" w:rsidP="00FD3EB6">
      <w:pPr>
        <w:ind w:left="1260" w:hanging="1260"/>
        <w:rPr>
          <w:sz w:val="20"/>
        </w:rPr>
      </w:pPr>
      <w:r w:rsidRPr="00B95AB3">
        <w:rPr>
          <w:sz w:val="20"/>
        </w:rPr>
        <w:lastRenderedPageBreak/>
        <w:t xml:space="preserve">163/2002 Sb. Nařízení vlády, kterým se stanoví technické požadavky na vybrané stavební výrobky ve znění nařízení vlády č 215/2016 Sb., č. 312/2005 </w:t>
      </w:r>
      <w:proofErr w:type="spellStart"/>
      <w:r w:rsidRPr="00B95AB3">
        <w:rPr>
          <w:sz w:val="20"/>
        </w:rPr>
        <w:t>Sb</w:t>
      </w:r>
      <w:proofErr w:type="spellEnd"/>
      <w:r w:rsidRPr="00B95AB3">
        <w:rPr>
          <w:sz w:val="20"/>
        </w:rPr>
        <w:t xml:space="preserve">, oprava tiskových chyb o1/c79/2002 Sb. </w:t>
      </w:r>
    </w:p>
    <w:p w:rsidR="00FD3EB6" w:rsidRPr="00B95AB3" w:rsidRDefault="00FD3EB6" w:rsidP="00FD3EB6">
      <w:pPr>
        <w:ind w:left="1260" w:hanging="1260"/>
        <w:rPr>
          <w:sz w:val="20"/>
        </w:rPr>
      </w:pPr>
      <w:r w:rsidRPr="00B95AB3">
        <w:rPr>
          <w:sz w:val="20"/>
        </w:rPr>
        <w:t>118/2016 Sb. Nařízení vlády o posuzování shody elektrických zařízení určených pro používání v určitých mezích napětí při jejich dodávání na trh</w:t>
      </w:r>
    </w:p>
    <w:p w:rsidR="00FD3EB6" w:rsidRPr="00B95AB3" w:rsidRDefault="00FD3EB6" w:rsidP="00FD3EB6">
      <w:pPr>
        <w:ind w:left="1260" w:hanging="1260"/>
        <w:rPr>
          <w:sz w:val="20"/>
        </w:rPr>
      </w:pPr>
      <w:r w:rsidRPr="00B95AB3">
        <w:rPr>
          <w:sz w:val="20"/>
        </w:rPr>
        <w:t xml:space="preserve">352/2004 Sb. Vyhláška o provozní a technické propojenosti evropského železničního systému ve znění vyhlášky č. 377/2006 </w:t>
      </w:r>
      <w:proofErr w:type="spellStart"/>
      <w:r w:rsidRPr="00B95AB3">
        <w:rPr>
          <w:sz w:val="20"/>
        </w:rPr>
        <w:t>Sb</w:t>
      </w:r>
      <w:proofErr w:type="spellEnd"/>
      <w:r w:rsidRPr="00B95AB3">
        <w:rPr>
          <w:sz w:val="20"/>
        </w:rPr>
        <w:t xml:space="preserve"> a č. 326/2011 Sb. 2/2014 Sb.</w:t>
      </w:r>
    </w:p>
    <w:p w:rsidR="00FD3EB6" w:rsidRPr="00B95AB3" w:rsidRDefault="00FD3EB6" w:rsidP="00FD3EB6">
      <w:pPr>
        <w:ind w:left="1260" w:hanging="1260"/>
        <w:rPr>
          <w:sz w:val="20"/>
        </w:rPr>
      </w:pPr>
      <w:r w:rsidRPr="00B95AB3">
        <w:rPr>
          <w:sz w:val="20"/>
        </w:rPr>
        <w:t xml:space="preserve">133/2005 Sb. Nařízení vlády o technických požadavcích na provozní a technickou propojenost evropského železničního systému ve znění nařízení vlády č. 371/2007 Sb. a č. 289/2010 Sb. a č. 88/2012 Sb., 72/2016 Sb. </w:t>
      </w:r>
    </w:p>
    <w:p w:rsidR="00FD3EB6" w:rsidRPr="00B95AB3" w:rsidRDefault="00FD3EB6" w:rsidP="00FD3EB6">
      <w:pPr>
        <w:ind w:left="1260" w:hanging="1260"/>
        <w:rPr>
          <w:sz w:val="20"/>
        </w:rPr>
      </w:pPr>
      <w:r w:rsidRPr="00B95AB3">
        <w:rPr>
          <w:sz w:val="20"/>
        </w:rPr>
        <w:t xml:space="preserve">352/2005 Sb. Vyhláška o podrobnostech nakládání s </w:t>
      </w:r>
      <w:proofErr w:type="spellStart"/>
      <w:r w:rsidRPr="00B95AB3">
        <w:rPr>
          <w:sz w:val="20"/>
        </w:rPr>
        <w:t>elektrozařízeními</w:t>
      </w:r>
      <w:proofErr w:type="spellEnd"/>
      <w:r w:rsidRPr="00B95AB3">
        <w:rPr>
          <w:sz w:val="20"/>
        </w:rPr>
        <w:t xml:space="preserve"> a </w:t>
      </w:r>
      <w:proofErr w:type="spellStart"/>
      <w:r w:rsidRPr="00B95AB3">
        <w:rPr>
          <w:sz w:val="20"/>
        </w:rPr>
        <w:t>elektroodpady</w:t>
      </w:r>
      <w:proofErr w:type="spellEnd"/>
      <w:r w:rsidRPr="00B95AB3">
        <w:rPr>
          <w:sz w:val="20"/>
        </w:rPr>
        <w:t xml:space="preserve"> a o bližších podmínkách financování nakládání s nimi (vyhláška o nakládání s </w:t>
      </w:r>
      <w:proofErr w:type="spellStart"/>
      <w:r w:rsidRPr="00B95AB3">
        <w:rPr>
          <w:sz w:val="20"/>
        </w:rPr>
        <w:t>elektrozařízeními</w:t>
      </w:r>
      <w:proofErr w:type="spellEnd"/>
      <w:r w:rsidRPr="00B95AB3">
        <w:rPr>
          <w:sz w:val="20"/>
        </w:rPr>
        <w:t xml:space="preserve"> a </w:t>
      </w:r>
      <w:proofErr w:type="spellStart"/>
      <w:r w:rsidRPr="00B95AB3">
        <w:rPr>
          <w:sz w:val="20"/>
        </w:rPr>
        <w:t>elektroodpady</w:t>
      </w:r>
      <w:proofErr w:type="spellEnd"/>
      <w:r w:rsidRPr="00B95AB3">
        <w:rPr>
          <w:sz w:val="20"/>
        </w:rPr>
        <w:t xml:space="preserve">) ve znění vyhlášek č. 65/2010 Sb., č. 285/2010 Sb., č. 158/2011 Sb., č. 249/2012 Sb., 178/2013 Sb., 200/2014 Sb., 72/2016 Sb. </w:t>
      </w:r>
    </w:p>
    <w:p w:rsidR="00FD3EB6" w:rsidRPr="00B95AB3" w:rsidRDefault="00FD3EB6" w:rsidP="00FD3EB6">
      <w:pPr>
        <w:ind w:left="1260" w:hanging="1260"/>
        <w:rPr>
          <w:sz w:val="20"/>
        </w:rPr>
      </w:pPr>
      <w:r w:rsidRPr="00B95AB3">
        <w:rPr>
          <w:sz w:val="20"/>
        </w:rPr>
        <w:t xml:space="preserve">540/2005 Sb. Vyhláška o kvalitě dodávek elektřiny a souvisejících služeb v </w:t>
      </w:r>
      <w:proofErr w:type="spellStart"/>
      <w:r w:rsidRPr="00B95AB3">
        <w:rPr>
          <w:sz w:val="20"/>
        </w:rPr>
        <w:t>elektroenergetice</w:t>
      </w:r>
      <w:proofErr w:type="spellEnd"/>
      <w:r w:rsidRPr="00B95AB3">
        <w:rPr>
          <w:sz w:val="20"/>
        </w:rPr>
        <w:t xml:space="preserve"> ve znění vyhlášky č. 41/2010 Sb.</w:t>
      </w:r>
    </w:p>
    <w:p w:rsidR="00FD3EB6" w:rsidRPr="00B95AB3" w:rsidRDefault="00FD3EB6" w:rsidP="00FD3EB6">
      <w:pPr>
        <w:ind w:left="1260" w:hanging="1260"/>
        <w:rPr>
          <w:sz w:val="20"/>
        </w:rPr>
      </w:pPr>
      <w:r w:rsidRPr="00B95AB3">
        <w:rPr>
          <w:sz w:val="20"/>
        </w:rPr>
        <w:t xml:space="preserve">16/2016 Sb. Vyhláška o podmínkách připojení k elektrizační soustavě </w:t>
      </w:r>
    </w:p>
    <w:p w:rsidR="00FD3EB6" w:rsidRPr="00B95AB3" w:rsidRDefault="00FD3EB6" w:rsidP="00FD3EB6">
      <w:pPr>
        <w:ind w:left="1260" w:hanging="1260"/>
        <w:rPr>
          <w:sz w:val="20"/>
        </w:rPr>
      </w:pPr>
      <w:r w:rsidRPr="00B95AB3">
        <w:rPr>
          <w:sz w:val="20"/>
        </w:rPr>
        <w:t>134/2016 Sb. Zákon o veřejných zakázkách ve znění zákonů č. 368/2016 Sb., č. 147/2017 Sb., č., č. 183/2017 Sb., a o1/c126/2016 Sb.</w:t>
      </w:r>
    </w:p>
    <w:p w:rsidR="00FD3EB6" w:rsidRPr="00B95AB3" w:rsidRDefault="00FD3EB6" w:rsidP="00FD3EB6">
      <w:pPr>
        <w:ind w:left="1260" w:hanging="1260"/>
        <w:rPr>
          <w:sz w:val="20"/>
        </w:rPr>
      </w:pPr>
      <w:r w:rsidRPr="00B95AB3">
        <w:rPr>
          <w:sz w:val="20"/>
        </w:rPr>
        <w:t xml:space="preserve">183/2006 Sb. Zákon o územním plánování a stavebním řádu (stavební zákon) ve znění zákonů č. 68/2007 Sb., č. 191/2008 Sb., č. 223/2009 Sb., č. 227/2009 Sb., č. 281/2009 Sb., č. 345/2009 Sb., č. 379/2009 Sb., č. 424/2010 Sb. a č. 420/2011 Sb. č. 142/2012 Sb., č. 167/2012 Sb., č. 350/2012 </w:t>
      </w:r>
      <w:proofErr w:type="spellStart"/>
      <w:r w:rsidRPr="00B95AB3">
        <w:rPr>
          <w:sz w:val="20"/>
        </w:rPr>
        <w:t>Sb</w:t>
      </w:r>
      <w:proofErr w:type="spellEnd"/>
      <w:r w:rsidRPr="00B95AB3">
        <w:rPr>
          <w:sz w:val="20"/>
        </w:rPr>
        <w:t xml:space="preserve">, 257/2013 Sb., č. 39/2015 Sb., č. 91/2016 Sb., č. 264/2016 Sb., č. 298/2016 Sb., č. 183/2017 Sb., č. 193/2017 Sb., č. 194/2017 Sb., č. 205/2017 Sb., č. 225/2017 Sb. </w:t>
      </w:r>
    </w:p>
    <w:p w:rsidR="00FD3EB6" w:rsidRPr="00B95AB3" w:rsidRDefault="00FD3EB6" w:rsidP="00FD3EB6">
      <w:pPr>
        <w:ind w:left="1260" w:hanging="1260"/>
        <w:rPr>
          <w:sz w:val="20"/>
        </w:rPr>
      </w:pPr>
      <w:r w:rsidRPr="00B95AB3">
        <w:rPr>
          <w:sz w:val="20"/>
        </w:rPr>
        <w:t xml:space="preserve">499/2006 </w:t>
      </w:r>
      <w:proofErr w:type="spellStart"/>
      <w:r w:rsidRPr="00B95AB3">
        <w:rPr>
          <w:sz w:val="20"/>
        </w:rPr>
        <w:t>Sb</w:t>
      </w:r>
      <w:proofErr w:type="spellEnd"/>
      <w:r w:rsidRPr="00B95AB3">
        <w:rPr>
          <w:sz w:val="20"/>
        </w:rPr>
        <w:t xml:space="preserve"> Vyhláška o dokumentaci staveb ve znění vyhlášky č. 62/2013 </w:t>
      </w:r>
      <w:proofErr w:type="spellStart"/>
      <w:r w:rsidRPr="00B95AB3">
        <w:rPr>
          <w:sz w:val="20"/>
        </w:rPr>
        <w:t>Sb</w:t>
      </w:r>
      <w:proofErr w:type="spellEnd"/>
    </w:p>
    <w:p w:rsidR="00FD3EB6" w:rsidRPr="00B95AB3" w:rsidRDefault="00FD3EB6" w:rsidP="00FD3EB6">
      <w:pPr>
        <w:ind w:left="1260" w:hanging="1260"/>
        <w:rPr>
          <w:sz w:val="20"/>
        </w:rPr>
      </w:pPr>
      <w:r w:rsidRPr="00B95AB3">
        <w:rPr>
          <w:sz w:val="20"/>
        </w:rPr>
        <w:t>63/2013 Sb. Vyhláška, kterou se mění vyhláška č. 503/2006 Sb., o podrobnější úpravě územního řízení, veřejnoprávní smlouvy a územního opatření</w:t>
      </w:r>
    </w:p>
    <w:p w:rsidR="00FD3EB6" w:rsidRPr="00B95AB3" w:rsidRDefault="00FD3EB6" w:rsidP="00FD3EB6">
      <w:pPr>
        <w:ind w:left="1260" w:hanging="1260"/>
        <w:rPr>
          <w:sz w:val="20"/>
        </w:rPr>
      </w:pPr>
      <w:r w:rsidRPr="00B95AB3">
        <w:rPr>
          <w:sz w:val="20"/>
        </w:rPr>
        <w:t xml:space="preserve">591/2006 </w:t>
      </w:r>
      <w:proofErr w:type="spellStart"/>
      <w:proofErr w:type="gramStart"/>
      <w:r w:rsidRPr="00B95AB3">
        <w:rPr>
          <w:sz w:val="20"/>
        </w:rPr>
        <w:t>Sb.Nařízení</w:t>
      </w:r>
      <w:proofErr w:type="spellEnd"/>
      <w:proofErr w:type="gramEnd"/>
      <w:r w:rsidRPr="00B95AB3">
        <w:rPr>
          <w:sz w:val="20"/>
        </w:rPr>
        <w:t xml:space="preserve"> vlády o bližších minimálních požadavcích na bezpečnost a ochranu zdraví při práci na staveništích ve znění nařízení vlády č. </w:t>
      </w:r>
      <w:hyperlink r:id="rId8" w:history="1">
        <w:r w:rsidRPr="00B95AB3">
          <w:rPr>
            <w:sz w:val="20"/>
          </w:rPr>
          <w:t>136/2016 Sb.</w:t>
        </w:r>
      </w:hyperlink>
    </w:p>
    <w:p w:rsidR="00FD3EB6" w:rsidRPr="00B95AB3" w:rsidRDefault="00FD3EB6" w:rsidP="00FD3EB6">
      <w:pPr>
        <w:ind w:left="1260" w:hanging="1260"/>
        <w:rPr>
          <w:sz w:val="20"/>
        </w:rPr>
      </w:pPr>
      <w:r w:rsidRPr="00B95AB3">
        <w:rPr>
          <w:sz w:val="20"/>
        </w:rPr>
        <w:t xml:space="preserve">361/2007 Sb., Nařízení vlády kterým se stanoví podmínky ochrany zdraví při práci ve znění nařízení vlády č. 68/2010 Sb., č. 93/2012 Sb., č. 9/2013 Sb., č. 32/2016 Sb. </w:t>
      </w:r>
    </w:p>
    <w:p w:rsidR="00FD3EB6" w:rsidRPr="00B95AB3" w:rsidRDefault="00FD3EB6" w:rsidP="00FD3EB6">
      <w:pPr>
        <w:ind w:left="1260" w:hanging="1260"/>
        <w:rPr>
          <w:sz w:val="20"/>
        </w:rPr>
      </w:pPr>
      <w:r w:rsidRPr="00B95AB3">
        <w:rPr>
          <w:sz w:val="20"/>
        </w:rPr>
        <w:t xml:space="preserve">23/2008 Sb.  </w:t>
      </w:r>
      <w:proofErr w:type="gramStart"/>
      <w:r w:rsidRPr="00B95AB3">
        <w:rPr>
          <w:sz w:val="20"/>
        </w:rPr>
        <w:t>Vyhláška  o technických</w:t>
      </w:r>
      <w:proofErr w:type="gramEnd"/>
      <w:r w:rsidRPr="00B95AB3">
        <w:rPr>
          <w:sz w:val="20"/>
        </w:rPr>
        <w:t xml:space="preserve"> podmínkách požární ochrany staveb ve znění vyhlášky č. 268/2011 Sb.</w:t>
      </w:r>
    </w:p>
    <w:p w:rsidR="00FD3EB6" w:rsidRPr="00B95AB3" w:rsidRDefault="00FD3EB6" w:rsidP="00FD3EB6">
      <w:pPr>
        <w:ind w:left="1260" w:hanging="1260"/>
        <w:rPr>
          <w:sz w:val="20"/>
        </w:rPr>
      </w:pPr>
      <w:r w:rsidRPr="00B95AB3">
        <w:rPr>
          <w:sz w:val="20"/>
        </w:rPr>
        <w:t>146/2008 Sb. Vyhláška o rozsahu a obsahu projektové dokumentace dopravních staveb</w:t>
      </w:r>
    </w:p>
    <w:p w:rsidR="00FD3EB6" w:rsidRPr="00B95AB3" w:rsidRDefault="00FD3EB6" w:rsidP="00FD3EB6">
      <w:pPr>
        <w:ind w:left="1260" w:hanging="1260"/>
        <w:rPr>
          <w:sz w:val="20"/>
        </w:rPr>
      </w:pPr>
      <w:r w:rsidRPr="00B95AB3">
        <w:rPr>
          <w:sz w:val="20"/>
        </w:rPr>
        <w:t xml:space="preserve">268 /2009 Vyhlášky o technických požadavcích na stavby ve znění vyhlášek č. 20/2012 Sb., č. </w:t>
      </w:r>
      <w:hyperlink r:id="rId9" w:history="1">
        <w:r w:rsidRPr="00B95AB3">
          <w:rPr>
            <w:sz w:val="20"/>
          </w:rPr>
          <w:t>323/2017 Sb.</w:t>
        </w:r>
      </w:hyperlink>
    </w:p>
    <w:p w:rsidR="00FD3EB6" w:rsidRPr="00B95AB3" w:rsidRDefault="00FD3EB6" w:rsidP="00FD3EB6">
      <w:pPr>
        <w:ind w:left="1260" w:hanging="1260"/>
        <w:rPr>
          <w:sz w:val="20"/>
        </w:rPr>
      </w:pPr>
      <w:r w:rsidRPr="00B95AB3">
        <w:rPr>
          <w:sz w:val="20"/>
        </w:rPr>
        <w:t>73/2010 Sb. Vyhláška o stanovení vyhrazených elektrických technických zařízení, jejich zařazení do tříd a skupin a o bližších podmínkách jejich bezpečnosti (vyhláška o vyhrazených elektrických technických zařízeních)</w:t>
      </w:r>
    </w:p>
    <w:p w:rsidR="003837D1" w:rsidRPr="00B95AB3" w:rsidRDefault="00C04342" w:rsidP="004D597F">
      <w:pPr>
        <w:pStyle w:val="Nadpis1"/>
        <w:jc w:val="left"/>
      </w:pPr>
      <w:r w:rsidRPr="00B95AB3">
        <w:br w:type="page"/>
      </w:r>
      <w:bookmarkStart w:id="56" w:name="_Toc55902710"/>
      <w:r w:rsidR="003837D1" w:rsidRPr="00B95AB3">
        <w:lastRenderedPageBreak/>
        <w:t>Související PS a SO</w:t>
      </w:r>
      <w:bookmarkEnd w:id="56"/>
    </w:p>
    <w:p w:rsidR="008417D8" w:rsidRPr="00C26BBF" w:rsidRDefault="00C26BBF" w:rsidP="008417D8">
      <w:pPr>
        <w:rPr>
          <w:sz w:val="22"/>
        </w:rPr>
      </w:pPr>
      <w:r w:rsidRPr="00C26BBF">
        <w:rPr>
          <w:sz w:val="22"/>
        </w:rPr>
        <w:t>SO 02-06-01</w:t>
      </w:r>
      <w:r w:rsidR="008417D8" w:rsidRPr="00C26BBF">
        <w:rPr>
          <w:sz w:val="22"/>
        </w:rPr>
        <w:tab/>
      </w:r>
      <w:proofErr w:type="spellStart"/>
      <w:r w:rsidRPr="00C26BBF">
        <w:rPr>
          <w:sz w:val="22"/>
        </w:rPr>
        <w:t>Žst</w:t>
      </w:r>
      <w:proofErr w:type="spellEnd"/>
      <w:r w:rsidRPr="00C26BBF">
        <w:rPr>
          <w:sz w:val="22"/>
        </w:rPr>
        <w:t>. Zábřeh na Moravě, EOV</w:t>
      </w:r>
    </w:p>
    <w:p w:rsidR="008417D8" w:rsidRPr="00C26BBF" w:rsidRDefault="00C26BBF" w:rsidP="008417D8">
      <w:pPr>
        <w:rPr>
          <w:sz w:val="22"/>
        </w:rPr>
      </w:pPr>
      <w:r w:rsidRPr="00C26BBF">
        <w:rPr>
          <w:sz w:val="22"/>
        </w:rPr>
        <w:t>SO 02-06-02</w:t>
      </w:r>
      <w:r w:rsidRPr="00C26BBF">
        <w:rPr>
          <w:sz w:val="22"/>
        </w:rPr>
        <w:tab/>
      </w:r>
      <w:proofErr w:type="spellStart"/>
      <w:r w:rsidRPr="00C26BBF">
        <w:rPr>
          <w:sz w:val="22"/>
        </w:rPr>
        <w:t>Žst</w:t>
      </w:r>
      <w:proofErr w:type="spellEnd"/>
      <w:r w:rsidRPr="00C26BBF">
        <w:rPr>
          <w:sz w:val="22"/>
        </w:rPr>
        <w:t xml:space="preserve">. Zábřeh na Moravě, rozvody </w:t>
      </w:r>
      <w:proofErr w:type="spellStart"/>
      <w:r w:rsidRPr="00C26BBF">
        <w:rPr>
          <w:sz w:val="22"/>
        </w:rPr>
        <w:t>nn</w:t>
      </w:r>
      <w:proofErr w:type="spellEnd"/>
    </w:p>
    <w:p w:rsidR="008417D8" w:rsidRPr="00C26BBF" w:rsidRDefault="00C26BBF" w:rsidP="008417D8">
      <w:pPr>
        <w:rPr>
          <w:sz w:val="22"/>
        </w:rPr>
      </w:pPr>
      <w:r w:rsidRPr="00C26BBF">
        <w:rPr>
          <w:sz w:val="22"/>
        </w:rPr>
        <w:t>SO 02-06-03</w:t>
      </w:r>
      <w:r w:rsidR="008417D8" w:rsidRPr="00C26BBF">
        <w:rPr>
          <w:sz w:val="22"/>
        </w:rPr>
        <w:tab/>
      </w:r>
      <w:proofErr w:type="spellStart"/>
      <w:r w:rsidRPr="00C26BBF">
        <w:rPr>
          <w:sz w:val="22"/>
        </w:rPr>
        <w:t>Žst</w:t>
      </w:r>
      <w:proofErr w:type="spellEnd"/>
      <w:r w:rsidRPr="00C26BBF">
        <w:rPr>
          <w:sz w:val="22"/>
        </w:rPr>
        <w:t>. Zábřeh na Moravě, vnější uzemnění trafostanice 22/0,4kV pro EOV</w:t>
      </w:r>
    </w:p>
    <w:p w:rsidR="008417D8" w:rsidRPr="00C26BBF" w:rsidRDefault="00C26BBF" w:rsidP="008417D8">
      <w:pPr>
        <w:rPr>
          <w:sz w:val="22"/>
        </w:rPr>
      </w:pPr>
      <w:r w:rsidRPr="00C26BBF">
        <w:rPr>
          <w:sz w:val="22"/>
        </w:rPr>
        <w:t>PS 02-13-01</w:t>
      </w:r>
      <w:r w:rsidR="008417D8" w:rsidRPr="00C26BBF">
        <w:rPr>
          <w:sz w:val="22"/>
        </w:rPr>
        <w:tab/>
      </w:r>
      <w:proofErr w:type="spellStart"/>
      <w:r w:rsidRPr="00C26BBF">
        <w:rPr>
          <w:sz w:val="22"/>
        </w:rPr>
        <w:t>Žst</w:t>
      </w:r>
      <w:proofErr w:type="spellEnd"/>
      <w:r w:rsidRPr="00C26BBF">
        <w:rPr>
          <w:sz w:val="22"/>
        </w:rPr>
        <w:t>. Zábřeh na Moravě, trafostanice 22/0,4kV pro EOV</w:t>
      </w:r>
    </w:p>
    <w:p w:rsidR="008417D8" w:rsidRPr="00B95AB3" w:rsidRDefault="008417D8" w:rsidP="008417D8"/>
    <w:p w:rsidR="00B650FE" w:rsidRPr="00B95AB3" w:rsidRDefault="00B650FE" w:rsidP="003D1F6A">
      <w:pPr>
        <w:pStyle w:val="Nadpis1"/>
      </w:pPr>
      <w:bookmarkStart w:id="57" w:name="_Toc55902711"/>
      <w:r w:rsidRPr="00B95AB3">
        <w:rPr>
          <w:rFonts w:eastAsia="MS Mincho"/>
        </w:rPr>
        <w:t>Základní technické údaje</w:t>
      </w:r>
      <w:bookmarkEnd w:id="57"/>
      <w:r w:rsidRPr="00B95AB3">
        <w:t xml:space="preserve"> </w:t>
      </w:r>
    </w:p>
    <w:p w:rsidR="008417D8" w:rsidRPr="00B95AB3" w:rsidRDefault="008417D8" w:rsidP="003D1F6A">
      <w:pPr>
        <w:numPr>
          <w:ilvl w:val="0"/>
          <w:numId w:val="11"/>
        </w:numPr>
      </w:pPr>
      <w:r w:rsidRPr="00B95AB3">
        <w:t xml:space="preserve">Napěťová soustava </w:t>
      </w:r>
      <w:r w:rsidR="003D1F6A" w:rsidRPr="00B95AB3">
        <w:t>3</w:t>
      </w:r>
      <w:r w:rsidRPr="00B95AB3">
        <w:t xml:space="preserve"> AC 50 Hz </w:t>
      </w:r>
      <w:r w:rsidR="003D1F6A" w:rsidRPr="00B95AB3">
        <w:t>22k</w:t>
      </w:r>
      <w:r w:rsidRPr="00B95AB3">
        <w:t xml:space="preserve">V/IT, </w:t>
      </w:r>
      <w:r w:rsidR="003D1F6A" w:rsidRPr="00B95AB3">
        <w:t xml:space="preserve">přípojka </w:t>
      </w:r>
      <w:proofErr w:type="spellStart"/>
      <w:r w:rsidR="003D1F6A" w:rsidRPr="00B95AB3">
        <w:t>vn</w:t>
      </w:r>
      <w:proofErr w:type="spellEnd"/>
    </w:p>
    <w:p w:rsidR="008417D8" w:rsidRPr="00B95AB3" w:rsidRDefault="008417D8" w:rsidP="003D1F6A">
      <w:pPr>
        <w:numPr>
          <w:ilvl w:val="0"/>
          <w:numId w:val="11"/>
        </w:numPr>
      </w:pPr>
      <w:r w:rsidRPr="00B95AB3">
        <w:t xml:space="preserve">Základní ochrana je provedena izolací, kryty nebo přepážkami. </w:t>
      </w:r>
    </w:p>
    <w:p w:rsidR="003D1F6A" w:rsidRPr="00B95AB3" w:rsidRDefault="003D1F6A" w:rsidP="003D1F6A">
      <w:pPr>
        <w:numPr>
          <w:ilvl w:val="0"/>
          <w:numId w:val="11"/>
        </w:numPr>
      </w:pPr>
      <w:r w:rsidRPr="00B95AB3">
        <w:t>Ochrana před nebezpečným dotykem neživých částí: ochrana zemněním v sítích, kde není přímo uzemněný střed zdroje (uzel), ochranným stíněním.</w:t>
      </w:r>
    </w:p>
    <w:p w:rsidR="003D1F6A" w:rsidRPr="00B95AB3" w:rsidRDefault="003D1F6A" w:rsidP="003D1F6A">
      <w:pPr>
        <w:numPr>
          <w:ilvl w:val="0"/>
          <w:numId w:val="11"/>
        </w:numPr>
      </w:pPr>
      <w:r w:rsidRPr="00B95AB3">
        <w:t xml:space="preserve">Ochrana před přímým dotykem živých částí dle ČSN EN 61936-1: izolací, krytím (min. IP2X), polohou, zábranou dle ČSN EN 61936-1 </w:t>
      </w:r>
      <w:proofErr w:type="gramStart"/>
      <w:r w:rsidRPr="00B95AB3">
        <w:t>čl.8.2.1</w:t>
      </w:r>
      <w:proofErr w:type="gramEnd"/>
      <w:r w:rsidRPr="00B95AB3">
        <w:t>.</w:t>
      </w:r>
    </w:p>
    <w:p w:rsidR="008417D8" w:rsidRPr="00B95AB3" w:rsidRDefault="008417D8" w:rsidP="003D1F6A">
      <w:pPr>
        <w:numPr>
          <w:ilvl w:val="0"/>
          <w:numId w:val="11"/>
        </w:numPr>
      </w:pPr>
      <w:r w:rsidRPr="00B95AB3">
        <w:t>Vnější vlivy dle 33 2000-5-51 ed.3 a ČSN 33-2000-4-41 ed.3: Protokol o vnějších vlivech je součástí této dokumentace</w:t>
      </w:r>
    </w:p>
    <w:p w:rsidR="006748AB" w:rsidRDefault="003D1F6A" w:rsidP="006748AB">
      <w:pPr>
        <w:pStyle w:val="Odstavecseseznamem"/>
        <w:numPr>
          <w:ilvl w:val="0"/>
          <w:numId w:val="11"/>
        </w:numPr>
      </w:pPr>
      <w:r w:rsidRPr="00B95AB3">
        <w:t xml:space="preserve">Přípojka </w:t>
      </w:r>
      <w:proofErr w:type="spellStart"/>
      <w:r w:rsidRPr="00B95AB3">
        <w:t>vn</w:t>
      </w:r>
      <w:proofErr w:type="spellEnd"/>
      <w:r w:rsidRPr="00B95AB3">
        <w:t xml:space="preserve"> pro novou trafostanici 22/04kV</w:t>
      </w:r>
      <w:r w:rsidRPr="00B95AB3">
        <w:tab/>
      </w:r>
      <w:proofErr w:type="spellStart"/>
      <w:r w:rsidRPr="00B95AB3">
        <w:t>Pi</w:t>
      </w:r>
      <w:proofErr w:type="spellEnd"/>
      <w:r w:rsidRPr="00B95AB3">
        <w:t xml:space="preserve"> = </w:t>
      </w:r>
      <w:r w:rsidR="00C26BBF">
        <w:t>400</w:t>
      </w:r>
      <w:r w:rsidRPr="00B95AB3">
        <w:t xml:space="preserve"> </w:t>
      </w:r>
      <w:proofErr w:type="spellStart"/>
      <w:r w:rsidRPr="00B95AB3">
        <w:t>kVA</w:t>
      </w:r>
      <w:proofErr w:type="spellEnd"/>
    </w:p>
    <w:p w:rsidR="00881059" w:rsidRDefault="006748AB" w:rsidP="00881059">
      <w:pPr>
        <w:numPr>
          <w:ilvl w:val="0"/>
          <w:numId w:val="11"/>
        </w:numPr>
      </w:pPr>
      <w:r>
        <w:t xml:space="preserve">Instalovaný příkon EOV (sezónní, zimní odběr): </w:t>
      </w:r>
    </w:p>
    <w:p w:rsidR="00881059" w:rsidRDefault="006748AB" w:rsidP="00881059">
      <w:pPr>
        <w:numPr>
          <w:ilvl w:val="2"/>
          <w:numId w:val="15"/>
        </w:numPr>
      </w:pPr>
      <w:r>
        <w:t xml:space="preserve">Stávající: </w:t>
      </w:r>
      <w:r>
        <w:tab/>
        <w:t>260,8 kW</w:t>
      </w:r>
    </w:p>
    <w:p w:rsidR="00881059" w:rsidRDefault="006748AB" w:rsidP="00881059">
      <w:pPr>
        <w:numPr>
          <w:ilvl w:val="2"/>
          <w:numId w:val="15"/>
        </w:numPr>
      </w:pPr>
      <w:r>
        <w:t>Navýšený</w:t>
      </w:r>
      <w:r w:rsidRPr="00A60D1B">
        <w:t xml:space="preserve">: </w:t>
      </w:r>
      <w:r>
        <w:tab/>
        <w:t>38,9</w:t>
      </w:r>
      <w:r w:rsidRPr="00A60D1B">
        <w:t xml:space="preserve"> kW – viz příloha č. </w:t>
      </w:r>
      <w:r>
        <w:t>5</w:t>
      </w:r>
      <w:r w:rsidRPr="00A60D1B">
        <w:t>.</w:t>
      </w:r>
    </w:p>
    <w:p w:rsidR="00881059" w:rsidRDefault="006748AB" w:rsidP="00881059">
      <w:pPr>
        <w:numPr>
          <w:ilvl w:val="2"/>
          <w:numId w:val="15"/>
        </w:numPr>
      </w:pPr>
      <w:r>
        <w:t xml:space="preserve">Celkový: </w:t>
      </w:r>
      <w:r>
        <w:tab/>
        <w:t>299,7 kW</w:t>
      </w:r>
    </w:p>
    <w:p w:rsidR="00881059" w:rsidRDefault="006748AB" w:rsidP="00881059">
      <w:pPr>
        <w:numPr>
          <w:ilvl w:val="0"/>
          <w:numId w:val="11"/>
        </w:numPr>
      </w:pPr>
      <w:r>
        <w:t>Instalovaný příkon EOV (sezónní, letní odběr): 5 kW</w:t>
      </w:r>
    </w:p>
    <w:p w:rsidR="006748AB" w:rsidRDefault="006748AB" w:rsidP="00881059">
      <w:pPr>
        <w:numPr>
          <w:ilvl w:val="0"/>
          <w:numId w:val="11"/>
        </w:numPr>
      </w:pPr>
      <w:r>
        <w:t xml:space="preserve">Předpokládaná roční odebraná práce: 863 </w:t>
      </w:r>
      <w:proofErr w:type="spellStart"/>
      <w:r>
        <w:t>MWh</w:t>
      </w:r>
      <w:proofErr w:type="spellEnd"/>
    </w:p>
    <w:p w:rsidR="00F27209" w:rsidRPr="00B95AB3" w:rsidRDefault="00F27209" w:rsidP="00F27209">
      <w:pPr>
        <w:rPr>
          <w:szCs w:val="24"/>
        </w:rPr>
      </w:pPr>
    </w:p>
    <w:p w:rsidR="00267B54" w:rsidRPr="00B95AB3" w:rsidRDefault="00267B54" w:rsidP="00267B54">
      <w:pPr>
        <w:pStyle w:val="Nadpis1"/>
        <w:rPr>
          <w:rFonts w:eastAsia="MS Mincho"/>
        </w:rPr>
      </w:pPr>
      <w:bookmarkStart w:id="58" w:name="_Toc55902712"/>
      <w:r w:rsidRPr="00B95AB3">
        <w:rPr>
          <w:rFonts w:eastAsia="MS Mincho"/>
        </w:rPr>
        <w:t>Technický popis</w:t>
      </w:r>
      <w:bookmarkEnd w:id="58"/>
      <w:r w:rsidRPr="00B95AB3">
        <w:rPr>
          <w:rFonts w:eastAsia="MS Mincho"/>
        </w:rPr>
        <w:t xml:space="preserve"> </w:t>
      </w:r>
    </w:p>
    <w:p w:rsidR="00FB173F" w:rsidRPr="00D01F86" w:rsidRDefault="00FB173F" w:rsidP="00FB173F">
      <w:bookmarkStart w:id="59" w:name="_Toc518884055"/>
      <w:r w:rsidRPr="00D01F86">
        <w:t xml:space="preserve">Ve stávajícím stavu </w:t>
      </w:r>
      <w:r w:rsidR="005C3AAA" w:rsidRPr="00D01F86">
        <w:t xml:space="preserve">není </w:t>
      </w:r>
      <w:proofErr w:type="spellStart"/>
      <w:r w:rsidR="005C3AAA" w:rsidRPr="00D01F86">
        <w:t>jednosloupová</w:t>
      </w:r>
      <w:proofErr w:type="spellEnd"/>
      <w:r w:rsidR="005C3AAA" w:rsidRPr="00D01F86">
        <w:t xml:space="preserve"> trafostanice TS-EOV vybudována. </w:t>
      </w:r>
    </w:p>
    <w:p w:rsidR="00FB173F" w:rsidRPr="00D01F86" w:rsidRDefault="005C3AAA" w:rsidP="00FB173F">
      <w:r w:rsidRPr="00D01F86">
        <w:t xml:space="preserve">V novém stavu bude </w:t>
      </w:r>
      <w:proofErr w:type="spellStart"/>
      <w:r w:rsidRPr="00D01F86">
        <w:t>jednosloupová</w:t>
      </w:r>
      <w:proofErr w:type="spellEnd"/>
      <w:r w:rsidRPr="00D01F86">
        <w:t xml:space="preserve"> trafostanice TS-EOV napojena z nového podpěrného sloupu ČEZ. </w:t>
      </w:r>
      <w:r w:rsidR="00FB173F" w:rsidRPr="00D01F86">
        <w:t>Z</w:t>
      </w:r>
      <w:r w:rsidRPr="00D01F86">
        <w:t xml:space="preserve"> nového </w:t>
      </w:r>
      <w:r w:rsidR="00FB173F" w:rsidRPr="00D01F86">
        <w:t xml:space="preserve">odpojovače </w:t>
      </w:r>
      <w:r w:rsidRPr="00D01F86">
        <w:t xml:space="preserve">ÚS2 z vývodových svorek </w:t>
      </w:r>
      <w:r w:rsidR="00FB173F" w:rsidRPr="00D01F86">
        <w:t xml:space="preserve">bude kabelový svod </w:t>
      </w:r>
      <w:proofErr w:type="spellStart"/>
      <w:r w:rsidR="00FB173F" w:rsidRPr="00D01F86">
        <w:t>vn</w:t>
      </w:r>
      <w:proofErr w:type="spellEnd"/>
      <w:r w:rsidR="00FB173F" w:rsidRPr="00D01F86">
        <w:t xml:space="preserve"> kabelem 22kV</w:t>
      </w:r>
      <w:r w:rsidR="00A511BE" w:rsidRPr="00D01F86">
        <w:t xml:space="preserve">-AXEKVCEY </w:t>
      </w:r>
      <w:r w:rsidR="008C7EAF">
        <w:t>7</w:t>
      </w:r>
      <w:r w:rsidR="0054670A" w:rsidRPr="00D01F86">
        <w:t>0mm</w:t>
      </w:r>
      <w:r w:rsidR="0054670A" w:rsidRPr="00D01F86">
        <w:rPr>
          <w:vertAlign w:val="superscript"/>
        </w:rPr>
        <w:t>2</w:t>
      </w:r>
      <w:r w:rsidR="00FB173F" w:rsidRPr="00D01F86">
        <w:t xml:space="preserve"> do nové </w:t>
      </w:r>
      <w:proofErr w:type="spellStart"/>
      <w:r w:rsidRPr="00D01F86">
        <w:t>jednosloupové</w:t>
      </w:r>
      <w:proofErr w:type="spellEnd"/>
      <w:r w:rsidRPr="00D01F86">
        <w:t xml:space="preserve"> </w:t>
      </w:r>
      <w:r w:rsidR="00FB173F" w:rsidRPr="00D01F86">
        <w:t xml:space="preserve">trafostanice. </w:t>
      </w:r>
    </w:p>
    <w:p w:rsidR="00FB173F" w:rsidRPr="00D01F86" w:rsidRDefault="00FB173F" w:rsidP="00FB173F">
      <w:r w:rsidRPr="00D01F86">
        <w:t xml:space="preserve">Kabelový svod bude </w:t>
      </w:r>
      <w:r w:rsidR="003D1F6A" w:rsidRPr="00D01F86">
        <w:t>proveden</w:t>
      </w:r>
      <w:r w:rsidRPr="00D01F86">
        <w:t xml:space="preserve"> v pancéřové trubce a v zemi v betonovém </w:t>
      </w:r>
      <w:r w:rsidR="003D1F6A" w:rsidRPr="00D01F86">
        <w:t>žlabu</w:t>
      </w:r>
      <w:r w:rsidRPr="00D01F86">
        <w:t xml:space="preserve"> nebo chráničce. </w:t>
      </w:r>
      <w:r w:rsidR="0097195B" w:rsidRPr="00D01F86">
        <w:t>V místě vniku do země bude svod chráněn mechanickou ochranou od hloubky 0,5m do výšky 2,5m nad terén. Použitá ochrana bude odolná proti korozi.</w:t>
      </w:r>
    </w:p>
    <w:p w:rsidR="00FB173F" w:rsidRDefault="00FB173F" w:rsidP="00FB173F">
      <w:r w:rsidRPr="00D01F86">
        <w:t xml:space="preserve">Nové místo měření bude umístěno na </w:t>
      </w:r>
      <w:r w:rsidR="005C3AAA" w:rsidRPr="00D01F86">
        <w:t>straně nižšího napětí transformátoru. Budou použity měřící transformátory proudu 500/5A s třídou přesnosti 0,5 S.</w:t>
      </w:r>
    </w:p>
    <w:p w:rsidR="00D01F86" w:rsidRDefault="00D01F86" w:rsidP="00FB173F"/>
    <w:p w:rsidR="00D01F86" w:rsidRDefault="00D01F86" w:rsidP="00FB173F"/>
    <w:p w:rsidR="00475F15" w:rsidRPr="00B95AB3" w:rsidRDefault="00475F15" w:rsidP="00475F15">
      <w:pPr>
        <w:pStyle w:val="Nadpis2"/>
      </w:pPr>
      <w:bookmarkStart w:id="60" w:name="_Toc55902713"/>
      <w:r w:rsidRPr="00B95AB3">
        <w:lastRenderedPageBreak/>
        <w:t>kabelové trasy</w:t>
      </w:r>
      <w:bookmarkEnd w:id="59"/>
      <w:bookmarkEnd w:id="60"/>
    </w:p>
    <w:p w:rsidR="00D01F86" w:rsidRDefault="00FB173F" w:rsidP="00FB173F">
      <w:r w:rsidRPr="00B95AB3">
        <w:rPr>
          <w:rFonts w:ascii="Calibri" w:hAnsi="Calibri"/>
        </w:rPr>
        <w:t xml:space="preserve">Kabely </w:t>
      </w:r>
      <w:r w:rsidR="008417D8" w:rsidRPr="00B95AB3">
        <w:rPr>
          <w:rFonts w:ascii="Calibri" w:hAnsi="Calibri"/>
        </w:rPr>
        <w:t xml:space="preserve">budou </w:t>
      </w:r>
      <w:r w:rsidR="008417D8" w:rsidRPr="00B95AB3">
        <w:t>vedeny v samostatném betonovém žlabu</w:t>
      </w:r>
      <w:r w:rsidRPr="00B95AB3">
        <w:t xml:space="preserve"> nebo chráničce</w:t>
      </w:r>
      <w:r w:rsidR="008417D8" w:rsidRPr="00B95AB3">
        <w:t xml:space="preserve">. </w:t>
      </w:r>
    </w:p>
    <w:p w:rsidR="008417D8" w:rsidRPr="00B95AB3" w:rsidRDefault="008417D8" w:rsidP="00FB173F">
      <w:r w:rsidRPr="00B95AB3">
        <w:t xml:space="preserve">Vedení </w:t>
      </w:r>
      <w:proofErr w:type="spellStart"/>
      <w:r w:rsidR="009E658C">
        <w:t>v</w:t>
      </w:r>
      <w:r w:rsidRPr="00B95AB3">
        <w:t>n</w:t>
      </w:r>
      <w:proofErr w:type="spellEnd"/>
      <w:r w:rsidRPr="00B95AB3">
        <w:t xml:space="preserve"> bude uloženo dle platných norem, zejména podle normy ČSN 73 6005 </w:t>
      </w:r>
      <w:r w:rsidRPr="00B95AB3">
        <w:br/>
        <w:t xml:space="preserve">A v souladu s předpisy SŽDC S3 a S4 vč. TNŽ </w:t>
      </w:r>
      <w:smartTag w:uri="urn:schemas-microsoft-com:office:smarttags" w:element="metricconverter">
        <w:smartTagPr>
          <w:attr w:name="ProductID" w:val="375715 a"/>
        </w:smartTagPr>
        <w:r w:rsidRPr="00B95AB3">
          <w:t>375715 a</w:t>
        </w:r>
      </w:smartTag>
      <w:r w:rsidRPr="00B95AB3">
        <w:t xml:space="preserve"> TNŽ 342609. Definitivní uložení kabelu bude provedeno tak, aby bylo dodrženo krytí kabelu po definitivní úpravě terénu. </w:t>
      </w:r>
    </w:p>
    <w:p w:rsidR="008417D8" w:rsidRPr="00B95AB3" w:rsidRDefault="008417D8" w:rsidP="00FB173F">
      <w:r w:rsidRPr="00B95AB3">
        <w:t xml:space="preserve">Během prací v blízkosti ostatních </w:t>
      </w:r>
      <w:proofErr w:type="spellStart"/>
      <w:r w:rsidRPr="00B95AB3">
        <w:t>inž</w:t>
      </w:r>
      <w:proofErr w:type="spellEnd"/>
      <w:r w:rsidRPr="00B95AB3">
        <w:t xml:space="preserve">. sítí budou tyto sítě vytýčeny a veškeré stavební práce do 1m budou prováděny ručně. Kabel bude uložen okolo stromů, které nebudou káceny, tak, aby byl kořenový systém narušen v nejmenší možné míře. </w:t>
      </w:r>
    </w:p>
    <w:p w:rsidR="008417D8" w:rsidRPr="00B95AB3" w:rsidRDefault="008417D8" w:rsidP="008417D8">
      <w:r w:rsidRPr="00B95AB3">
        <w:t xml:space="preserve">Kabelové trasy budou označeny značkovači </w:t>
      </w:r>
      <w:proofErr w:type="spellStart"/>
      <w:r w:rsidRPr="00B95AB3">
        <w:t>RFiD</w:t>
      </w:r>
      <w:proofErr w:type="spellEnd"/>
      <w:r w:rsidRPr="00B95AB3">
        <w:t xml:space="preserve"> (</w:t>
      </w:r>
      <w:proofErr w:type="spellStart"/>
      <w:r w:rsidRPr="00B95AB3">
        <w:t>markery</w:t>
      </w:r>
      <w:proofErr w:type="spellEnd"/>
      <w:r w:rsidRPr="00B95AB3">
        <w:t xml:space="preserve">) dle nařízení SŽDC O14 </w:t>
      </w:r>
      <w:r w:rsidRPr="00B95AB3">
        <w:br/>
        <w:t xml:space="preserve">(zn. 30354/2016-SŽDC-O14). </w:t>
      </w:r>
    </w:p>
    <w:p w:rsidR="008417D8" w:rsidRPr="00B95AB3" w:rsidRDefault="008417D8" w:rsidP="008417D8">
      <w:pPr>
        <w:pStyle w:val="Nadpis2"/>
      </w:pPr>
      <w:bookmarkStart w:id="61" w:name="_Toc55902714"/>
      <w:r w:rsidRPr="00B95AB3">
        <w:t>zbytky kabelů a jiné odpady</w:t>
      </w:r>
      <w:bookmarkEnd w:id="61"/>
    </w:p>
    <w:p w:rsidR="008417D8" w:rsidRPr="00B95AB3" w:rsidRDefault="008417D8" w:rsidP="008417D8">
      <w:r w:rsidRPr="00B95AB3">
        <w:t xml:space="preserve">Se zbytky kabelů a dalším odpadem je nezbytné ekologicky naložit v souladu se zákonem o odpadech v aktuálním platném znění (185/2001 sb.). </w:t>
      </w:r>
    </w:p>
    <w:p w:rsidR="00475F15" w:rsidRDefault="008417D8" w:rsidP="00475F15">
      <w:pPr>
        <w:pStyle w:val="Nadpis2"/>
      </w:pPr>
      <w:bookmarkStart w:id="62" w:name="_Toc55902715"/>
      <w:r w:rsidRPr="00B95AB3">
        <w:t>soupis prací stavby – metodický pokyn na sestavení a použití</w:t>
      </w:r>
      <w:bookmarkEnd w:id="62"/>
    </w:p>
    <w:p w:rsidR="009E658C" w:rsidRDefault="009E658C" w:rsidP="009E658C">
      <w:pPr>
        <w:ind w:firstLine="0"/>
      </w:pPr>
      <w:r>
        <w:t>OBOROVÝ TŘÍDNÍK STAVEBNÍCH KONSTRUKCÍ A PRACÍ (SFDI) - ČÁST II – SOUPIS PRACÍ STAVBY - METODICKÝ POKYN NA SESTAVENÍ A POUŽITÍ</w:t>
      </w:r>
    </w:p>
    <w:p w:rsidR="009E658C" w:rsidRPr="009E658C" w:rsidRDefault="009E658C" w:rsidP="009E658C"/>
    <w:p w:rsidR="008417D8" w:rsidRPr="00B95AB3" w:rsidRDefault="008417D8" w:rsidP="008417D8">
      <w:pPr>
        <w:ind w:firstLine="0"/>
        <w:rPr>
          <w:b/>
          <w:sz w:val="22"/>
        </w:rPr>
      </w:pPr>
      <w:bookmarkStart w:id="63" w:name="_Toc481561501"/>
      <w:r w:rsidRPr="00B95AB3">
        <w:rPr>
          <w:b/>
          <w:sz w:val="22"/>
        </w:rPr>
        <w:t xml:space="preserve">Část: </w:t>
      </w:r>
      <w:r w:rsidRPr="00B95AB3">
        <w:rPr>
          <w:b/>
          <w:bCs/>
          <w:sz w:val="22"/>
          <w:szCs w:val="23"/>
        </w:rPr>
        <w:t xml:space="preserve">4.4.1 </w:t>
      </w:r>
      <w:r w:rsidRPr="00B95AB3">
        <w:rPr>
          <w:b/>
          <w:sz w:val="22"/>
        </w:rPr>
        <w:t>Obecně platná ustanovení</w:t>
      </w:r>
    </w:p>
    <w:p w:rsidR="008417D8" w:rsidRPr="00B95AB3" w:rsidRDefault="008417D8" w:rsidP="008417D8">
      <w:r w:rsidRPr="00B95AB3">
        <w:t>Množství uvedená v soupisu prací stavby jsou pouze přibližná (stanovená na základě všech dostupných podkladů k vypracování příslušného stupně projektové dokumentace stavby) a jako taková musí být uvažována. Jejich hlavním účelem je umožnit, aby uchazeči mohli vypracovat svoje ocenění na základě jednotného podkladu. V žádném případě je nelze považovat za přesná množství, která musí být požadována a zhotovena.</w:t>
      </w:r>
    </w:p>
    <w:p w:rsidR="00662C9A" w:rsidRPr="00B95AB3" w:rsidRDefault="008417D8" w:rsidP="00662C9A">
      <w:pPr>
        <w:pStyle w:val="Nadpis2"/>
      </w:pPr>
      <w:bookmarkStart w:id="64" w:name="_Toc55902716"/>
      <w:r w:rsidRPr="00B95AB3">
        <w:t>všeobecné požadavky</w:t>
      </w:r>
      <w:bookmarkEnd w:id="63"/>
      <w:bookmarkEnd w:id="64"/>
    </w:p>
    <w:p w:rsidR="008417D8" w:rsidRPr="00B95AB3" w:rsidRDefault="008417D8" w:rsidP="008417D8">
      <w:bookmarkStart w:id="65" w:name="_Toc481561502"/>
      <w:r w:rsidRPr="00B95AB3">
        <w:t>Použitý materiál bude obecně vyhovovat podmínkám vnějších vlivů vč. požadavků na schválené technické podmínky dodací SŽDC. Řešení bude projednáno v rámci realizace na základě návrhu zhotovitele. Uvedená specifikace v PD je tedy prezentována jako návrhové řešení projektanta. Technické řešení bylo předneseno na poradách a odsouhlaseno.</w:t>
      </w:r>
    </w:p>
    <w:p w:rsidR="008417D8" w:rsidRPr="00B95AB3" w:rsidRDefault="008417D8" w:rsidP="008417D8">
      <w:pPr>
        <w:rPr>
          <w:b/>
        </w:rPr>
      </w:pPr>
      <w:r w:rsidRPr="00B95AB3">
        <w:rPr>
          <w:b/>
        </w:rPr>
        <w:t xml:space="preserve">Zařízení jsou a budou v majetku SŽDC </w:t>
      </w:r>
      <w:proofErr w:type="gramStart"/>
      <w:r w:rsidRPr="00B95AB3">
        <w:rPr>
          <w:b/>
        </w:rPr>
        <w:t>s.o.</w:t>
      </w:r>
      <w:proofErr w:type="gramEnd"/>
    </w:p>
    <w:p w:rsidR="008417D8" w:rsidRPr="00B95AB3" w:rsidRDefault="008417D8" w:rsidP="008417D8">
      <w:pPr>
        <w:rPr>
          <w:b/>
        </w:rPr>
      </w:pPr>
    </w:p>
    <w:p w:rsidR="00662C9A" w:rsidRPr="00B95AB3" w:rsidRDefault="00662C9A" w:rsidP="00662C9A">
      <w:pPr>
        <w:pStyle w:val="Nadpis1"/>
      </w:pPr>
      <w:bookmarkStart w:id="66" w:name="_Toc55902717"/>
      <w:r w:rsidRPr="00B95AB3">
        <w:rPr>
          <w:rFonts w:eastAsia="MS Mincho"/>
        </w:rPr>
        <w:t>Požadavky na zabezpečení provozu a realizace</w:t>
      </w:r>
      <w:bookmarkEnd w:id="65"/>
      <w:bookmarkEnd w:id="66"/>
    </w:p>
    <w:p w:rsidR="00662C9A" w:rsidRPr="00B95AB3" w:rsidRDefault="00662C9A" w:rsidP="00662C9A">
      <w:pPr>
        <w:pStyle w:val="Nadpis2"/>
      </w:pPr>
      <w:bookmarkStart w:id="67" w:name="_Toc481561503"/>
      <w:bookmarkStart w:id="68" w:name="_Toc55902718"/>
      <w:r w:rsidRPr="00B95AB3">
        <w:t>Na navazující profese</w:t>
      </w:r>
      <w:bookmarkEnd w:id="67"/>
      <w:bookmarkEnd w:id="68"/>
    </w:p>
    <w:p w:rsidR="008417D8" w:rsidRPr="00B95AB3" w:rsidRDefault="008417D8" w:rsidP="008417D8">
      <w:bookmarkStart w:id="69" w:name="_Toc481561504"/>
      <w:r w:rsidRPr="00B95AB3">
        <w:t xml:space="preserve">Zachovat přístupové cesty, maximálně omezit narušení plynulosti a pravidelnosti drážní dopravy. </w:t>
      </w:r>
    </w:p>
    <w:p w:rsidR="00662C9A" w:rsidRPr="00B95AB3" w:rsidRDefault="00662C9A" w:rsidP="00662C9A">
      <w:pPr>
        <w:pStyle w:val="Nadpis2"/>
      </w:pPr>
      <w:bookmarkStart w:id="70" w:name="_Toc55902719"/>
      <w:r w:rsidRPr="00B95AB3">
        <w:t>Na investora a dodavatele</w:t>
      </w:r>
      <w:bookmarkEnd w:id="69"/>
      <w:bookmarkEnd w:id="70"/>
    </w:p>
    <w:p w:rsidR="008417D8" w:rsidRDefault="008417D8" w:rsidP="008417D8">
      <w:bookmarkStart w:id="71" w:name="_Toc481561505"/>
      <w:r w:rsidRPr="00B95AB3">
        <w:t xml:space="preserve">Koordinace při realizaci jednotlivých provozních souborů a stavebního objektu. </w:t>
      </w:r>
    </w:p>
    <w:p w:rsidR="00662C9A" w:rsidRPr="00B95AB3" w:rsidRDefault="00662C9A" w:rsidP="00662C9A">
      <w:pPr>
        <w:pStyle w:val="Nadpis2"/>
      </w:pPr>
      <w:bookmarkStart w:id="72" w:name="_Toc55902720"/>
      <w:r w:rsidRPr="00B95AB3">
        <w:lastRenderedPageBreak/>
        <w:t>Na zhotovitele</w:t>
      </w:r>
      <w:bookmarkEnd w:id="71"/>
      <w:bookmarkEnd w:id="72"/>
    </w:p>
    <w:p w:rsidR="008417D8" w:rsidRPr="00B95AB3" w:rsidRDefault="008417D8" w:rsidP="008417D8">
      <w:bookmarkStart w:id="73" w:name="_Toc481561506"/>
      <w:r w:rsidRPr="00B95AB3">
        <w:t xml:space="preserve">Před započetím prací v kolejišti je nutné, v předstihu informovat dotčený stavební dozor, který zajistí zavedení informace času a provádění prací čet zhotovitele do webové aplikace SŽDC s názvem CPS. </w:t>
      </w:r>
    </w:p>
    <w:p w:rsidR="008417D8" w:rsidRDefault="008417D8" w:rsidP="008417D8">
      <w:r w:rsidRPr="00B95AB3">
        <w:t>Zhotovitel zajistí vypracování výrobní realizační projektové dokumentace.</w:t>
      </w:r>
    </w:p>
    <w:p w:rsidR="009E658C" w:rsidRDefault="009E658C" w:rsidP="009E658C">
      <w:pPr>
        <w:pStyle w:val="Nadpis1"/>
        <w:numPr>
          <w:ilvl w:val="0"/>
          <w:numId w:val="0"/>
        </w:numPr>
        <w:spacing w:before="120" w:after="120"/>
        <w:rPr>
          <w:b w:val="0"/>
          <w:caps w:val="0"/>
          <w:kern w:val="0"/>
          <w:sz w:val="24"/>
        </w:rPr>
      </w:pPr>
      <w:bookmarkStart w:id="74" w:name="_Toc11063092"/>
      <w:bookmarkStart w:id="75" w:name="_Toc11742356"/>
    </w:p>
    <w:p w:rsidR="009E658C" w:rsidRPr="00DD2C60" w:rsidRDefault="009E658C" w:rsidP="009E658C">
      <w:pPr>
        <w:pStyle w:val="Nadpis1"/>
      </w:pPr>
      <w:bookmarkStart w:id="76" w:name="_Toc55902721"/>
      <w:r w:rsidRPr="00DD2C60">
        <w:t>Vytyčení</w:t>
      </w:r>
      <w:bookmarkEnd w:id="74"/>
      <w:bookmarkEnd w:id="75"/>
      <w:bookmarkEnd w:id="76"/>
    </w:p>
    <w:p w:rsidR="009E658C" w:rsidRDefault="009E658C" w:rsidP="009E658C">
      <w:pPr>
        <w:spacing w:before="60"/>
        <w:rPr>
          <w:b/>
        </w:rPr>
      </w:pPr>
    </w:p>
    <w:p w:rsidR="009E658C" w:rsidRPr="009D5102" w:rsidRDefault="009E658C" w:rsidP="009E658C">
      <w:pPr>
        <w:spacing w:before="60"/>
        <w:jc w:val="left"/>
      </w:pPr>
      <w:r w:rsidRPr="009D5102">
        <w:t>SOUŘADNICOVÝ SYSTÉM S-JTSK</w:t>
      </w:r>
    </w:p>
    <w:p w:rsidR="009E658C" w:rsidRPr="009D5102" w:rsidRDefault="009E658C" w:rsidP="009E658C">
      <w:pPr>
        <w:spacing w:before="60"/>
        <w:jc w:val="left"/>
      </w:pPr>
      <w:r w:rsidRPr="009D5102">
        <w:t xml:space="preserve">VÝŠKOVÝ SYSTÉM </w:t>
      </w:r>
      <w:proofErr w:type="spellStart"/>
      <w:r w:rsidRPr="009D5102">
        <w:t>Bpv</w:t>
      </w:r>
      <w:proofErr w:type="spellEnd"/>
    </w:p>
    <w:p w:rsidR="009E658C" w:rsidRPr="009D5102" w:rsidRDefault="009E658C" w:rsidP="009E658C">
      <w:pPr>
        <w:spacing w:before="60"/>
        <w:ind w:left="709" w:firstLine="0"/>
        <w:jc w:val="left"/>
      </w:pPr>
      <w:r w:rsidRPr="009D5102">
        <w:t>PRO VYTYČENÍ BUDE POUŽITA PLATNÁ VYTYČOVACÍ SÍŤ STAVBY V DOBĚ VYTYČENÍ</w:t>
      </w:r>
    </w:p>
    <w:p w:rsidR="009E658C" w:rsidRPr="009D5102" w:rsidRDefault="009E658C" w:rsidP="009E658C">
      <w:pPr>
        <w:spacing w:before="60"/>
        <w:jc w:val="left"/>
      </w:pPr>
      <w:r w:rsidRPr="009D5102">
        <w:t>PŘESNOST VYTYČENÍ DLE ČSN 730420-1 a 730420-2</w:t>
      </w:r>
    </w:p>
    <w:p w:rsidR="008417D8" w:rsidRPr="00B95AB3" w:rsidRDefault="008417D8" w:rsidP="008417D8"/>
    <w:p w:rsidR="00662C9A" w:rsidRPr="00B95AB3" w:rsidRDefault="00662C9A" w:rsidP="008417D8">
      <w:pPr>
        <w:pStyle w:val="Nadpis1"/>
        <w:rPr>
          <w:rFonts w:eastAsia="MS Mincho"/>
        </w:rPr>
      </w:pPr>
      <w:bookmarkStart w:id="77" w:name="_Toc55902722"/>
      <w:r w:rsidRPr="00B95AB3">
        <w:rPr>
          <w:rFonts w:eastAsia="MS Mincho"/>
        </w:rPr>
        <w:t>Zásady řešení z hlediska bezpečnosti práce a technického zařízení</w:t>
      </w:r>
      <w:bookmarkEnd w:id="73"/>
      <w:bookmarkEnd w:id="77"/>
    </w:p>
    <w:p w:rsidR="008417D8" w:rsidRPr="00B95AB3" w:rsidRDefault="008417D8" w:rsidP="008417D8">
      <w:r w:rsidRPr="00B95AB3">
        <w:t xml:space="preserve">Při práci na elektrickém zařízení je nutno dodržovat všechny související bezpečnostní a hygienické předpisy a nařízení, jakož i ČSN, ON a TKP. Zejména je zakázáno pracovat na zařízení pod napětím a v jeho těsné blízkosti. O </w:t>
      </w:r>
      <w:proofErr w:type="spellStart"/>
      <w:r w:rsidRPr="00B95AB3">
        <w:t>beznapěťovém</w:t>
      </w:r>
      <w:proofErr w:type="spellEnd"/>
      <w:r w:rsidRPr="00B95AB3">
        <w:t xml:space="preserve"> stavu zařízení je nutno se vždy předem přesvědčit. Na zařízení UTZ může pracovat pouze právnická nebo fyzická osoba s příslušným oprávněním. Správce zařízení musí být o manipulaci se zařízením vyrozuměn. V obvodu dráhy smí pracovat pouze osoby, které byly zaškoleny v rozsahu </w:t>
      </w:r>
      <w:r w:rsidR="009E658C">
        <w:t>předpisu</w:t>
      </w:r>
      <w:r w:rsidRPr="00B95AB3">
        <w:t xml:space="preserve"> SŽDC Zam1. </w:t>
      </w:r>
    </w:p>
    <w:p w:rsidR="008417D8" w:rsidRPr="00B95AB3" w:rsidRDefault="008417D8" w:rsidP="008417D8">
      <w:r w:rsidRPr="00B95AB3">
        <w:t xml:space="preserve">Pracovníci pracující na elektrickém zařízení musí splňovat podmínky dle </w:t>
      </w:r>
      <w:proofErr w:type="spellStart"/>
      <w:r w:rsidRPr="00B95AB3">
        <w:t>vyhl</w:t>
      </w:r>
      <w:proofErr w:type="spellEnd"/>
      <w:r w:rsidRPr="00B95AB3">
        <w:t xml:space="preserve">. č. 50/1978 Sb. ve znění pozdějších předpisů. Je zakázáno pracovat s vadnými ochrannými a pracovními pomůckami a mechanismy. Při manipulaci na elektrických zařízeních musí být dodržována pravidla ochrany před nebezpečným dotykovým napětím dle souboru norem řady ČSN 33 2000xx a ČSN 33 3201. </w:t>
      </w:r>
    </w:p>
    <w:p w:rsidR="008417D8" w:rsidRPr="00B95AB3" w:rsidRDefault="008417D8" w:rsidP="008417D8">
      <w:r w:rsidRPr="00B95AB3">
        <w:t>Pracoviště, tj. prostory montáže, musí být zbaveno hrubých mechanických překážek (stavební materiál, rozměrné vybourané předměty apod.).</w:t>
      </w:r>
    </w:p>
    <w:p w:rsidR="008417D8" w:rsidRPr="00B95AB3" w:rsidRDefault="008417D8" w:rsidP="008417D8">
      <w:r w:rsidRPr="00B95AB3">
        <w:t>Elektrické nářadí používané při montáži musí být podrobeno oficiálním revizním zkouškám, zkoušky musí být opakovány v předepsaných intervalech.</w:t>
      </w:r>
    </w:p>
    <w:p w:rsidR="008417D8" w:rsidRPr="00B95AB3" w:rsidRDefault="008417D8" w:rsidP="008417D8">
      <w:r w:rsidRPr="00B95AB3">
        <w:t>Pomocné prostředky, tj. žebříky, štafle, plošiny, lešení musí být pouze tovární výroby, řádně evidované a podrobené pravidelným revizím</w:t>
      </w:r>
    </w:p>
    <w:p w:rsidR="008417D8" w:rsidRPr="00B95AB3" w:rsidRDefault="008417D8" w:rsidP="008417D8">
      <w:r w:rsidRPr="00B95AB3">
        <w:t>Při práci v prostorách s nebezpečím pádu předmětů z výšky musí být používáno ochranných přileb.</w:t>
      </w:r>
    </w:p>
    <w:p w:rsidR="008417D8" w:rsidRPr="00B95AB3" w:rsidRDefault="008417D8" w:rsidP="008417D8">
      <w:r w:rsidRPr="00B95AB3">
        <w:t>Při práci ve výškách musí být dbáno na řádné zabezpečení osob bezpečnostními pásy, eventuálně srovnatelnými prostředky k tomu určenými (např. horolezeckými sedačkami).</w:t>
      </w:r>
    </w:p>
    <w:p w:rsidR="008417D8" w:rsidRPr="00B95AB3" w:rsidRDefault="008417D8" w:rsidP="008417D8">
      <w:r w:rsidRPr="00B95AB3">
        <w:t>Výkopy a zemní práce musí být řádně zajištěny a opatřeny vhodnými zábranami a označením, případně bezpečnostním výstražným osvětlením.</w:t>
      </w:r>
    </w:p>
    <w:p w:rsidR="008417D8" w:rsidRPr="00B95AB3" w:rsidRDefault="008417D8" w:rsidP="008417D8">
      <w:r w:rsidRPr="00B95AB3">
        <w:lastRenderedPageBreak/>
        <w:t>Při svařování a manipulaci s otevřeným ohněm musí být dbáno pravidel požární bezpečnosti, včetně případného vedení požární knihy a stavění požárních asistenčních hlídek.</w:t>
      </w:r>
    </w:p>
    <w:p w:rsidR="008417D8" w:rsidRPr="00B95AB3" w:rsidRDefault="008417D8" w:rsidP="008417D8">
      <w:r w:rsidRPr="00B95AB3">
        <w:t>Na pracovišti musí být vždy k dispozici řádně vybavená lékárna první pomoci, doplněná aktuálním traumatologickým plánem a pracovníci musí být seznámeni s jejím umístěním, dostupností a musí být seznámeni s pravidly první pomoci.</w:t>
      </w:r>
    </w:p>
    <w:p w:rsidR="008417D8" w:rsidRPr="00B95AB3" w:rsidRDefault="008417D8" w:rsidP="008417D8"/>
    <w:p w:rsidR="00F6017A" w:rsidRPr="00B95AB3" w:rsidRDefault="00F14D00" w:rsidP="008417D8">
      <w:pPr>
        <w:pStyle w:val="Nadpis1"/>
        <w:rPr>
          <w:rFonts w:eastAsia="MS Mincho"/>
        </w:rPr>
      </w:pPr>
      <w:bookmarkStart w:id="78" w:name="_Toc55902723"/>
      <w:r w:rsidRPr="00B95AB3">
        <w:rPr>
          <w:rFonts w:eastAsia="MS Mincho"/>
        </w:rPr>
        <w:t>Závěr</w:t>
      </w:r>
      <w:bookmarkEnd w:id="78"/>
    </w:p>
    <w:bookmarkEnd w:id="54"/>
    <w:p w:rsidR="008417D8" w:rsidRPr="00B95AB3" w:rsidRDefault="008417D8" w:rsidP="008417D8">
      <w:pPr>
        <w:ind w:firstLine="540"/>
      </w:pPr>
      <w:r w:rsidRPr="00B95AB3">
        <w:t xml:space="preserve">Veškeré </w:t>
      </w:r>
      <w:proofErr w:type="spellStart"/>
      <w:r w:rsidRPr="00B95AB3">
        <w:t>elektromontážní</w:t>
      </w:r>
      <w:proofErr w:type="spellEnd"/>
      <w:r w:rsidRPr="00B95AB3">
        <w:t xml:space="preserve"> práce musí být provedeny v souladu s platnými bezpečnostními a hygienickými předpisy a normami ČSN, pokud jimi není stanoveno jinak. Před uvedením zařízení do provozu zajistí dle ČSN 33 2000-6 dodavatelská firma výchozí revizi a vystaví zprávu o výchozí revizi, zkouškách elektrotechnického zařízení ve smyslu ustanovení příslušných ČSN.  Dodavatelská firma poučí uživatele o zásadách obsluhy údržby el. </w:t>
      </w:r>
      <w:proofErr w:type="gramStart"/>
      <w:r w:rsidRPr="00B95AB3">
        <w:t>zařízení</w:t>
      </w:r>
      <w:proofErr w:type="gramEnd"/>
      <w:r w:rsidRPr="00B95AB3">
        <w:t xml:space="preserve">, kterou mohou provádět osoby s odpovídající kvalifikací dle </w:t>
      </w:r>
      <w:proofErr w:type="spellStart"/>
      <w:r w:rsidRPr="00B95AB3">
        <w:t>vyhl</w:t>
      </w:r>
      <w:proofErr w:type="spellEnd"/>
      <w:r w:rsidRPr="00B95AB3">
        <w:t xml:space="preserve">. 100/1995 Sb., v platném znění. Pro objekt bude vypracován postup pro vypnutí el. </w:t>
      </w:r>
      <w:proofErr w:type="gramStart"/>
      <w:r w:rsidRPr="00B95AB3">
        <w:t>energie</w:t>
      </w:r>
      <w:proofErr w:type="gramEnd"/>
      <w:r w:rsidRPr="00B95AB3">
        <w:t>. Informace o zásadách tohoto postupu musí být umístěné na viditelném místě. Případné změny oproti projektu, ke kterým dojde při provádění elektroinstalace na stavbě, budou zaznamenány do výkresové dokumentace a spolu s revizní zprávou budou předány investorovi resp. uživateli.</w:t>
      </w:r>
    </w:p>
    <w:p w:rsidR="008417D8" w:rsidRPr="00B95AB3" w:rsidRDefault="008417D8" w:rsidP="008417D8">
      <w:pPr>
        <w:ind w:firstLine="540"/>
      </w:pPr>
      <w:r w:rsidRPr="00B95AB3">
        <w:t xml:space="preserve">Dodavatel montážních prací také zajistí technickou prohlídku a zkoušku vč. vydání průkazu způsobilosti u DU, dle zákona 266/94 Sb. vč. prováděcích vyhlášek v platném znění. Dále poučí uživatele o zásadách obsluhy údržby el. </w:t>
      </w:r>
      <w:proofErr w:type="gramStart"/>
      <w:r w:rsidRPr="00B95AB3">
        <w:t>zařízení</w:t>
      </w:r>
      <w:proofErr w:type="gramEnd"/>
      <w:r w:rsidRPr="00B95AB3">
        <w:t xml:space="preserve">, kterou mohou provádět osoby s odpovídající kvalifikací dle </w:t>
      </w:r>
      <w:proofErr w:type="spellStart"/>
      <w:r w:rsidRPr="00B95AB3">
        <w:t>vyhl</w:t>
      </w:r>
      <w:proofErr w:type="spellEnd"/>
      <w:r w:rsidRPr="00B95AB3">
        <w:t xml:space="preserve">. 100/95 Sb. v platném znění a předpisu SŽDC Zam1. </w:t>
      </w:r>
    </w:p>
    <w:p w:rsidR="008417D8" w:rsidRPr="00B95AB3" w:rsidRDefault="008417D8" w:rsidP="008417D8">
      <w:pPr>
        <w:ind w:firstLine="540"/>
      </w:pPr>
      <w:r w:rsidRPr="00B95AB3">
        <w:t xml:space="preserve">Pokud se v projektové dokumentaci a ve výkazu výměr objeví obchodní názvy výrobků, dodavatel se v nabídkovém řízení tímto nemusí cítit vázán a může nabídnout výrobky jiné. Tyto výrobky musí mít min. stejné vlastnosti jako výrobky navržené v projektu. Pokud dodavatel použije jiný výrobek, musí převzít záruku, že nedojde ke zhoršení technických a užitných vlastností objektu proti projektovému řešení. Materiály, </w:t>
      </w:r>
      <w:proofErr w:type="gramStart"/>
      <w:r w:rsidRPr="00B95AB3">
        <w:t>které  jsou</w:t>
      </w:r>
      <w:proofErr w:type="gramEnd"/>
      <w:r w:rsidRPr="00B95AB3">
        <w:t xml:space="preserve"> stanovenými výrobky  ve smyslu  nařízení vlády 163/2002 Sb.(plat.zn.), musí  mít zhotovitelem stavby doklady o tom,  že  bylo  k  těmto  výrobkům  vydáno  prohlášení  o shodě  výrobcem či dovozcem.  </w:t>
      </w:r>
    </w:p>
    <w:p w:rsidR="008417D8" w:rsidRPr="00B95AB3" w:rsidRDefault="008417D8" w:rsidP="008417D8">
      <w:pPr>
        <w:ind w:firstLine="540"/>
      </w:pPr>
      <w:r w:rsidRPr="00B95AB3">
        <w:t>Na ŽDC lze uvést do provozu pouze výrobky zařízení elektrotechniky a energetiky splňující směrnici SŽDC č.34/2007 Zm1 z 02/2012 pro uvádění do provozu výrobků, které jsou součástí sdělovacích a zabezpečovacích zařízení a zařízení elektrotechniky a energetiky, na železniční dopravní cestě ve vlastnictví státu státní organizace Správa železniční dopravní cesty.</w:t>
      </w:r>
    </w:p>
    <w:p w:rsidR="00881059" w:rsidRPr="00792E70" w:rsidRDefault="00881059" w:rsidP="00881059">
      <w:pPr>
        <w:ind w:firstLine="540"/>
      </w:pPr>
      <w:r w:rsidRPr="00792E70">
        <w:t xml:space="preserve">Navrhovaný zákres vedení a zařízení je navržen podle stávajících poskytnutých podkladů projektantovi (v době zpracovávání této dokumentace), upřesnění polohy bude provedeno zhotovitelem na základě aktuálních podkladů (od správců, </w:t>
      </w:r>
      <w:proofErr w:type="spellStart"/>
      <w:proofErr w:type="gramStart"/>
      <w:r w:rsidRPr="00792E70">
        <w:t>inž.sítí</w:t>
      </w:r>
      <w:proofErr w:type="spellEnd"/>
      <w:proofErr w:type="gramEnd"/>
      <w:r w:rsidRPr="00792E70">
        <w:t>) včetně akceptování navrhovaných nebo vybudovaných souvisejících investic.</w:t>
      </w:r>
    </w:p>
    <w:p w:rsidR="008417D8" w:rsidRDefault="008417D8" w:rsidP="008417D8">
      <w:pPr>
        <w:ind w:firstLine="0"/>
        <w:rPr>
          <w:u w:val="single"/>
        </w:rPr>
      </w:pPr>
    </w:p>
    <w:p w:rsidR="00881059" w:rsidRDefault="00881059" w:rsidP="008417D8">
      <w:pPr>
        <w:ind w:firstLine="0"/>
        <w:rPr>
          <w:u w:val="single"/>
        </w:rPr>
      </w:pPr>
    </w:p>
    <w:p w:rsidR="00881059" w:rsidRDefault="00881059" w:rsidP="008417D8">
      <w:pPr>
        <w:ind w:firstLine="0"/>
        <w:rPr>
          <w:u w:val="single"/>
        </w:rPr>
      </w:pPr>
    </w:p>
    <w:p w:rsidR="00881059" w:rsidRDefault="00881059" w:rsidP="008417D8">
      <w:pPr>
        <w:ind w:firstLine="0"/>
        <w:rPr>
          <w:u w:val="single"/>
        </w:rPr>
      </w:pPr>
    </w:p>
    <w:p w:rsidR="00881059" w:rsidRPr="00B95AB3" w:rsidRDefault="00881059" w:rsidP="008417D8">
      <w:pPr>
        <w:ind w:firstLine="0"/>
        <w:rPr>
          <w:u w:val="single"/>
        </w:rPr>
      </w:pPr>
    </w:p>
    <w:p w:rsidR="008417D8" w:rsidRPr="00B95AB3" w:rsidRDefault="008417D8" w:rsidP="008417D8">
      <w:pPr>
        <w:ind w:firstLine="0"/>
        <w:rPr>
          <w:u w:val="single"/>
        </w:rPr>
      </w:pPr>
      <w:r w:rsidRPr="00B95AB3">
        <w:rPr>
          <w:u w:val="single"/>
        </w:rPr>
        <w:lastRenderedPageBreak/>
        <w:t>Požadavky pro uvedení do zkušebního provozu:</w:t>
      </w:r>
    </w:p>
    <w:p w:rsidR="008417D8" w:rsidRPr="00B95AB3" w:rsidRDefault="008417D8" w:rsidP="008417D8">
      <w:pPr>
        <w:ind w:firstLine="0"/>
      </w:pPr>
      <w:r w:rsidRPr="00B95AB3">
        <w:t>Souhlas dokumentace se skutečným provedením stavby.</w:t>
      </w:r>
    </w:p>
    <w:p w:rsidR="008417D8" w:rsidRPr="00B95AB3" w:rsidRDefault="008417D8" w:rsidP="008417D8">
      <w:pPr>
        <w:ind w:firstLine="0"/>
      </w:pPr>
      <w:r w:rsidRPr="00B95AB3">
        <w:t xml:space="preserve">Zaškolení obsluhy včetně předání návodů na obsluhu a údržbu. </w:t>
      </w:r>
    </w:p>
    <w:p w:rsidR="008417D8" w:rsidRPr="00B95AB3" w:rsidRDefault="008417D8" w:rsidP="008417D8">
      <w:pPr>
        <w:ind w:firstLine="0"/>
      </w:pPr>
      <w:r w:rsidRPr="00B95AB3">
        <w:t xml:space="preserve">Provedení funkčních zkoušek zařízení za účasti provozovatele. </w:t>
      </w:r>
    </w:p>
    <w:p w:rsidR="008417D8" w:rsidRPr="00B95AB3" w:rsidRDefault="008417D8" w:rsidP="008417D8">
      <w:pPr>
        <w:ind w:firstLine="0"/>
      </w:pPr>
      <w:r w:rsidRPr="00B95AB3">
        <w:t xml:space="preserve">Výchozí revize – může vydat pouze revizní technik s oprávněním „D“. Právnickou osobou musí být vypracována technická prohlídka a zkouška. </w:t>
      </w:r>
    </w:p>
    <w:p w:rsidR="008417D8" w:rsidRPr="00B95AB3" w:rsidRDefault="008417D8" w:rsidP="008417D8">
      <w:pPr>
        <w:ind w:firstLine="0"/>
      </w:pPr>
      <w:r w:rsidRPr="00B95AB3">
        <w:t>Elektrické zařízení UTZ je možné provozovat jen na základě průkazu způsobilosti vydaného drážním úřadem.</w:t>
      </w:r>
    </w:p>
    <w:p w:rsidR="008417D8" w:rsidRPr="00B95AB3" w:rsidRDefault="008417D8" w:rsidP="008417D8">
      <w:pPr>
        <w:ind w:firstLine="540"/>
        <w:rPr>
          <w:b/>
        </w:rPr>
      </w:pPr>
    </w:p>
    <w:p w:rsidR="008417D8" w:rsidRPr="00B95AB3" w:rsidRDefault="008417D8" w:rsidP="008417D8">
      <w:pPr>
        <w:ind w:firstLine="540"/>
        <w:rPr>
          <w:b/>
        </w:rPr>
      </w:pPr>
      <w:r w:rsidRPr="00B95AB3">
        <w:rPr>
          <w:b/>
        </w:rPr>
        <w:t xml:space="preserve">Protože údaje o umístění stávajících inženýrských sítí, které byly projektantovi k dispozici, jsou bez místopisného a výškopisného určení, je nutno považovat jejich zákres pouze za orientační. Bez přesného vytyčení těchto sítí jejich provozovateli přímo na místě stavby, není možno navrhnout definitivní kabelovou trasu. Proto bude nutno stávající vedení nechat přesně vytyčit a na základě jejich skutečné polohy navrženou kabelovou trasu případně korigovat. Toto upozornění se vztahuje na všechny kabelové trasy, tedy i na kabely </w:t>
      </w:r>
      <w:proofErr w:type="spellStart"/>
      <w:r w:rsidRPr="00B95AB3">
        <w:rPr>
          <w:b/>
        </w:rPr>
        <w:t>mimodrážní</w:t>
      </w:r>
      <w:proofErr w:type="spellEnd"/>
      <w:r w:rsidRPr="00B95AB3">
        <w:rPr>
          <w:b/>
        </w:rPr>
        <w:t>.</w:t>
      </w:r>
    </w:p>
    <w:p w:rsidR="008417D8" w:rsidRPr="00B95AB3" w:rsidRDefault="008417D8" w:rsidP="008417D8">
      <w:pPr>
        <w:rPr>
          <w:rFonts w:ascii="Calibri" w:hAnsi="Calibri"/>
        </w:rPr>
      </w:pPr>
    </w:p>
    <w:p w:rsidR="00C26BBF" w:rsidRDefault="00C26BBF" w:rsidP="008417D8">
      <w:pPr>
        <w:ind w:left="4956" w:hanging="3544"/>
        <w:jc w:val="left"/>
      </w:pPr>
    </w:p>
    <w:p w:rsidR="00C26BBF" w:rsidRDefault="00C26BBF" w:rsidP="008417D8">
      <w:pPr>
        <w:ind w:left="4956" w:hanging="3544"/>
        <w:jc w:val="left"/>
      </w:pPr>
    </w:p>
    <w:p w:rsidR="00C26BBF" w:rsidRDefault="00C26BBF" w:rsidP="008417D8">
      <w:pPr>
        <w:ind w:left="4956" w:hanging="3544"/>
        <w:jc w:val="left"/>
      </w:pPr>
    </w:p>
    <w:p w:rsidR="00C26BBF" w:rsidRDefault="00C26BBF" w:rsidP="008417D8">
      <w:pPr>
        <w:ind w:left="4956" w:hanging="3544"/>
        <w:jc w:val="left"/>
      </w:pPr>
    </w:p>
    <w:p w:rsidR="008417D8" w:rsidRPr="00CD0C77" w:rsidRDefault="008417D8" w:rsidP="008417D8">
      <w:pPr>
        <w:ind w:left="4956" w:hanging="3544"/>
        <w:jc w:val="left"/>
      </w:pPr>
      <w:r w:rsidRPr="00B95AB3">
        <w:t>Zpracoval:</w:t>
      </w:r>
      <w:r w:rsidRPr="00B95AB3">
        <w:tab/>
        <w:t>Ing. František Hána</w:t>
      </w:r>
      <w:r w:rsidRPr="00B95AB3">
        <w:br/>
        <w:t>MORAVIA CONSULT Olomouc a.s.</w:t>
      </w:r>
      <w:r w:rsidRPr="00B95AB3">
        <w:br/>
        <w:t>Tel: +420 605 229 100</w:t>
      </w:r>
      <w:r w:rsidRPr="00B95AB3">
        <w:br/>
        <w:t xml:space="preserve">E-mail: </w:t>
      </w:r>
      <w:hyperlink r:id="rId10" w:history="1">
        <w:r w:rsidRPr="00B95AB3">
          <w:rPr>
            <w:rStyle w:val="Hypertextovodkaz"/>
            <w:rFonts w:ascii="Calibri" w:hAnsi="Calibri"/>
          </w:rPr>
          <w:t>hana@moravia.cz</w:t>
        </w:r>
      </w:hyperlink>
    </w:p>
    <w:p w:rsidR="00881059" w:rsidRDefault="00881059" w:rsidP="00D06154">
      <w:pPr>
        <w:pStyle w:val="Nadpis1"/>
        <w:numPr>
          <w:ilvl w:val="0"/>
          <w:numId w:val="0"/>
        </w:numPr>
        <w:rPr>
          <w:rFonts w:eastAsia="MS Mincho"/>
        </w:rPr>
      </w:pPr>
      <w:bookmarkStart w:id="79" w:name="_Toc11742359"/>
    </w:p>
    <w:p w:rsidR="00D06154" w:rsidRPr="00802117" w:rsidRDefault="00D06154" w:rsidP="00D06154">
      <w:pPr>
        <w:pStyle w:val="Nadpis1"/>
        <w:numPr>
          <w:ilvl w:val="0"/>
          <w:numId w:val="0"/>
        </w:numPr>
        <w:rPr>
          <w:rFonts w:eastAsia="MS Mincho"/>
        </w:rPr>
      </w:pPr>
      <w:bookmarkStart w:id="80" w:name="_Toc55902724"/>
      <w:r w:rsidRPr="00802117">
        <w:rPr>
          <w:rFonts w:eastAsia="MS Mincho"/>
        </w:rPr>
        <w:t>Zápis</w:t>
      </w:r>
      <w:r>
        <w:rPr>
          <w:rFonts w:eastAsia="MS Mincho"/>
        </w:rPr>
        <w:t>y</w:t>
      </w:r>
      <w:r w:rsidRPr="00802117">
        <w:rPr>
          <w:rFonts w:eastAsia="MS Mincho"/>
        </w:rPr>
        <w:t xml:space="preserve"> z porady</w:t>
      </w:r>
      <w:bookmarkEnd w:id="79"/>
      <w:bookmarkEnd w:id="80"/>
    </w:p>
    <w:p w:rsidR="00D06154" w:rsidRPr="00477826" w:rsidRDefault="00D06154" w:rsidP="00D06154">
      <w:r w:rsidRPr="00477826">
        <w:t>Záznamy z porad, závazná stanoviska, stanoviska, rozhodnutí, vyjádření dotčených orgánů, ostatní stanoviska, posudky apod. jsou umístěny v dokladové části H. Doklady.</w:t>
      </w:r>
    </w:p>
    <w:p w:rsidR="00D06154" w:rsidRPr="00674898" w:rsidRDefault="00D06154" w:rsidP="00D06154">
      <w:pPr>
        <w:numPr>
          <w:ilvl w:val="0"/>
          <w:numId w:val="12"/>
        </w:numPr>
      </w:pPr>
      <w:proofErr w:type="gramStart"/>
      <w:r w:rsidRPr="00674898">
        <w:t>H</w:t>
      </w:r>
      <w:r>
        <w:t>.</w:t>
      </w:r>
      <w:r w:rsidRPr="00674898">
        <w:t>5 Doklady</w:t>
      </w:r>
      <w:proofErr w:type="gramEnd"/>
      <w:r w:rsidRPr="00674898">
        <w:t xml:space="preserve"> o projednání se stavebníkem a odbornými útvary stavebníka</w:t>
      </w:r>
    </w:p>
    <w:p w:rsidR="00D06154" w:rsidRPr="00674898" w:rsidRDefault="00D06154" w:rsidP="00D06154">
      <w:pPr>
        <w:numPr>
          <w:ilvl w:val="0"/>
          <w:numId w:val="12"/>
        </w:numPr>
      </w:pPr>
      <w:proofErr w:type="gramStart"/>
      <w:r>
        <w:t>H.6 Závazná</w:t>
      </w:r>
      <w:proofErr w:type="gramEnd"/>
      <w:r>
        <w:t xml:space="preserve"> stanoviska dotčených orgánů a další doklady o jednání s dotčenými orgány a účastníky stavebního řízení.</w:t>
      </w:r>
    </w:p>
    <w:p w:rsidR="00D06154" w:rsidRDefault="00D06154" w:rsidP="00D06154">
      <w:pPr>
        <w:ind w:firstLine="0"/>
      </w:pPr>
    </w:p>
    <w:p w:rsidR="00D06154" w:rsidRDefault="00D06154" w:rsidP="000671BC">
      <w:pPr>
        <w:pStyle w:val="Nadpis1"/>
        <w:numPr>
          <w:ilvl w:val="0"/>
          <w:numId w:val="0"/>
        </w:numPr>
      </w:pPr>
      <w:bookmarkStart w:id="81" w:name="_Toc55902725"/>
      <w:r>
        <w:t>P</w:t>
      </w:r>
      <w:r w:rsidR="000671BC">
        <w:t>řílohy</w:t>
      </w:r>
      <w:bookmarkEnd w:id="81"/>
    </w:p>
    <w:p w:rsidR="00D06154" w:rsidRDefault="00C26BBF" w:rsidP="00D06154">
      <w:pPr>
        <w:ind w:firstLine="540"/>
      </w:pPr>
      <w:r>
        <w:t>A</w:t>
      </w:r>
      <w:r w:rsidR="00D06154">
        <w:t xml:space="preserve"> Technická specifikace</w:t>
      </w:r>
    </w:p>
    <w:p w:rsidR="00881059" w:rsidRDefault="00881059" w:rsidP="00D06154">
      <w:pPr>
        <w:ind w:firstLine="540"/>
      </w:pPr>
      <w:r>
        <w:t>B Protokol o vnějších vlivech</w:t>
      </w:r>
    </w:p>
    <w:p w:rsidR="00D06154" w:rsidRDefault="00D06154" w:rsidP="00D01F86">
      <w:pPr>
        <w:ind w:firstLine="0"/>
      </w:pPr>
      <w:r>
        <w:br w:type="page"/>
      </w:r>
      <w:r>
        <w:lastRenderedPageBreak/>
        <w:t xml:space="preserve">PŘÍLOHA </w:t>
      </w:r>
      <w:r w:rsidR="00C26BBF">
        <w:t>A</w:t>
      </w:r>
      <w:r>
        <w:t xml:space="preserve"> – Technická specifikace</w:t>
      </w:r>
    </w:p>
    <w:p w:rsidR="00D06154" w:rsidRDefault="00D06154" w:rsidP="00D06154">
      <w:pPr>
        <w:ind w:firstLine="0"/>
      </w:pPr>
    </w:p>
    <w:p w:rsidR="00D06154" w:rsidRPr="00C26BBF" w:rsidRDefault="00D06154" w:rsidP="00D06154">
      <w:pPr>
        <w:ind w:firstLine="0"/>
        <w:rPr>
          <w:b/>
          <w:u w:val="single"/>
        </w:rPr>
      </w:pPr>
      <w:r w:rsidRPr="00C26BBF">
        <w:rPr>
          <w:b/>
          <w:u w:val="single"/>
        </w:rPr>
        <w:t>SO 02-12-0</w:t>
      </w:r>
      <w:r w:rsidR="00E970C5">
        <w:rPr>
          <w:b/>
          <w:u w:val="single"/>
        </w:rPr>
        <w:t>1</w:t>
      </w:r>
      <w:r w:rsidRPr="00C26BBF">
        <w:rPr>
          <w:b/>
          <w:u w:val="single"/>
        </w:rPr>
        <w:t xml:space="preserve"> </w:t>
      </w:r>
      <w:proofErr w:type="spellStart"/>
      <w:r w:rsidR="00C26BBF" w:rsidRPr="00C26BBF">
        <w:rPr>
          <w:b/>
          <w:u w:val="single"/>
        </w:rPr>
        <w:t>Žst</w:t>
      </w:r>
      <w:proofErr w:type="spellEnd"/>
      <w:r w:rsidR="00C26BBF" w:rsidRPr="00C26BBF">
        <w:rPr>
          <w:b/>
          <w:u w:val="single"/>
        </w:rPr>
        <w:t>. Zábřeh na Moravě, přípojka VN 22kV, část SŽDC</w:t>
      </w:r>
    </w:p>
    <w:p w:rsidR="00D06154" w:rsidRDefault="00D06154" w:rsidP="00D06154">
      <w:pPr>
        <w:ind w:firstLine="0"/>
        <w:rPr>
          <w:b/>
        </w:rPr>
      </w:pPr>
    </w:p>
    <w:p w:rsidR="00D06154" w:rsidRPr="009E49B7" w:rsidRDefault="00D06154" w:rsidP="00D06154">
      <w:pPr>
        <w:ind w:firstLine="0"/>
        <w:rPr>
          <w:b/>
        </w:rPr>
      </w:pPr>
      <w:r w:rsidRPr="009E49B7">
        <w:rPr>
          <w:b/>
        </w:rPr>
        <w:t>22-AXEKVCEY (1x240RM/25)</w:t>
      </w:r>
    </w:p>
    <w:p w:rsidR="00D06154" w:rsidRDefault="00D06154" w:rsidP="00D06154">
      <w:pPr>
        <w:ind w:firstLine="0"/>
      </w:pPr>
      <w:r w:rsidRPr="00C100B7">
        <w:t xml:space="preserve">Zemní kabely </w:t>
      </w:r>
      <w:r>
        <w:t>s</w:t>
      </w:r>
      <w:r w:rsidRPr="00A177B6">
        <w:t xml:space="preserve">ilové </w:t>
      </w:r>
      <w:r>
        <w:t xml:space="preserve">s </w:t>
      </w:r>
      <w:r w:rsidRPr="00A177B6">
        <w:t xml:space="preserve">izolací ze </w:t>
      </w:r>
      <w:proofErr w:type="spellStart"/>
      <w:r w:rsidRPr="00A177B6">
        <w:t>zesítěného</w:t>
      </w:r>
      <w:proofErr w:type="spellEnd"/>
      <w:r w:rsidRPr="00A177B6">
        <w:t xml:space="preserve"> polyetylenu</w:t>
      </w:r>
    </w:p>
    <w:p w:rsidR="00D06154" w:rsidRDefault="00554A71" w:rsidP="00D06154">
      <w:r>
        <w:rPr>
          <w:noProof/>
        </w:rPr>
        <w:drawing>
          <wp:inline distT="0" distB="0" distL="0" distR="0">
            <wp:extent cx="3667125" cy="1285875"/>
            <wp:effectExtent l="19050" t="0" r="9525" b="0"/>
            <wp:docPr id="1"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1" cstate="print"/>
                    <a:srcRect/>
                    <a:stretch>
                      <a:fillRect/>
                    </a:stretch>
                  </pic:blipFill>
                  <pic:spPr bwMode="auto">
                    <a:xfrm>
                      <a:off x="0" y="0"/>
                      <a:ext cx="3667125" cy="1285875"/>
                    </a:xfrm>
                    <a:prstGeom prst="rect">
                      <a:avLst/>
                    </a:prstGeom>
                    <a:noFill/>
                    <a:ln w="9525">
                      <a:noFill/>
                      <a:miter lim="800000"/>
                      <a:headEnd/>
                      <a:tailEnd/>
                    </a:ln>
                  </pic:spPr>
                </pic:pic>
              </a:graphicData>
            </a:graphic>
          </wp:inline>
        </w:drawing>
      </w:r>
    </w:p>
    <w:p w:rsidR="00D06154" w:rsidRDefault="00D06154" w:rsidP="00D06154">
      <w:pPr>
        <w:ind w:firstLine="0"/>
      </w:pPr>
      <w:r>
        <w:t xml:space="preserve">Standart </w:t>
      </w:r>
      <w:r w:rsidRPr="00B80DFA">
        <w:t>PN 05/96, PNE 347625</w:t>
      </w:r>
    </w:p>
    <w:p w:rsidR="00D06154" w:rsidRDefault="00D06154" w:rsidP="00D06154"/>
    <w:p w:rsidR="00D06154" w:rsidRDefault="00D06154" w:rsidP="00D06154">
      <w:pPr>
        <w:ind w:firstLine="0"/>
      </w:pPr>
      <w:r>
        <w:t>Konstrukce</w:t>
      </w:r>
    </w:p>
    <w:p w:rsidR="00D06154" w:rsidRDefault="00D06154" w:rsidP="00D06154">
      <w:r>
        <w:t>1 - Hliníkové jádro</w:t>
      </w:r>
    </w:p>
    <w:p w:rsidR="00D06154" w:rsidRDefault="00D06154" w:rsidP="00D06154">
      <w:r>
        <w:t>2 - Vnitřní polovodivá vrstva</w:t>
      </w:r>
    </w:p>
    <w:p w:rsidR="00D06154" w:rsidRDefault="00D06154" w:rsidP="00D06154">
      <w:r>
        <w:t xml:space="preserve">3 - Izolace ze </w:t>
      </w:r>
      <w:proofErr w:type="spellStart"/>
      <w:r>
        <w:t>zesítěného</w:t>
      </w:r>
      <w:proofErr w:type="spellEnd"/>
      <w:r>
        <w:t xml:space="preserve"> polyetylenu</w:t>
      </w:r>
    </w:p>
    <w:p w:rsidR="00D06154" w:rsidRDefault="00D06154" w:rsidP="00D06154">
      <w:r>
        <w:t>4 - Vnější polovodivá vrstva</w:t>
      </w:r>
    </w:p>
    <w:p w:rsidR="00D06154" w:rsidRDefault="00D06154" w:rsidP="00D06154">
      <w:r>
        <w:t xml:space="preserve">5 - Polovodivá </w:t>
      </w:r>
      <w:proofErr w:type="spellStart"/>
      <w:r>
        <w:t>vodoblokující</w:t>
      </w:r>
      <w:proofErr w:type="spellEnd"/>
      <w:r>
        <w:t xml:space="preserve"> páska pod </w:t>
      </w:r>
      <w:proofErr w:type="spellStart"/>
      <w:r>
        <w:t>stínením</w:t>
      </w:r>
      <w:proofErr w:type="spellEnd"/>
    </w:p>
    <w:p w:rsidR="00D06154" w:rsidRDefault="00D06154" w:rsidP="00D06154">
      <w:r>
        <w:t xml:space="preserve">6 - Stínění (koncentrický vodič z </w:t>
      </w:r>
      <w:proofErr w:type="spellStart"/>
      <w:r>
        <w:t>Cu</w:t>
      </w:r>
      <w:proofErr w:type="spellEnd"/>
      <w:r>
        <w:t xml:space="preserve"> drátů) s </w:t>
      </w:r>
      <w:proofErr w:type="spellStart"/>
      <w:r>
        <w:t>protispirálou</w:t>
      </w:r>
      <w:proofErr w:type="spellEnd"/>
      <w:r>
        <w:t xml:space="preserve"> (</w:t>
      </w:r>
      <w:proofErr w:type="spellStart"/>
      <w:r>
        <w:t>Cu</w:t>
      </w:r>
      <w:proofErr w:type="spellEnd"/>
      <w:r>
        <w:t xml:space="preserve"> páska)</w:t>
      </w:r>
    </w:p>
    <w:p w:rsidR="00D06154" w:rsidRDefault="00D06154" w:rsidP="00D06154">
      <w:r>
        <w:t xml:space="preserve">7 - Polovodivá </w:t>
      </w:r>
      <w:proofErr w:type="spellStart"/>
      <w:r>
        <w:t>vodoblokující</w:t>
      </w:r>
      <w:proofErr w:type="spellEnd"/>
      <w:r>
        <w:t xml:space="preserve"> páska nad stíněním</w:t>
      </w:r>
    </w:p>
    <w:p w:rsidR="00D06154" w:rsidRDefault="00D06154" w:rsidP="00D06154">
      <w:r>
        <w:t xml:space="preserve">8 – Vnější </w:t>
      </w:r>
      <w:proofErr w:type="spellStart"/>
      <w:r>
        <w:t>plášt</w:t>
      </w:r>
      <w:proofErr w:type="spellEnd"/>
      <w:r>
        <w:t xml:space="preserve"> (PE + PVC černý, odolný proti UV záření)</w:t>
      </w:r>
    </w:p>
    <w:p w:rsidR="00D06154" w:rsidRDefault="00D06154" w:rsidP="00D06154"/>
    <w:p w:rsidR="00D06154" w:rsidRDefault="00D06154" w:rsidP="00D06154">
      <w:pPr>
        <w:ind w:firstLine="0"/>
      </w:pPr>
      <w:r>
        <w:t>Použití</w:t>
      </w:r>
    </w:p>
    <w:p w:rsidR="00D06154" w:rsidRDefault="00D06154" w:rsidP="00D06154">
      <w:pPr>
        <w:ind w:firstLine="0"/>
      </w:pPr>
      <w:r>
        <w:t>Kabely jsou určeny pro volné uložení ve vzduchu na nosné konstrukce, do země, do tvárnic, do trubek z nemagnetického materiálu. Uložení dle ČSN 33 2000-5-52 v prostředí obyčejném i vlhkém.</w:t>
      </w:r>
    </w:p>
    <w:p w:rsidR="00D06154" w:rsidRDefault="00D06154" w:rsidP="00D06154">
      <w:pPr>
        <w:ind w:firstLine="0"/>
      </w:pPr>
    </w:p>
    <w:p w:rsidR="00C26BBF" w:rsidRDefault="00C26BBF" w:rsidP="00D06154">
      <w:pPr>
        <w:ind w:firstLine="0"/>
      </w:pPr>
    </w:p>
    <w:p w:rsidR="00C26BBF" w:rsidRDefault="00C26BBF" w:rsidP="00D06154">
      <w:pPr>
        <w:ind w:firstLine="0"/>
      </w:pPr>
    </w:p>
    <w:p w:rsidR="00C26BBF" w:rsidRDefault="00C26BBF" w:rsidP="00D06154">
      <w:pPr>
        <w:ind w:firstLine="0"/>
      </w:pPr>
    </w:p>
    <w:p w:rsidR="00C26BBF" w:rsidRDefault="00C26BBF" w:rsidP="00D06154">
      <w:pPr>
        <w:ind w:firstLine="0"/>
      </w:pPr>
    </w:p>
    <w:p w:rsidR="00C26BBF" w:rsidRDefault="00C26BBF" w:rsidP="00D06154">
      <w:pPr>
        <w:ind w:firstLine="0"/>
      </w:pPr>
    </w:p>
    <w:p w:rsidR="00C26BBF" w:rsidRDefault="00C26BBF" w:rsidP="00D06154">
      <w:pPr>
        <w:ind w:firstLine="0"/>
      </w:pPr>
    </w:p>
    <w:p w:rsidR="00E970C5" w:rsidRDefault="00E970C5" w:rsidP="00D06154">
      <w:pPr>
        <w:ind w:firstLine="0"/>
      </w:pPr>
    </w:p>
    <w:p w:rsidR="00D06154" w:rsidRDefault="00D06154" w:rsidP="00D06154">
      <w:pPr>
        <w:ind w:firstLine="0"/>
      </w:pPr>
      <w:r>
        <w:lastRenderedPageBreak/>
        <w:t>Vlastnosti</w:t>
      </w:r>
      <w:r w:rsidR="00E970C5">
        <w:t>:</w:t>
      </w:r>
    </w:p>
    <w:p w:rsidR="00E970C5" w:rsidRDefault="00E970C5" w:rsidP="00D06154">
      <w:pPr>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Jmenovité napětí: </w:t>
            </w:r>
            <w:r w:rsidRPr="00D06154">
              <w:rPr>
                <w:noProof/>
                <w:sz w:val="20"/>
              </w:rPr>
              <w:t>U0 /U 12,7/22 kV</w:t>
            </w:r>
          </w:p>
        </w:tc>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Barva pláště: </w:t>
            </w:r>
            <w:r w:rsidRPr="00D06154">
              <w:rPr>
                <w:noProof/>
                <w:sz w:val="20"/>
              </w:rPr>
              <w:t>Červená nebo černá</w:t>
            </w:r>
          </w:p>
        </w:tc>
      </w:tr>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Zkušební napětí: </w:t>
            </w:r>
            <w:r w:rsidRPr="00D06154">
              <w:rPr>
                <w:noProof/>
                <w:sz w:val="20"/>
              </w:rPr>
              <w:t>50 kV</w:t>
            </w:r>
          </w:p>
        </w:tc>
        <w:tc>
          <w:tcPr>
            <w:tcW w:w="4606" w:type="dxa"/>
          </w:tcPr>
          <w:p w:rsidR="00D06154" w:rsidRPr="00D06154" w:rsidRDefault="00D06154" w:rsidP="00D06154">
            <w:pPr>
              <w:tabs>
                <w:tab w:val="right" w:leader="dot" w:pos="9072"/>
              </w:tabs>
              <w:ind w:firstLine="0"/>
              <w:rPr>
                <w:noProof/>
                <w:sz w:val="20"/>
              </w:rPr>
            </w:pPr>
            <w:r w:rsidRPr="00D06154">
              <w:rPr>
                <w:b/>
                <w:noProof/>
                <w:sz w:val="20"/>
              </w:rPr>
              <w:t>Odolnost proti šíření plamene:</w:t>
            </w:r>
            <w:r>
              <w:rPr>
                <w:b/>
                <w:noProof/>
                <w:sz w:val="20"/>
              </w:rPr>
              <w:t xml:space="preserve"> </w:t>
            </w:r>
            <w:r w:rsidRPr="00D06154">
              <w:rPr>
                <w:noProof/>
                <w:sz w:val="20"/>
              </w:rPr>
              <w:t>ČSN IEC 332-1</w:t>
            </w:r>
          </w:p>
        </w:tc>
      </w:tr>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Maximální provozní teplota při zkratu: </w:t>
            </w:r>
            <w:r w:rsidRPr="00D06154">
              <w:rPr>
                <w:noProof/>
                <w:sz w:val="20"/>
              </w:rPr>
              <w:t>+250 °C</w:t>
            </w:r>
          </w:p>
        </w:tc>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Maximální napětí: </w:t>
            </w:r>
            <w:r w:rsidRPr="00D06154">
              <w:rPr>
                <w:noProof/>
                <w:sz w:val="20"/>
              </w:rPr>
              <w:t>25 kV</w:t>
            </w:r>
          </w:p>
        </w:tc>
      </w:tr>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Maximální provozní teplota jádra: </w:t>
            </w:r>
            <w:r w:rsidRPr="00D06154">
              <w:rPr>
                <w:noProof/>
                <w:sz w:val="20"/>
              </w:rPr>
              <w:t>+90 °C</w:t>
            </w:r>
          </w:p>
        </w:tc>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UV stabilita: </w:t>
            </w:r>
            <w:r w:rsidRPr="00D06154">
              <w:rPr>
                <w:noProof/>
                <w:sz w:val="20"/>
              </w:rPr>
              <w:t>ano</w:t>
            </w:r>
          </w:p>
        </w:tc>
      </w:tr>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Rozsah teplot při provozu: </w:t>
            </w:r>
            <w:r w:rsidRPr="00D06154">
              <w:rPr>
                <w:noProof/>
                <w:sz w:val="20"/>
              </w:rPr>
              <w:t>−35 až +90 °C</w:t>
            </w:r>
          </w:p>
        </w:tc>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Balení: </w:t>
            </w:r>
            <w:r w:rsidRPr="00D06154">
              <w:rPr>
                <w:noProof/>
                <w:sz w:val="20"/>
              </w:rPr>
              <w:t>kabelové bubny</w:t>
            </w:r>
          </w:p>
        </w:tc>
      </w:tr>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Minimální teplota pokládky a manipulace s kabelem </w:t>
            </w:r>
            <w:r w:rsidRPr="00D06154">
              <w:rPr>
                <w:noProof/>
                <w:sz w:val="20"/>
              </w:rPr>
              <w:t>−5 °C</w:t>
            </w:r>
          </w:p>
        </w:tc>
        <w:tc>
          <w:tcPr>
            <w:tcW w:w="4606" w:type="dxa"/>
          </w:tcPr>
          <w:p w:rsidR="00D06154" w:rsidRPr="00D06154" w:rsidRDefault="00D06154" w:rsidP="00D06154">
            <w:pPr>
              <w:tabs>
                <w:tab w:val="right" w:leader="dot" w:pos="9072"/>
              </w:tabs>
              <w:ind w:firstLine="0"/>
              <w:rPr>
                <w:noProof/>
                <w:sz w:val="20"/>
              </w:rPr>
            </w:pPr>
            <w:r w:rsidRPr="00D06154">
              <w:rPr>
                <w:b/>
                <w:noProof/>
                <w:sz w:val="20"/>
              </w:rPr>
              <w:t xml:space="preserve">Označení CE prohlášení: </w:t>
            </w:r>
            <w:r w:rsidRPr="00D06154">
              <w:rPr>
                <w:noProof/>
                <w:sz w:val="20"/>
              </w:rPr>
              <w:t>Ano</w:t>
            </w:r>
          </w:p>
        </w:tc>
      </w:tr>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Minimální teplota skladování</w:t>
            </w:r>
            <w:r>
              <w:rPr>
                <w:b/>
                <w:noProof/>
                <w:sz w:val="20"/>
              </w:rPr>
              <w:t xml:space="preserve"> </w:t>
            </w:r>
            <w:r w:rsidRPr="00D06154">
              <w:rPr>
                <w:noProof/>
                <w:sz w:val="20"/>
              </w:rPr>
              <w:t>−25 °C</w:t>
            </w:r>
          </w:p>
        </w:tc>
        <w:tc>
          <w:tcPr>
            <w:tcW w:w="4606" w:type="dxa"/>
          </w:tcPr>
          <w:p w:rsidR="00D06154" w:rsidRPr="00D06154" w:rsidRDefault="00D06154" w:rsidP="00D06154">
            <w:pPr>
              <w:tabs>
                <w:tab w:val="right" w:leader="dot" w:pos="9072"/>
              </w:tabs>
              <w:rPr>
                <w:noProof/>
                <w:sz w:val="20"/>
              </w:rPr>
            </w:pPr>
          </w:p>
        </w:tc>
      </w:tr>
      <w:tr w:rsidR="00D06154" w:rsidTr="00D06154">
        <w:tc>
          <w:tcPr>
            <w:tcW w:w="4606" w:type="dxa"/>
          </w:tcPr>
          <w:p w:rsidR="00D06154" w:rsidRPr="00D06154" w:rsidRDefault="00D06154" w:rsidP="00D06154">
            <w:pPr>
              <w:tabs>
                <w:tab w:val="right" w:leader="dot" w:pos="9072"/>
              </w:tabs>
              <w:ind w:firstLine="0"/>
              <w:rPr>
                <w:noProof/>
                <w:sz w:val="20"/>
              </w:rPr>
            </w:pPr>
            <w:r w:rsidRPr="00D06154">
              <w:rPr>
                <w:b/>
                <w:noProof/>
                <w:sz w:val="20"/>
              </w:rPr>
              <w:t>Barva izolace</w:t>
            </w:r>
            <w:r>
              <w:rPr>
                <w:b/>
                <w:noProof/>
                <w:sz w:val="20"/>
              </w:rPr>
              <w:t xml:space="preserve"> </w:t>
            </w:r>
            <w:r w:rsidRPr="00D06154">
              <w:rPr>
                <w:noProof/>
                <w:sz w:val="20"/>
              </w:rPr>
              <w:t>přírodní</w:t>
            </w:r>
          </w:p>
        </w:tc>
        <w:tc>
          <w:tcPr>
            <w:tcW w:w="4606" w:type="dxa"/>
          </w:tcPr>
          <w:p w:rsidR="00D06154" w:rsidRPr="00D06154" w:rsidRDefault="00D06154" w:rsidP="00D06154">
            <w:pPr>
              <w:tabs>
                <w:tab w:val="right" w:leader="dot" w:pos="9072"/>
              </w:tabs>
              <w:ind w:firstLine="0"/>
              <w:rPr>
                <w:noProof/>
                <w:sz w:val="20"/>
              </w:rPr>
            </w:pPr>
            <w:r w:rsidRPr="00D06154">
              <w:rPr>
                <w:noProof/>
                <w:sz w:val="20"/>
              </w:rPr>
              <w:t>1/240mm2 – poloměr ohybu 645mm</w:t>
            </w:r>
          </w:p>
        </w:tc>
      </w:tr>
    </w:tbl>
    <w:p w:rsidR="00D06154" w:rsidRDefault="00D06154" w:rsidP="00D06154">
      <w:pPr>
        <w:ind w:firstLine="0"/>
      </w:pPr>
    </w:p>
    <w:p w:rsidR="00D06154" w:rsidRPr="00352C22" w:rsidRDefault="00D06154" w:rsidP="00D06154">
      <w:pPr>
        <w:ind w:firstLine="0"/>
        <w:rPr>
          <w:b/>
        </w:rPr>
      </w:pPr>
      <w:r w:rsidRPr="00352C22">
        <w:rPr>
          <w:b/>
        </w:rPr>
        <w:t>Kabelový žlab TK2 – se zámky</w:t>
      </w:r>
    </w:p>
    <w:p w:rsidR="00D06154" w:rsidRDefault="00D06154" w:rsidP="00D06154">
      <w:pPr>
        <w:ind w:firstLine="0"/>
      </w:pPr>
      <w:r>
        <w:t>Je určen pro krytí uložených kabelů při rozvodech elektřiny, telefonu, kabelové televize, plynových přípojek apod. Je vhodný i pro meliorační a topné kanály. Světlost žlabu je 15 x 13 cm. Rozměry vnější d 1000 x š 230 x v 230(včetně poklopu) mm.</w:t>
      </w:r>
    </w:p>
    <w:p w:rsidR="00D06154" w:rsidRDefault="00D06154" w:rsidP="00D06154">
      <w:pPr>
        <w:ind w:firstLine="0"/>
      </w:pPr>
      <w:r>
        <w:t>Žlaby jsou vyráběny zhutněním betonové směsi a jejich bezpečné uložení zajišťují zámky, které zabraňují případnému možnému střihu kabelu. Žlab je zakryt betonovým poklopem.</w:t>
      </w:r>
    </w:p>
    <w:p w:rsidR="00E00623" w:rsidRDefault="00E00623" w:rsidP="008417D8">
      <w:pPr>
        <w:ind w:firstLine="540"/>
      </w:pPr>
    </w:p>
    <w:sectPr w:rsidR="00E00623" w:rsidSect="00B650FE">
      <w:headerReference w:type="default" r:id="rId12"/>
      <w:footerReference w:type="even" r:id="rId13"/>
      <w:footerReference w:type="default" r:id="rId14"/>
      <w:pgSz w:w="11907" w:h="16840" w:code="9"/>
      <w:pgMar w:top="1418" w:right="1418" w:bottom="1418" w:left="1418" w:header="709" w:footer="709"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059" w:rsidRDefault="00881059">
      <w:r>
        <w:separator/>
      </w:r>
    </w:p>
  </w:endnote>
  <w:endnote w:type="continuationSeparator" w:id="0">
    <w:p w:rsidR="00881059" w:rsidRDefault="008810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59" w:rsidRDefault="00C35CA3">
    <w:pPr>
      <w:pStyle w:val="Zpat"/>
      <w:framePr w:wrap="around" w:vAnchor="text" w:hAnchor="margin" w:xAlign="center" w:y="1"/>
      <w:rPr>
        <w:rStyle w:val="slostrnky"/>
      </w:rPr>
    </w:pPr>
    <w:r>
      <w:rPr>
        <w:rStyle w:val="slostrnky"/>
      </w:rPr>
      <w:fldChar w:fldCharType="begin"/>
    </w:r>
    <w:r w:rsidR="00881059">
      <w:rPr>
        <w:rStyle w:val="slostrnky"/>
      </w:rPr>
      <w:instrText xml:space="preserve">PAGE  </w:instrText>
    </w:r>
    <w:r>
      <w:rPr>
        <w:rStyle w:val="slostrnky"/>
      </w:rPr>
      <w:fldChar w:fldCharType="separate"/>
    </w:r>
    <w:r w:rsidR="00881059">
      <w:rPr>
        <w:rStyle w:val="slostrnky"/>
        <w:noProof/>
      </w:rPr>
      <w:t>1</w:t>
    </w:r>
    <w:r>
      <w:rPr>
        <w:rStyle w:val="slostrnky"/>
      </w:rPr>
      <w:fldChar w:fldCharType="end"/>
    </w:r>
  </w:p>
  <w:p w:rsidR="00881059" w:rsidRDefault="0088105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059" w:rsidRDefault="00881059">
    <w:pPr>
      <w:pStyle w:val="Zpat"/>
      <w:tabs>
        <w:tab w:val="left" w:pos="8647"/>
      </w:tabs>
      <w:ind w:right="424"/>
    </w:pPr>
    <w:r>
      <w:t>MORAVIA CONSULT Olomouc a.s.</w:t>
    </w:r>
    <w:r>
      <w:tab/>
    </w:r>
    <w:r>
      <w:tab/>
    </w:r>
    <w:r w:rsidR="00C35CA3">
      <w:rPr>
        <w:rStyle w:val="slostrnky"/>
      </w:rPr>
      <w:fldChar w:fldCharType="begin"/>
    </w:r>
    <w:r>
      <w:rPr>
        <w:rStyle w:val="slostrnky"/>
      </w:rPr>
      <w:instrText xml:space="preserve"> PAGE </w:instrText>
    </w:r>
    <w:r w:rsidR="00C35CA3">
      <w:rPr>
        <w:rStyle w:val="slostrnky"/>
      </w:rPr>
      <w:fldChar w:fldCharType="separate"/>
    </w:r>
    <w:r w:rsidR="000671BC">
      <w:rPr>
        <w:rStyle w:val="slostrnky"/>
        <w:noProof/>
      </w:rPr>
      <w:t>2</w:t>
    </w:r>
    <w:r w:rsidR="00C35CA3">
      <w:rPr>
        <w:rStyle w:val="slostrnky"/>
      </w:rPr>
      <w:fldChar w:fldCharType="end"/>
    </w:r>
    <w:r>
      <w:rPr>
        <w:rStyle w:val="slostrnky"/>
      </w:rPr>
      <w:t>/</w:t>
    </w:r>
    <w:r w:rsidR="00C35CA3">
      <w:rPr>
        <w:rStyle w:val="slostrnky"/>
      </w:rPr>
      <w:fldChar w:fldCharType="begin"/>
    </w:r>
    <w:r>
      <w:rPr>
        <w:rStyle w:val="slostrnky"/>
      </w:rPr>
      <w:instrText xml:space="preserve"> NUMPAGES </w:instrText>
    </w:r>
    <w:r w:rsidR="00C35CA3">
      <w:rPr>
        <w:rStyle w:val="slostrnky"/>
      </w:rPr>
      <w:fldChar w:fldCharType="separate"/>
    </w:r>
    <w:r w:rsidR="000671BC">
      <w:rPr>
        <w:rStyle w:val="slostrnky"/>
        <w:noProof/>
      </w:rPr>
      <w:t>14</w:t>
    </w:r>
    <w:r w:rsidR="00C35CA3">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059" w:rsidRDefault="00881059">
      <w:r>
        <w:separator/>
      </w:r>
    </w:p>
  </w:footnote>
  <w:footnote w:type="continuationSeparator" w:id="0">
    <w:p w:rsidR="00881059" w:rsidRDefault="008810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9072"/>
    </w:tblGrid>
    <w:tr w:rsidR="00881059">
      <w:trPr>
        <w:cantSplit/>
      </w:trPr>
      <w:tc>
        <w:tcPr>
          <w:tcW w:w="9072" w:type="dxa"/>
          <w:tcBorders>
            <w:bottom w:val="single" w:sz="4" w:space="0" w:color="auto"/>
          </w:tcBorders>
        </w:tcPr>
        <w:p w:rsidR="00881059" w:rsidRDefault="00881059" w:rsidP="00E71B1C">
          <w:pPr>
            <w:pStyle w:val="Zhlav"/>
            <w:spacing w:before="0"/>
          </w:pPr>
          <w:r w:rsidRPr="008417D8">
            <w:t>1</w:t>
          </w:r>
          <w:r>
            <w:t>9</w:t>
          </w:r>
          <w:r w:rsidRPr="008417D8">
            <w:t>-0</w:t>
          </w:r>
          <w:r>
            <w:t>51</w:t>
          </w:r>
          <w:r w:rsidRPr="008417D8">
            <w:t>-23</w:t>
          </w:r>
          <w:r>
            <w:t>6</w:t>
          </w:r>
          <w:r w:rsidRPr="008417D8">
            <w:t>-SR "</w:t>
          </w:r>
          <w:r>
            <w:t xml:space="preserve"> </w:t>
          </w:r>
          <w:r w:rsidRPr="00554A71">
            <w:t xml:space="preserve">Zřízení a rekonstrukce EOV v ŽST Červenka a Zábřeh na Moravě </w:t>
          </w:r>
          <w:r w:rsidRPr="008417D8">
            <w:t>"</w:t>
          </w:r>
        </w:p>
        <w:p w:rsidR="00881059" w:rsidRPr="00596453" w:rsidRDefault="00881059" w:rsidP="00E71B1C">
          <w:pPr>
            <w:pStyle w:val="Zhlav"/>
            <w:spacing w:before="0"/>
          </w:pPr>
          <w:proofErr w:type="gramStart"/>
          <w:r>
            <w:t>D.2</w:t>
          </w:r>
          <w:r w:rsidRPr="00AD0A72">
            <w:t>.3.</w:t>
          </w:r>
          <w:r>
            <w:t>6</w:t>
          </w:r>
          <w:proofErr w:type="gramEnd"/>
          <w:r>
            <w:t xml:space="preserve"> </w:t>
          </w:r>
          <w:r w:rsidRPr="00A8287F">
            <w:t xml:space="preserve">Rozvodny </w:t>
          </w:r>
          <w:proofErr w:type="spellStart"/>
          <w:r w:rsidRPr="00A8287F">
            <w:t>vn</w:t>
          </w:r>
          <w:proofErr w:type="spellEnd"/>
          <w:r w:rsidRPr="00A8287F">
            <w:t xml:space="preserve">, </w:t>
          </w:r>
          <w:proofErr w:type="spellStart"/>
          <w:r w:rsidRPr="00A8287F">
            <w:t>nn</w:t>
          </w:r>
          <w:proofErr w:type="spellEnd"/>
          <w:r w:rsidRPr="00A8287F">
            <w:t>, osvětlení a dálkové ovládání odpojovačů</w:t>
          </w:r>
        </w:p>
      </w:tc>
    </w:tr>
  </w:tbl>
  <w:p w:rsidR="00881059" w:rsidRDefault="00881059" w:rsidP="00387D94">
    <w:pPr>
      <w:pStyle w:val="Zhlav"/>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6158CA22"/>
    <w:lvl w:ilvl="0">
      <w:start w:val="1"/>
      <w:numFmt w:val="bullet"/>
      <w:pStyle w:val="Seznamsodrkami4"/>
      <w:lvlText w:val=""/>
      <w:lvlJc w:val="left"/>
      <w:pPr>
        <w:tabs>
          <w:tab w:val="num" w:pos="1209"/>
        </w:tabs>
        <w:ind w:left="1209" w:hanging="360"/>
      </w:pPr>
      <w:rPr>
        <w:rFonts w:ascii="Symbol" w:hAnsi="Symbol" w:hint="default"/>
      </w:rPr>
    </w:lvl>
  </w:abstractNum>
  <w:abstractNum w:abstractNumId="1">
    <w:nsid w:val="FFFFFFFB"/>
    <w:multiLevelType w:val="multilevel"/>
    <w:tmpl w:val="0922B8BA"/>
    <w:lvl w:ilvl="0">
      <w:start w:val="1"/>
      <w:numFmt w:val="decimal"/>
      <w:pStyle w:val="Nadpis1"/>
      <w:lvlText w:val="%1"/>
      <w:lvlJc w:val="left"/>
      <w:pPr>
        <w:tabs>
          <w:tab w:val="num" w:pos="1306"/>
        </w:tabs>
        <w:ind w:left="852" w:firstLine="0"/>
      </w:pPr>
      <w:rPr>
        <w:rFonts w:hint="default"/>
      </w:rPr>
    </w:lvl>
    <w:lvl w:ilvl="1">
      <w:start w:val="1"/>
      <w:numFmt w:val="decimal"/>
      <w:pStyle w:val="Nadpis2"/>
      <w:lvlText w:val="%1.%2"/>
      <w:lvlJc w:val="left"/>
      <w:pPr>
        <w:tabs>
          <w:tab w:val="num" w:pos="720"/>
        </w:tabs>
        <w:ind w:left="0" w:firstLine="0"/>
      </w:pPr>
      <w:rPr>
        <w:rFonts w:hint="default"/>
      </w:rPr>
    </w:lvl>
    <w:lvl w:ilvl="2">
      <w:start w:val="1"/>
      <w:numFmt w:val="decimal"/>
      <w:pStyle w:val="Nadpis3"/>
      <w:lvlText w:val="%1.%2.%3"/>
      <w:lvlJc w:val="left"/>
      <w:pPr>
        <w:tabs>
          <w:tab w:val="num" w:pos="-4951"/>
        </w:tabs>
        <w:ind w:left="-5671" w:firstLine="0"/>
      </w:pPr>
      <w:rPr>
        <w:rFonts w:hint="default"/>
      </w:rPr>
    </w:lvl>
    <w:lvl w:ilvl="3">
      <w:start w:val="1"/>
      <w:numFmt w:val="decimal"/>
      <w:pStyle w:val="Nadpis4"/>
      <w:lvlText w:val="%1.%2.%3.%4"/>
      <w:lvlJc w:val="left"/>
      <w:pPr>
        <w:tabs>
          <w:tab w:val="num" w:pos="-4591"/>
        </w:tabs>
        <w:ind w:left="-5671" w:firstLine="0"/>
      </w:pPr>
      <w:rPr>
        <w:rFonts w:hint="default"/>
      </w:rPr>
    </w:lvl>
    <w:lvl w:ilvl="4">
      <w:start w:val="1"/>
      <w:numFmt w:val="decimal"/>
      <w:pStyle w:val="Nadpis5"/>
      <w:lvlText w:val="%1.%2.%3.%4.%5"/>
      <w:lvlJc w:val="left"/>
      <w:pPr>
        <w:tabs>
          <w:tab w:val="num" w:pos="-4231"/>
        </w:tabs>
        <w:ind w:left="-5671" w:firstLine="0"/>
      </w:pPr>
      <w:rPr>
        <w:rFonts w:hint="default"/>
      </w:rPr>
    </w:lvl>
    <w:lvl w:ilvl="5">
      <w:start w:val="1"/>
      <w:numFmt w:val="decimal"/>
      <w:pStyle w:val="Nadpis6"/>
      <w:lvlText w:val="%1.%2.%3.%4.%5.%6"/>
      <w:lvlJc w:val="left"/>
      <w:pPr>
        <w:tabs>
          <w:tab w:val="num" w:pos="-3871"/>
        </w:tabs>
        <w:ind w:left="-5671" w:firstLine="0"/>
      </w:pPr>
      <w:rPr>
        <w:rFonts w:hint="default"/>
      </w:rPr>
    </w:lvl>
    <w:lvl w:ilvl="6">
      <w:start w:val="1"/>
      <w:numFmt w:val="decimal"/>
      <w:pStyle w:val="Nadpis7"/>
      <w:lvlText w:val="%1.%2.%3.%4.%5.%6.%7"/>
      <w:lvlJc w:val="left"/>
      <w:pPr>
        <w:tabs>
          <w:tab w:val="num" w:pos="-3871"/>
        </w:tabs>
        <w:ind w:left="-5671" w:firstLine="0"/>
      </w:pPr>
      <w:rPr>
        <w:rFonts w:hint="default"/>
      </w:rPr>
    </w:lvl>
    <w:lvl w:ilvl="7">
      <w:start w:val="1"/>
      <w:numFmt w:val="decimal"/>
      <w:pStyle w:val="Nadpis8"/>
      <w:lvlText w:val="%1.%2.%3.%4.%5.%6.%7.%8"/>
      <w:lvlJc w:val="left"/>
      <w:pPr>
        <w:tabs>
          <w:tab w:val="num" w:pos="-3511"/>
        </w:tabs>
        <w:ind w:left="-5671" w:firstLine="0"/>
      </w:pPr>
      <w:rPr>
        <w:rFonts w:hint="default"/>
      </w:rPr>
    </w:lvl>
    <w:lvl w:ilvl="8">
      <w:start w:val="1"/>
      <w:numFmt w:val="decimal"/>
      <w:pStyle w:val="Nadpis9"/>
      <w:lvlText w:val="%1.%2.%3.%4.%5.%6.%7.%8.%9"/>
      <w:lvlJc w:val="left"/>
      <w:pPr>
        <w:tabs>
          <w:tab w:val="num" w:pos="-1449"/>
        </w:tabs>
        <w:ind w:left="-3969" w:firstLine="0"/>
      </w:pPr>
      <w:rPr>
        <w:rFonts w:hint="default"/>
      </w:rPr>
    </w:lvl>
  </w:abstractNum>
  <w:abstractNum w:abstractNumId="2">
    <w:nsid w:val="00D81A81"/>
    <w:multiLevelType w:val="hybridMultilevel"/>
    <w:tmpl w:val="F26CC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D73C65"/>
    <w:multiLevelType w:val="hybridMultilevel"/>
    <w:tmpl w:val="7DFE0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D8778A2"/>
    <w:multiLevelType w:val="hybridMultilevel"/>
    <w:tmpl w:val="854EA5F6"/>
    <w:lvl w:ilvl="0" w:tplc="63A4234C">
      <w:start w:val="1"/>
      <w:numFmt w:val="bullet"/>
      <w:lvlText w:val="-"/>
      <w:lvlJc w:val="left"/>
      <w:pPr>
        <w:tabs>
          <w:tab w:val="num" w:pos="405"/>
        </w:tabs>
        <w:ind w:left="405" w:hanging="360"/>
      </w:pPr>
      <w:rPr>
        <w:rFonts w:ascii="Times New Roman" w:eastAsia="Times New Roman" w:hAnsi="Times New Roman" w:cs="Times New Roman" w:hint="default"/>
      </w:rPr>
    </w:lvl>
    <w:lvl w:ilvl="1" w:tplc="04050003" w:tentative="1">
      <w:start w:val="1"/>
      <w:numFmt w:val="bullet"/>
      <w:lvlText w:val="o"/>
      <w:lvlJc w:val="left"/>
      <w:pPr>
        <w:tabs>
          <w:tab w:val="num" w:pos="1125"/>
        </w:tabs>
        <w:ind w:left="1125" w:hanging="360"/>
      </w:pPr>
      <w:rPr>
        <w:rFonts w:ascii="Courier New" w:hAnsi="Courier New" w:cs="Courier New" w:hint="default"/>
      </w:rPr>
    </w:lvl>
    <w:lvl w:ilvl="2" w:tplc="04050005" w:tentative="1">
      <w:start w:val="1"/>
      <w:numFmt w:val="bullet"/>
      <w:lvlText w:val=""/>
      <w:lvlJc w:val="left"/>
      <w:pPr>
        <w:tabs>
          <w:tab w:val="num" w:pos="1845"/>
        </w:tabs>
        <w:ind w:left="1845" w:hanging="360"/>
      </w:pPr>
      <w:rPr>
        <w:rFonts w:ascii="Wingdings" w:hAnsi="Wingdings" w:hint="default"/>
      </w:rPr>
    </w:lvl>
    <w:lvl w:ilvl="3" w:tplc="04050001" w:tentative="1">
      <w:start w:val="1"/>
      <w:numFmt w:val="bullet"/>
      <w:lvlText w:val=""/>
      <w:lvlJc w:val="left"/>
      <w:pPr>
        <w:tabs>
          <w:tab w:val="num" w:pos="2565"/>
        </w:tabs>
        <w:ind w:left="2565" w:hanging="360"/>
      </w:pPr>
      <w:rPr>
        <w:rFonts w:ascii="Symbol" w:hAnsi="Symbol" w:hint="default"/>
      </w:rPr>
    </w:lvl>
    <w:lvl w:ilvl="4" w:tplc="04050003" w:tentative="1">
      <w:start w:val="1"/>
      <w:numFmt w:val="bullet"/>
      <w:lvlText w:val="o"/>
      <w:lvlJc w:val="left"/>
      <w:pPr>
        <w:tabs>
          <w:tab w:val="num" w:pos="3285"/>
        </w:tabs>
        <w:ind w:left="3285" w:hanging="360"/>
      </w:pPr>
      <w:rPr>
        <w:rFonts w:ascii="Courier New" w:hAnsi="Courier New" w:cs="Courier New" w:hint="default"/>
      </w:rPr>
    </w:lvl>
    <w:lvl w:ilvl="5" w:tplc="04050005" w:tentative="1">
      <w:start w:val="1"/>
      <w:numFmt w:val="bullet"/>
      <w:lvlText w:val=""/>
      <w:lvlJc w:val="left"/>
      <w:pPr>
        <w:tabs>
          <w:tab w:val="num" w:pos="4005"/>
        </w:tabs>
        <w:ind w:left="4005" w:hanging="360"/>
      </w:pPr>
      <w:rPr>
        <w:rFonts w:ascii="Wingdings" w:hAnsi="Wingdings" w:hint="default"/>
      </w:rPr>
    </w:lvl>
    <w:lvl w:ilvl="6" w:tplc="04050001" w:tentative="1">
      <w:start w:val="1"/>
      <w:numFmt w:val="bullet"/>
      <w:lvlText w:val=""/>
      <w:lvlJc w:val="left"/>
      <w:pPr>
        <w:tabs>
          <w:tab w:val="num" w:pos="4725"/>
        </w:tabs>
        <w:ind w:left="4725" w:hanging="360"/>
      </w:pPr>
      <w:rPr>
        <w:rFonts w:ascii="Symbol" w:hAnsi="Symbol" w:hint="default"/>
      </w:rPr>
    </w:lvl>
    <w:lvl w:ilvl="7" w:tplc="04050003" w:tentative="1">
      <w:start w:val="1"/>
      <w:numFmt w:val="bullet"/>
      <w:lvlText w:val="o"/>
      <w:lvlJc w:val="left"/>
      <w:pPr>
        <w:tabs>
          <w:tab w:val="num" w:pos="5445"/>
        </w:tabs>
        <w:ind w:left="5445" w:hanging="360"/>
      </w:pPr>
      <w:rPr>
        <w:rFonts w:ascii="Courier New" w:hAnsi="Courier New" w:cs="Courier New" w:hint="default"/>
      </w:rPr>
    </w:lvl>
    <w:lvl w:ilvl="8" w:tplc="04050005" w:tentative="1">
      <w:start w:val="1"/>
      <w:numFmt w:val="bullet"/>
      <w:lvlText w:val=""/>
      <w:lvlJc w:val="left"/>
      <w:pPr>
        <w:tabs>
          <w:tab w:val="num" w:pos="6165"/>
        </w:tabs>
        <w:ind w:left="6165" w:hanging="360"/>
      </w:pPr>
      <w:rPr>
        <w:rFonts w:ascii="Wingdings" w:hAnsi="Wingdings" w:hint="default"/>
      </w:rPr>
    </w:lvl>
  </w:abstractNum>
  <w:abstractNum w:abstractNumId="5">
    <w:nsid w:val="1D8A6EE8"/>
    <w:multiLevelType w:val="hybridMultilevel"/>
    <w:tmpl w:val="004A599C"/>
    <w:lvl w:ilvl="0" w:tplc="04050001">
      <w:start w:val="1"/>
      <w:numFmt w:val="bullet"/>
      <w:lvlText w:val=""/>
      <w:lvlJc w:val="left"/>
      <w:pPr>
        <w:tabs>
          <w:tab w:val="num" w:pos="928"/>
        </w:tabs>
        <w:ind w:left="928" w:hanging="360"/>
      </w:pPr>
      <w:rPr>
        <w:rFonts w:ascii="Symbol" w:hAnsi="Symbol" w:hint="default"/>
      </w:rPr>
    </w:lvl>
    <w:lvl w:ilvl="1" w:tplc="6284B89A">
      <w:numFmt w:val="bullet"/>
      <w:lvlText w:val="-"/>
      <w:lvlJc w:val="left"/>
      <w:pPr>
        <w:tabs>
          <w:tab w:val="num" w:pos="1648"/>
        </w:tabs>
        <w:ind w:left="1648" w:hanging="360"/>
      </w:pPr>
      <w:rPr>
        <w:rFonts w:ascii="Times New Roman" w:eastAsia="Times New Roman" w:hAnsi="Times New Roman" w:cs="Times New Roman" w:hint="default"/>
      </w:rPr>
    </w:lvl>
    <w:lvl w:ilvl="2" w:tplc="04050005">
      <w:start w:val="1"/>
      <w:numFmt w:val="bullet"/>
      <w:lvlText w:val=""/>
      <w:lvlJc w:val="left"/>
      <w:pPr>
        <w:tabs>
          <w:tab w:val="num" w:pos="2368"/>
        </w:tabs>
        <w:ind w:left="2368" w:hanging="360"/>
      </w:pPr>
      <w:rPr>
        <w:rFonts w:ascii="Wingdings" w:hAnsi="Wingdings" w:hint="default"/>
      </w:rPr>
    </w:lvl>
    <w:lvl w:ilvl="3" w:tplc="04050001">
      <w:start w:val="1"/>
      <w:numFmt w:val="bullet"/>
      <w:lvlText w:val=""/>
      <w:lvlJc w:val="left"/>
      <w:pPr>
        <w:tabs>
          <w:tab w:val="num" w:pos="3088"/>
        </w:tabs>
        <w:ind w:left="3088" w:hanging="360"/>
      </w:pPr>
      <w:rPr>
        <w:rFonts w:ascii="Symbol" w:hAnsi="Symbol" w:hint="default"/>
      </w:rPr>
    </w:lvl>
    <w:lvl w:ilvl="4" w:tplc="04050003">
      <w:start w:val="1"/>
      <w:numFmt w:val="bullet"/>
      <w:lvlText w:val="o"/>
      <w:lvlJc w:val="left"/>
      <w:pPr>
        <w:tabs>
          <w:tab w:val="num" w:pos="3808"/>
        </w:tabs>
        <w:ind w:left="3808" w:hanging="360"/>
      </w:pPr>
      <w:rPr>
        <w:rFonts w:ascii="Courier New" w:hAnsi="Courier New" w:cs="Courier New" w:hint="default"/>
      </w:rPr>
    </w:lvl>
    <w:lvl w:ilvl="5" w:tplc="04050005">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abstractNum w:abstractNumId="6">
    <w:nsid w:val="492A14DE"/>
    <w:multiLevelType w:val="hybridMultilevel"/>
    <w:tmpl w:val="95182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AA271CA"/>
    <w:multiLevelType w:val="hybridMultilevel"/>
    <w:tmpl w:val="1FCA051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67B30D1A"/>
    <w:multiLevelType w:val="hybridMultilevel"/>
    <w:tmpl w:val="CA0CCEEA"/>
    <w:lvl w:ilvl="0" w:tplc="11A8C44C">
      <w:start w:val="1"/>
      <w:numFmt w:val="bullet"/>
      <w:lvlText w:val=""/>
      <w:lvlJc w:val="left"/>
      <w:pPr>
        <w:tabs>
          <w:tab w:val="num" w:pos="928"/>
        </w:tabs>
        <w:ind w:left="928" w:hanging="360"/>
      </w:pPr>
      <w:rPr>
        <w:rFonts w:ascii="Symbol" w:hAnsi="Symbol" w:hint="default"/>
      </w:rPr>
    </w:lvl>
    <w:lvl w:ilvl="1" w:tplc="04050001">
      <w:start w:val="1"/>
      <w:numFmt w:val="bullet"/>
      <w:lvlText w:val=""/>
      <w:lvlJc w:val="left"/>
      <w:pPr>
        <w:tabs>
          <w:tab w:val="num" w:pos="1648"/>
        </w:tabs>
        <w:ind w:left="1648" w:hanging="360"/>
      </w:pPr>
      <w:rPr>
        <w:rFonts w:ascii="Symbol" w:hAnsi="Symbol" w:hint="default"/>
      </w:rPr>
    </w:lvl>
    <w:lvl w:ilvl="2" w:tplc="0405001B" w:tentative="1">
      <w:start w:val="1"/>
      <w:numFmt w:val="bullet"/>
      <w:lvlText w:val=""/>
      <w:lvlJc w:val="left"/>
      <w:pPr>
        <w:tabs>
          <w:tab w:val="num" w:pos="2368"/>
        </w:tabs>
        <w:ind w:left="2368" w:hanging="360"/>
      </w:pPr>
      <w:rPr>
        <w:rFonts w:ascii="Wingdings" w:hAnsi="Wingdings" w:hint="default"/>
      </w:rPr>
    </w:lvl>
    <w:lvl w:ilvl="3" w:tplc="0405000F" w:tentative="1">
      <w:start w:val="1"/>
      <w:numFmt w:val="bullet"/>
      <w:lvlText w:val=""/>
      <w:lvlJc w:val="left"/>
      <w:pPr>
        <w:tabs>
          <w:tab w:val="num" w:pos="3088"/>
        </w:tabs>
        <w:ind w:left="3088" w:hanging="360"/>
      </w:pPr>
      <w:rPr>
        <w:rFonts w:ascii="Symbol" w:hAnsi="Symbol" w:hint="default"/>
      </w:rPr>
    </w:lvl>
    <w:lvl w:ilvl="4" w:tplc="04050019" w:tentative="1">
      <w:start w:val="1"/>
      <w:numFmt w:val="bullet"/>
      <w:lvlText w:val="o"/>
      <w:lvlJc w:val="left"/>
      <w:pPr>
        <w:tabs>
          <w:tab w:val="num" w:pos="3808"/>
        </w:tabs>
        <w:ind w:left="3808" w:hanging="360"/>
      </w:pPr>
      <w:rPr>
        <w:rFonts w:ascii="Courier New" w:hAnsi="Courier New" w:cs="Courier New" w:hint="default"/>
      </w:rPr>
    </w:lvl>
    <w:lvl w:ilvl="5" w:tplc="0405001B" w:tentative="1">
      <w:start w:val="1"/>
      <w:numFmt w:val="bullet"/>
      <w:lvlText w:val=""/>
      <w:lvlJc w:val="left"/>
      <w:pPr>
        <w:tabs>
          <w:tab w:val="num" w:pos="4528"/>
        </w:tabs>
        <w:ind w:left="4528" w:hanging="360"/>
      </w:pPr>
      <w:rPr>
        <w:rFonts w:ascii="Wingdings" w:hAnsi="Wingdings" w:hint="default"/>
      </w:rPr>
    </w:lvl>
    <w:lvl w:ilvl="6" w:tplc="0405000F" w:tentative="1">
      <w:start w:val="1"/>
      <w:numFmt w:val="bullet"/>
      <w:lvlText w:val=""/>
      <w:lvlJc w:val="left"/>
      <w:pPr>
        <w:tabs>
          <w:tab w:val="num" w:pos="5248"/>
        </w:tabs>
        <w:ind w:left="5248" w:hanging="360"/>
      </w:pPr>
      <w:rPr>
        <w:rFonts w:ascii="Symbol" w:hAnsi="Symbol" w:hint="default"/>
      </w:rPr>
    </w:lvl>
    <w:lvl w:ilvl="7" w:tplc="04050019" w:tentative="1">
      <w:start w:val="1"/>
      <w:numFmt w:val="bullet"/>
      <w:lvlText w:val="o"/>
      <w:lvlJc w:val="left"/>
      <w:pPr>
        <w:tabs>
          <w:tab w:val="num" w:pos="5968"/>
        </w:tabs>
        <w:ind w:left="5968" w:hanging="360"/>
      </w:pPr>
      <w:rPr>
        <w:rFonts w:ascii="Courier New" w:hAnsi="Courier New" w:cs="Courier New" w:hint="default"/>
      </w:rPr>
    </w:lvl>
    <w:lvl w:ilvl="8" w:tplc="0405001B" w:tentative="1">
      <w:start w:val="1"/>
      <w:numFmt w:val="bullet"/>
      <w:lvlText w:val=""/>
      <w:lvlJc w:val="left"/>
      <w:pPr>
        <w:tabs>
          <w:tab w:val="num" w:pos="6688"/>
        </w:tabs>
        <w:ind w:left="6688" w:hanging="360"/>
      </w:pPr>
      <w:rPr>
        <w:rFonts w:ascii="Wingdings" w:hAnsi="Wingdings" w:hint="default"/>
      </w:rPr>
    </w:lvl>
  </w:abstractNum>
  <w:abstractNum w:abstractNumId="9">
    <w:nsid w:val="73E15D01"/>
    <w:multiLevelType w:val="hybridMultilevel"/>
    <w:tmpl w:val="DD70C8C2"/>
    <w:lvl w:ilvl="0" w:tplc="11A8C44C">
      <w:start w:val="1"/>
      <w:numFmt w:val="bullet"/>
      <w:lvlText w:val=""/>
      <w:lvlJc w:val="left"/>
      <w:pPr>
        <w:tabs>
          <w:tab w:val="num" w:pos="928"/>
        </w:tabs>
        <w:ind w:left="928" w:hanging="360"/>
      </w:pPr>
      <w:rPr>
        <w:rFonts w:ascii="Symbol" w:hAnsi="Symbol" w:hint="default"/>
      </w:rPr>
    </w:lvl>
    <w:lvl w:ilvl="1" w:tplc="04050019">
      <w:numFmt w:val="bullet"/>
      <w:lvlText w:val="-"/>
      <w:lvlJc w:val="left"/>
      <w:pPr>
        <w:tabs>
          <w:tab w:val="num" w:pos="1648"/>
        </w:tabs>
        <w:ind w:left="1648" w:hanging="360"/>
      </w:pPr>
      <w:rPr>
        <w:rFonts w:ascii="Times New Roman" w:eastAsia="Times New Roman" w:hAnsi="Times New Roman" w:cs="Times New Roman" w:hint="default"/>
      </w:rPr>
    </w:lvl>
    <w:lvl w:ilvl="2" w:tplc="0405001B" w:tentative="1">
      <w:start w:val="1"/>
      <w:numFmt w:val="bullet"/>
      <w:lvlText w:val=""/>
      <w:lvlJc w:val="left"/>
      <w:pPr>
        <w:tabs>
          <w:tab w:val="num" w:pos="2368"/>
        </w:tabs>
        <w:ind w:left="2368" w:hanging="360"/>
      </w:pPr>
      <w:rPr>
        <w:rFonts w:ascii="Wingdings" w:hAnsi="Wingdings" w:hint="default"/>
      </w:rPr>
    </w:lvl>
    <w:lvl w:ilvl="3" w:tplc="0405000F" w:tentative="1">
      <w:start w:val="1"/>
      <w:numFmt w:val="bullet"/>
      <w:lvlText w:val=""/>
      <w:lvlJc w:val="left"/>
      <w:pPr>
        <w:tabs>
          <w:tab w:val="num" w:pos="3088"/>
        </w:tabs>
        <w:ind w:left="3088" w:hanging="360"/>
      </w:pPr>
      <w:rPr>
        <w:rFonts w:ascii="Symbol" w:hAnsi="Symbol" w:hint="default"/>
      </w:rPr>
    </w:lvl>
    <w:lvl w:ilvl="4" w:tplc="04050019" w:tentative="1">
      <w:start w:val="1"/>
      <w:numFmt w:val="bullet"/>
      <w:lvlText w:val="o"/>
      <w:lvlJc w:val="left"/>
      <w:pPr>
        <w:tabs>
          <w:tab w:val="num" w:pos="3808"/>
        </w:tabs>
        <w:ind w:left="3808" w:hanging="360"/>
      </w:pPr>
      <w:rPr>
        <w:rFonts w:ascii="Courier New" w:hAnsi="Courier New" w:cs="Courier New" w:hint="default"/>
      </w:rPr>
    </w:lvl>
    <w:lvl w:ilvl="5" w:tplc="0405001B" w:tentative="1">
      <w:start w:val="1"/>
      <w:numFmt w:val="bullet"/>
      <w:lvlText w:val=""/>
      <w:lvlJc w:val="left"/>
      <w:pPr>
        <w:tabs>
          <w:tab w:val="num" w:pos="4528"/>
        </w:tabs>
        <w:ind w:left="4528" w:hanging="360"/>
      </w:pPr>
      <w:rPr>
        <w:rFonts w:ascii="Wingdings" w:hAnsi="Wingdings" w:hint="default"/>
      </w:rPr>
    </w:lvl>
    <w:lvl w:ilvl="6" w:tplc="0405000F" w:tentative="1">
      <w:start w:val="1"/>
      <w:numFmt w:val="bullet"/>
      <w:lvlText w:val=""/>
      <w:lvlJc w:val="left"/>
      <w:pPr>
        <w:tabs>
          <w:tab w:val="num" w:pos="5248"/>
        </w:tabs>
        <w:ind w:left="5248" w:hanging="360"/>
      </w:pPr>
      <w:rPr>
        <w:rFonts w:ascii="Symbol" w:hAnsi="Symbol" w:hint="default"/>
      </w:rPr>
    </w:lvl>
    <w:lvl w:ilvl="7" w:tplc="04050019" w:tentative="1">
      <w:start w:val="1"/>
      <w:numFmt w:val="bullet"/>
      <w:lvlText w:val="o"/>
      <w:lvlJc w:val="left"/>
      <w:pPr>
        <w:tabs>
          <w:tab w:val="num" w:pos="5968"/>
        </w:tabs>
        <w:ind w:left="5968" w:hanging="360"/>
      </w:pPr>
      <w:rPr>
        <w:rFonts w:ascii="Courier New" w:hAnsi="Courier New" w:cs="Courier New" w:hint="default"/>
      </w:rPr>
    </w:lvl>
    <w:lvl w:ilvl="8" w:tplc="0405001B" w:tentative="1">
      <w:start w:val="1"/>
      <w:numFmt w:val="bullet"/>
      <w:lvlText w:val=""/>
      <w:lvlJc w:val="left"/>
      <w:pPr>
        <w:tabs>
          <w:tab w:val="num" w:pos="6688"/>
        </w:tabs>
        <w:ind w:left="6688" w:hanging="360"/>
      </w:pPr>
      <w:rPr>
        <w:rFonts w:ascii="Wingdings" w:hAnsi="Wingdings" w:hint="default"/>
      </w:rPr>
    </w:lvl>
  </w:abstractNum>
  <w:abstractNum w:abstractNumId="10">
    <w:nsid w:val="7EDC0034"/>
    <w:multiLevelType w:val="hybridMultilevel"/>
    <w:tmpl w:val="0726B4CC"/>
    <w:lvl w:ilvl="0" w:tplc="04050001">
      <w:start w:val="1"/>
      <w:numFmt w:val="bullet"/>
      <w:lvlText w:val=""/>
      <w:lvlJc w:val="left"/>
      <w:pPr>
        <w:ind w:left="1429" w:hanging="360"/>
      </w:pPr>
      <w:rPr>
        <w:rFonts w:ascii="Symbol" w:hAnsi="Symbol" w:hint="default"/>
      </w:rPr>
    </w:lvl>
    <w:lvl w:ilvl="1" w:tplc="780E43FA"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9"/>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6"/>
  </w:num>
  <w:num w:numId="12">
    <w:abstractNumId w:val="2"/>
  </w:num>
  <w:num w:numId="13">
    <w:abstractNumId w:val="8"/>
  </w:num>
  <w:num w:numId="14">
    <w:abstractNumId w:val="7"/>
  </w:num>
  <w:num w:numId="15">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rsids>
    <w:rsidRoot w:val="00FD1C11"/>
    <w:rsid w:val="000001FB"/>
    <w:rsid w:val="00003B92"/>
    <w:rsid w:val="0001043A"/>
    <w:rsid w:val="000107C5"/>
    <w:rsid w:val="000117ED"/>
    <w:rsid w:val="00012B43"/>
    <w:rsid w:val="0001455B"/>
    <w:rsid w:val="000157EB"/>
    <w:rsid w:val="000223FE"/>
    <w:rsid w:val="0002249C"/>
    <w:rsid w:val="00024854"/>
    <w:rsid w:val="00025109"/>
    <w:rsid w:val="00025577"/>
    <w:rsid w:val="00027166"/>
    <w:rsid w:val="00035F39"/>
    <w:rsid w:val="0003725B"/>
    <w:rsid w:val="000460EF"/>
    <w:rsid w:val="00046824"/>
    <w:rsid w:val="000506B8"/>
    <w:rsid w:val="000513B8"/>
    <w:rsid w:val="00052B00"/>
    <w:rsid w:val="00052E64"/>
    <w:rsid w:val="00055899"/>
    <w:rsid w:val="000576C4"/>
    <w:rsid w:val="00062FCF"/>
    <w:rsid w:val="0006357E"/>
    <w:rsid w:val="000671BC"/>
    <w:rsid w:val="00070647"/>
    <w:rsid w:val="0007120C"/>
    <w:rsid w:val="000714C1"/>
    <w:rsid w:val="00072975"/>
    <w:rsid w:val="00073518"/>
    <w:rsid w:val="000755FA"/>
    <w:rsid w:val="00075EB9"/>
    <w:rsid w:val="00076B3B"/>
    <w:rsid w:val="00077D98"/>
    <w:rsid w:val="00080900"/>
    <w:rsid w:val="00080B02"/>
    <w:rsid w:val="00082234"/>
    <w:rsid w:val="00084522"/>
    <w:rsid w:val="00084CC5"/>
    <w:rsid w:val="00087A64"/>
    <w:rsid w:val="000906C1"/>
    <w:rsid w:val="00092673"/>
    <w:rsid w:val="00097D52"/>
    <w:rsid w:val="000A0261"/>
    <w:rsid w:val="000A0CA3"/>
    <w:rsid w:val="000A181E"/>
    <w:rsid w:val="000A3DB6"/>
    <w:rsid w:val="000A48DC"/>
    <w:rsid w:val="000A4930"/>
    <w:rsid w:val="000A5D8E"/>
    <w:rsid w:val="000B0D7C"/>
    <w:rsid w:val="000B151F"/>
    <w:rsid w:val="000B3C2A"/>
    <w:rsid w:val="000B4F8C"/>
    <w:rsid w:val="000B66DF"/>
    <w:rsid w:val="000B67C3"/>
    <w:rsid w:val="000B6B91"/>
    <w:rsid w:val="000B7901"/>
    <w:rsid w:val="000C01F4"/>
    <w:rsid w:val="000C2423"/>
    <w:rsid w:val="000C49B5"/>
    <w:rsid w:val="000C4CC8"/>
    <w:rsid w:val="000C5183"/>
    <w:rsid w:val="000C5525"/>
    <w:rsid w:val="000C6F97"/>
    <w:rsid w:val="000D0ABE"/>
    <w:rsid w:val="000D0C74"/>
    <w:rsid w:val="000D17FC"/>
    <w:rsid w:val="000D1875"/>
    <w:rsid w:val="000D2884"/>
    <w:rsid w:val="000D616B"/>
    <w:rsid w:val="000E07AF"/>
    <w:rsid w:val="000E133F"/>
    <w:rsid w:val="000E2599"/>
    <w:rsid w:val="000E4EC0"/>
    <w:rsid w:val="000E6100"/>
    <w:rsid w:val="000E79B6"/>
    <w:rsid w:val="000E7C7A"/>
    <w:rsid w:val="000E7EB7"/>
    <w:rsid w:val="00101605"/>
    <w:rsid w:val="001016C5"/>
    <w:rsid w:val="00102C50"/>
    <w:rsid w:val="00106A8B"/>
    <w:rsid w:val="001127F3"/>
    <w:rsid w:val="00112924"/>
    <w:rsid w:val="001133E8"/>
    <w:rsid w:val="00115CC1"/>
    <w:rsid w:val="00116167"/>
    <w:rsid w:val="00116B58"/>
    <w:rsid w:val="00124F5D"/>
    <w:rsid w:val="001263D1"/>
    <w:rsid w:val="00130DCE"/>
    <w:rsid w:val="00137C3B"/>
    <w:rsid w:val="00141B0F"/>
    <w:rsid w:val="00142434"/>
    <w:rsid w:val="00142C75"/>
    <w:rsid w:val="00143024"/>
    <w:rsid w:val="00145DB2"/>
    <w:rsid w:val="0014644B"/>
    <w:rsid w:val="001471E3"/>
    <w:rsid w:val="00147957"/>
    <w:rsid w:val="0015065B"/>
    <w:rsid w:val="00150D0E"/>
    <w:rsid w:val="00151FE6"/>
    <w:rsid w:val="00152E36"/>
    <w:rsid w:val="00153556"/>
    <w:rsid w:val="00153DBD"/>
    <w:rsid w:val="00154839"/>
    <w:rsid w:val="00154CE8"/>
    <w:rsid w:val="00156E55"/>
    <w:rsid w:val="0016034A"/>
    <w:rsid w:val="00167556"/>
    <w:rsid w:val="00167F70"/>
    <w:rsid w:val="00170BCE"/>
    <w:rsid w:val="001712C5"/>
    <w:rsid w:val="001735D2"/>
    <w:rsid w:val="001735F7"/>
    <w:rsid w:val="00176C67"/>
    <w:rsid w:val="00176F67"/>
    <w:rsid w:val="001773E0"/>
    <w:rsid w:val="00177438"/>
    <w:rsid w:val="00177ED2"/>
    <w:rsid w:val="001841C0"/>
    <w:rsid w:val="0018725F"/>
    <w:rsid w:val="00190071"/>
    <w:rsid w:val="001901E6"/>
    <w:rsid w:val="00190897"/>
    <w:rsid w:val="00190938"/>
    <w:rsid w:val="00191A93"/>
    <w:rsid w:val="001953A1"/>
    <w:rsid w:val="00195F55"/>
    <w:rsid w:val="001972D7"/>
    <w:rsid w:val="00197FD2"/>
    <w:rsid w:val="001A0B8C"/>
    <w:rsid w:val="001A28DC"/>
    <w:rsid w:val="001A3B89"/>
    <w:rsid w:val="001A4ED5"/>
    <w:rsid w:val="001A58AF"/>
    <w:rsid w:val="001B08D8"/>
    <w:rsid w:val="001B6AA2"/>
    <w:rsid w:val="001B6DDB"/>
    <w:rsid w:val="001C1614"/>
    <w:rsid w:val="001C2CE1"/>
    <w:rsid w:val="001C2DE5"/>
    <w:rsid w:val="001C2F7C"/>
    <w:rsid w:val="001C6C6C"/>
    <w:rsid w:val="001D0075"/>
    <w:rsid w:val="001D06C7"/>
    <w:rsid w:val="001D0969"/>
    <w:rsid w:val="001D24DE"/>
    <w:rsid w:val="001D3E9E"/>
    <w:rsid w:val="001D64DD"/>
    <w:rsid w:val="001D69F6"/>
    <w:rsid w:val="001E265D"/>
    <w:rsid w:val="001E3447"/>
    <w:rsid w:val="001E3A02"/>
    <w:rsid w:val="001E4932"/>
    <w:rsid w:val="001E4FC8"/>
    <w:rsid w:val="001E5C0B"/>
    <w:rsid w:val="001E68A7"/>
    <w:rsid w:val="001F041C"/>
    <w:rsid w:val="001F2025"/>
    <w:rsid w:val="001F2941"/>
    <w:rsid w:val="001F5878"/>
    <w:rsid w:val="001F593A"/>
    <w:rsid w:val="001F7EB1"/>
    <w:rsid w:val="0020204E"/>
    <w:rsid w:val="00204750"/>
    <w:rsid w:val="00204D86"/>
    <w:rsid w:val="00207A3D"/>
    <w:rsid w:val="0021184C"/>
    <w:rsid w:val="00212DBE"/>
    <w:rsid w:val="00213119"/>
    <w:rsid w:val="002133D9"/>
    <w:rsid w:val="00215E6F"/>
    <w:rsid w:val="0021630F"/>
    <w:rsid w:val="00220FA7"/>
    <w:rsid w:val="002240E0"/>
    <w:rsid w:val="002302FF"/>
    <w:rsid w:val="00230E03"/>
    <w:rsid w:val="00233C64"/>
    <w:rsid w:val="002341D2"/>
    <w:rsid w:val="00234723"/>
    <w:rsid w:val="00241D39"/>
    <w:rsid w:val="002428DF"/>
    <w:rsid w:val="00242D02"/>
    <w:rsid w:val="002440F3"/>
    <w:rsid w:val="00244D8D"/>
    <w:rsid w:val="00246F04"/>
    <w:rsid w:val="00246FDE"/>
    <w:rsid w:val="002475EA"/>
    <w:rsid w:val="0024788D"/>
    <w:rsid w:val="00247E89"/>
    <w:rsid w:val="00250B1C"/>
    <w:rsid w:val="00251D15"/>
    <w:rsid w:val="00255459"/>
    <w:rsid w:val="00255B2E"/>
    <w:rsid w:val="002579B7"/>
    <w:rsid w:val="00257DD2"/>
    <w:rsid w:val="00257E3F"/>
    <w:rsid w:val="00257F57"/>
    <w:rsid w:val="00260072"/>
    <w:rsid w:val="0026024F"/>
    <w:rsid w:val="00264459"/>
    <w:rsid w:val="00265277"/>
    <w:rsid w:val="00265D85"/>
    <w:rsid w:val="00267649"/>
    <w:rsid w:val="00267B54"/>
    <w:rsid w:val="00272209"/>
    <w:rsid w:val="00274CD9"/>
    <w:rsid w:val="00282066"/>
    <w:rsid w:val="00282708"/>
    <w:rsid w:val="0028340F"/>
    <w:rsid w:val="00286F87"/>
    <w:rsid w:val="00287EED"/>
    <w:rsid w:val="00290E5F"/>
    <w:rsid w:val="00293A54"/>
    <w:rsid w:val="0029664C"/>
    <w:rsid w:val="00296A93"/>
    <w:rsid w:val="00297894"/>
    <w:rsid w:val="002A00F5"/>
    <w:rsid w:val="002A1430"/>
    <w:rsid w:val="002A2A09"/>
    <w:rsid w:val="002A431A"/>
    <w:rsid w:val="002A50E4"/>
    <w:rsid w:val="002A7C43"/>
    <w:rsid w:val="002B4812"/>
    <w:rsid w:val="002B4A72"/>
    <w:rsid w:val="002B5EA3"/>
    <w:rsid w:val="002B7D95"/>
    <w:rsid w:val="002C703F"/>
    <w:rsid w:val="002C7DD8"/>
    <w:rsid w:val="002D0DC0"/>
    <w:rsid w:val="002D3744"/>
    <w:rsid w:val="002D5196"/>
    <w:rsid w:val="002E322D"/>
    <w:rsid w:val="002E38CC"/>
    <w:rsid w:val="002E6450"/>
    <w:rsid w:val="002E7AD1"/>
    <w:rsid w:val="002F02F2"/>
    <w:rsid w:val="002F052F"/>
    <w:rsid w:val="002F4039"/>
    <w:rsid w:val="002F4CC1"/>
    <w:rsid w:val="002F7D6D"/>
    <w:rsid w:val="00300FB9"/>
    <w:rsid w:val="00302A74"/>
    <w:rsid w:val="00303543"/>
    <w:rsid w:val="0030747B"/>
    <w:rsid w:val="003077B4"/>
    <w:rsid w:val="003208F1"/>
    <w:rsid w:val="00330B28"/>
    <w:rsid w:val="00332050"/>
    <w:rsid w:val="00332994"/>
    <w:rsid w:val="0033405F"/>
    <w:rsid w:val="00335C17"/>
    <w:rsid w:val="0033648E"/>
    <w:rsid w:val="00336EF9"/>
    <w:rsid w:val="00336FFA"/>
    <w:rsid w:val="00337B39"/>
    <w:rsid w:val="00340363"/>
    <w:rsid w:val="00340D36"/>
    <w:rsid w:val="00341A61"/>
    <w:rsid w:val="00342CC0"/>
    <w:rsid w:val="00343238"/>
    <w:rsid w:val="003432E3"/>
    <w:rsid w:val="00343734"/>
    <w:rsid w:val="003459FF"/>
    <w:rsid w:val="0034741E"/>
    <w:rsid w:val="0034780B"/>
    <w:rsid w:val="003502FD"/>
    <w:rsid w:val="00352F11"/>
    <w:rsid w:val="00353719"/>
    <w:rsid w:val="003560B8"/>
    <w:rsid w:val="003566A6"/>
    <w:rsid w:val="00357BFC"/>
    <w:rsid w:val="00357E6B"/>
    <w:rsid w:val="00360396"/>
    <w:rsid w:val="00360E24"/>
    <w:rsid w:val="00362DBB"/>
    <w:rsid w:val="00362DBD"/>
    <w:rsid w:val="003633CE"/>
    <w:rsid w:val="00366A06"/>
    <w:rsid w:val="0036744C"/>
    <w:rsid w:val="003712F9"/>
    <w:rsid w:val="003724BC"/>
    <w:rsid w:val="00374750"/>
    <w:rsid w:val="00374C9C"/>
    <w:rsid w:val="00377F81"/>
    <w:rsid w:val="00380A3B"/>
    <w:rsid w:val="003837D1"/>
    <w:rsid w:val="00384272"/>
    <w:rsid w:val="00385D91"/>
    <w:rsid w:val="0038619A"/>
    <w:rsid w:val="00387D94"/>
    <w:rsid w:val="00390D97"/>
    <w:rsid w:val="0039116B"/>
    <w:rsid w:val="00392F1D"/>
    <w:rsid w:val="00394DCE"/>
    <w:rsid w:val="00397316"/>
    <w:rsid w:val="003A17A4"/>
    <w:rsid w:val="003A2409"/>
    <w:rsid w:val="003A480E"/>
    <w:rsid w:val="003A48AB"/>
    <w:rsid w:val="003A681E"/>
    <w:rsid w:val="003A68AE"/>
    <w:rsid w:val="003B6CE9"/>
    <w:rsid w:val="003C0072"/>
    <w:rsid w:val="003C3099"/>
    <w:rsid w:val="003C67C5"/>
    <w:rsid w:val="003C79D0"/>
    <w:rsid w:val="003D1C0E"/>
    <w:rsid w:val="003D1F6A"/>
    <w:rsid w:val="003D2300"/>
    <w:rsid w:val="003D38D4"/>
    <w:rsid w:val="003D3C69"/>
    <w:rsid w:val="003D405C"/>
    <w:rsid w:val="003D7811"/>
    <w:rsid w:val="003E43A0"/>
    <w:rsid w:val="003F0BA9"/>
    <w:rsid w:val="003F2F85"/>
    <w:rsid w:val="003F5D05"/>
    <w:rsid w:val="003F7625"/>
    <w:rsid w:val="003F7761"/>
    <w:rsid w:val="003F7ADC"/>
    <w:rsid w:val="0040300E"/>
    <w:rsid w:val="00405327"/>
    <w:rsid w:val="00406235"/>
    <w:rsid w:val="00412B05"/>
    <w:rsid w:val="00413159"/>
    <w:rsid w:val="00414774"/>
    <w:rsid w:val="00417438"/>
    <w:rsid w:val="004203F9"/>
    <w:rsid w:val="00420843"/>
    <w:rsid w:val="00422E1E"/>
    <w:rsid w:val="00422EA3"/>
    <w:rsid w:val="00423BEE"/>
    <w:rsid w:val="00427259"/>
    <w:rsid w:val="00427AA7"/>
    <w:rsid w:val="004307BF"/>
    <w:rsid w:val="00430D7D"/>
    <w:rsid w:val="00431767"/>
    <w:rsid w:val="00431986"/>
    <w:rsid w:val="004376A5"/>
    <w:rsid w:val="004412C8"/>
    <w:rsid w:val="00441F04"/>
    <w:rsid w:val="0044634F"/>
    <w:rsid w:val="004501FF"/>
    <w:rsid w:val="00450DE0"/>
    <w:rsid w:val="00451BB0"/>
    <w:rsid w:val="004537C0"/>
    <w:rsid w:val="004541CC"/>
    <w:rsid w:val="00454653"/>
    <w:rsid w:val="00455EFA"/>
    <w:rsid w:val="00455FD7"/>
    <w:rsid w:val="00456469"/>
    <w:rsid w:val="00460CCD"/>
    <w:rsid w:val="00461BC0"/>
    <w:rsid w:val="0047086F"/>
    <w:rsid w:val="0047313A"/>
    <w:rsid w:val="00475F15"/>
    <w:rsid w:val="0047700D"/>
    <w:rsid w:val="00480D27"/>
    <w:rsid w:val="00482F58"/>
    <w:rsid w:val="00483E0A"/>
    <w:rsid w:val="00486FDA"/>
    <w:rsid w:val="0048727A"/>
    <w:rsid w:val="00490F55"/>
    <w:rsid w:val="0049133B"/>
    <w:rsid w:val="0049197A"/>
    <w:rsid w:val="00491B77"/>
    <w:rsid w:val="0049283B"/>
    <w:rsid w:val="004947B6"/>
    <w:rsid w:val="00494EC4"/>
    <w:rsid w:val="00495422"/>
    <w:rsid w:val="00495C76"/>
    <w:rsid w:val="0049708B"/>
    <w:rsid w:val="00497B7C"/>
    <w:rsid w:val="004A28F4"/>
    <w:rsid w:val="004A2EC7"/>
    <w:rsid w:val="004A6358"/>
    <w:rsid w:val="004A7BFA"/>
    <w:rsid w:val="004A7EDC"/>
    <w:rsid w:val="004B016B"/>
    <w:rsid w:val="004B2E66"/>
    <w:rsid w:val="004B2EBE"/>
    <w:rsid w:val="004C01DA"/>
    <w:rsid w:val="004C03B2"/>
    <w:rsid w:val="004C1B1C"/>
    <w:rsid w:val="004C5110"/>
    <w:rsid w:val="004C5730"/>
    <w:rsid w:val="004C5D36"/>
    <w:rsid w:val="004D05D1"/>
    <w:rsid w:val="004D4FBF"/>
    <w:rsid w:val="004D51B3"/>
    <w:rsid w:val="004D57C4"/>
    <w:rsid w:val="004D597F"/>
    <w:rsid w:val="004E143C"/>
    <w:rsid w:val="004E218E"/>
    <w:rsid w:val="004E2B71"/>
    <w:rsid w:val="004E2BF7"/>
    <w:rsid w:val="004E2F0E"/>
    <w:rsid w:val="004E3DBB"/>
    <w:rsid w:val="004E6722"/>
    <w:rsid w:val="004E67F5"/>
    <w:rsid w:val="004E781B"/>
    <w:rsid w:val="004F3D09"/>
    <w:rsid w:val="004F44F6"/>
    <w:rsid w:val="004F4C61"/>
    <w:rsid w:val="004F6DDA"/>
    <w:rsid w:val="004F74D0"/>
    <w:rsid w:val="00500AD2"/>
    <w:rsid w:val="0050206C"/>
    <w:rsid w:val="005030F8"/>
    <w:rsid w:val="00503757"/>
    <w:rsid w:val="0050463F"/>
    <w:rsid w:val="005052C4"/>
    <w:rsid w:val="00506B87"/>
    <w:rsid w:val="00506D3F"/>
    <w:rsid w:val="00510758"/>
    <w:rsid w:val="00511201"/>
    <w:rsid w:val="005135C8"/>
    <w:rsid w:val="00513B95"/>
    <w:rsid w:val="00517878"/>
    <w:rsid w:val="005208BC"/>
    <w:rsid w:val="0052339E"/>
    <w:rsid w:val="00526E13"/>
    <w:rsid w:val="0053014C"/>
    <w:rsid w:val="00530E91"/>
    <w:rsid w:val="005312DB"/>
    <w:rsid w:val="00531F71"/>
    <w:rsid w:val="00537743"/>
    <w:rsid w:val="0054202C"/>
    <w:rsid w:val="0054317E"/>
    <w:rsid w:val="0054670A"/>
    <w:rsid w:val="00547103"/>
    <w:rsid w:val="00551D3E"/>
    <w:rsid w:val="005525E4"/>
    <w:rsid w:val="00552F80"/>
    <w:rsid w:val="00554A71"/>
    <w:rsid w:val="0055594C"/>
    <w:rsid w:val="00562E52"/>
    <w:rsid w:val="00565748"/>
    <w:rsid w:val="0056713F"/>
    <w:rsid w:val="00570530"/>
    <w:rsid w:val="00571153"/>
    <w:rsid w:val="005718C0"/>
    <w:rsid w:val="00571B16"/>
    <w:rsid w:val="00572B1A"/>
    <w:rsid w:val="00573A78"/>
    <w:rsid w:val="00573E26"/>
    <w:rsid w:val="00573EFF"/>
    <w:rsid w:val="005743A8"/>
    <w:rsid w:val="00577625"/>
    <w:rsid w:val="005804D9"/>
    <w:rsid w:val="00582B12"/>
    <w:rsid w:val="00585D4C"/>
    <w:rsid w:val="00585D89"/>
    <w:rsid w:val="0058675A"/>
    <w:rsid w:val="00587139"/>
    <w:rsid w:val="00587A93"/>
    <w:rsid w:val="00590067"/>
    <w:rsid w:val="005909ED"/>
    <w:rsid w:val="005910EE"/>
    <w:rsid w:val="0059244F"/>
    <w:rsid w:val="00592470"/>
    <w:rsid w:val="005946C9"/>
    <w:rsid w:val="005963B3"/>
    <w:rsid w:val="00596453"/>
    <w:rsid w:val="0059709E"/>
    <w:rsid w:val="00597432"/>
    <w:rsid w:val="005A0ED8"/>
    <w:rsid w:val="005A12DC"/>
    <w:rsid w:val="005A141A"/>
    <w:rsid w:val="005A5DEA"/>
    <w:rsid w:val="005A75DE"/>
    <w:rsid w:val="005A7874"/>
    <w:rsid w:val="005B141A"/>
    <w:rsid w:val="005B15A3"/>
    <w:rsid w:val="005B164C"/>
    <w:rsid w:val="005B4400"/>
    <w:rsid w:val="005B4B21"/>
    <w:rsid w:val="005C01DF"/>
    <w:rsid w:val="005C25AB"/>
    <w:rsid w:val="005C3AAA"/>
    <w:rsid w:val="005C4161"/>
    <w:rsid w:val="005C4183"/>
    <w:rsid w:val="005C64EB"/>
    <w:rsid w:val="005C6C7C"/>
    <w:rsid w:val="005D2CFF"/>
    <w:rsid w:val="005D362B"/>
    <w:rsid w:val="005D3C2E"/>
    <w:rsid w:val="005D487B"/>
    <w:rsid w:val="005D58CE"/>
    <w:rsid w:val="005E0BA1"/>
    <w:rsid w:val="005E2E71"/>
    <w:rsid w:val="005E4B21"/>
    <w:rsid w:val="005E78D9"/>
    <w:rsid w:val="005E7A7C"/>
    <w:rsid w:val="005F0967"/>
    <w:rsid w:val="005F0F80"/>
    <w:rsid w:val="005F0FC6"/>
    <w:rsid w:val="005F544C"/>
    <w:rsid w:val="005F5EE1"/>
    <w:rsid w:val="00600D0B"/>
    <w:rsid w:val="00600D82"/>
    <w:rsid w:val="0060165F"/>
    <w:rsid w:val="00601CD8"/>
    <w:rsid w:val="0060475B"/>
    <w:rsid w:val="00606509"/>
    <w:rsid w:val="00607657"/>
    <w:rsid w:val="00610418"/>
    <w:rsid w:val="006108AF"/>
    <w:rsid w:val="0061284B"/>
    <w:rsid w:val="006128D1"/>
    <w:rsid w:val="00615244"/>
    <w:rsid w:val="00620CD2"/>
    <w:rsid w:val="006229C6"/>
    <w:rsid w:val="00626A4F"/>
    <w:rsid w:val="00633E33"/>
    <w:rsid w:val="0063726B"/>
    <w:rsid w:val="00640ABF"/>
    <w:rsid w:val="006438B1"/>
    <w:rsid w:val="00643EE9"/>
    <w:rsid w:val="0064565D"/>
    <w:rsid w:val="00652B51"/>
    <w:rsid w:val="00654373"/>
    <w:rsid w:val="00656BAA"/>
    <w:rsid w:val="00656E00"/>
    <w:rsid w:val="0065711A"/>
    <w:rsid w:val="00657C51"/>
    <w:rsid w:val="00657E67"/>
    <w:rsid w:val="00657E8F"/>
    <w:rsid w:val="00662C9A"/>
    <w:rsid w:val="00662D5B"/>
    <w:rsid w:val="006664E2"/>
    <w:rsid w:val="006665D6"/>
    <w:rsid w:val="00670A29"/>
    <w:rsid w:val="00673043"/>
    <w:rsid w:val="0067306E"/>
    <w:rsid w:val="00673E61"/>
    <w:rsid w:val="006748AB"/>
    <w:rsid w:val="006749A4"/>
    <w:rsid w:val="006752A2"/>
    <w:rsid w:val="00676956"/>
    <w:rsid w:val="00680BFB"/>
    <w:rsid w:val="00681962"/>
    <w:rsid w:val="00683542"/>
    <w:rsid w:val="006841A9"/>
    <w:rsid w:val="006842AA"/>
    <w:rsid w:val="0068555A"/>
    <w:rsid w:val="00686D03"/>
    <w:rsid w:val="00686D81"/>
    <w:rsid w:val="006912E5"/>
    <w:rsid w:val="006914C8"/>
    <w:rsid w:val="0069218C"/>
    <w:rsid w:val="006929C0"/>
    <w:rsid w:val="00692DB6"/>
    <w:rsid w:val="006957B8"/>
    <w:rsid w:val="00697117"/>
    <w:rsid w:val="006A106C"/>
    <w:rsid w:val="006A187C"/>
    <w:rsid w:val="006A2AB9"/>
    <w:rsid w:val="006A38D7"/>
    <w:rsid w:val="006A5D0C"/>
    <w:rsid w:val="006B1DA6"/>
    <w:rsid w:val="006B2C73"/>
    <w:rsid w:val="006B4781"/>
    <w:rsid w:val="006B5E0D"/>
    <w:rsid w:val="006C0550"/>
    <w:rsid w:val="006C1DB4"/>
    <w:rsid w:val="006C1FE9"/>
    <w:rsid w:val="006C30AC"/>
    <w:rsid w:val="006D03D6"/>
    <w:rsid w:val="006D082C"/>
    <w:rsid w:val="006D19D3"/>
    <w:rsid w:val="006D2CAF"/>
    <w:rsid w:val="006D2F61"/>
    <w:rsid w:val="006E06B6"/>
    <w:rsid w:val="006E111D"/>
    <w:rsid w:val="006E2808"/>
    <w:rsid w:val="006E3BB3"/>
    <w:rsid w:val="006E4C22"/>
    <w:rsid w:val="006E5C3C"/>
    <w:rsid w:val="006E60D9"/>
    <w:rsid w:val="006E6B73"/>
    <w:rsid w:val="006F1095"/>
    <w:rsid w:val="006F11BC"/>
    <w:rsid w:val="006F4DE7"/>
    <w:rsid w:val="00701586"/>
    <w:rsid w:val="00703697"/>
    <w:rsid w:val="007038A9"/>
    <w:rsid w:val="00703F43"/>
    <w:rsid w:val="00704D3F"/>
    <w:rsid w:val="007055CB"/>
    <w:rsid w:val="00705E36"/>
    <w:rsid w:val="00706D58"/>
    <w:rsid w:val="00707350"/>
    <w:rsid w:val="007076BC"/>
    <w:rsid w:val="00710719"/>
    <w:rsid w:val="0071196C"/>
    <w:rsid w:val="00714314"/>
    <w:rsid w:val="00716D96"/>
    <w:rsid w:val="00720649"/>
    <w:rsid w:val="00721916"/>
    <w:rsid w:val="007219FC"/>
    <w:rsid w:val="00724FFE"/>
    <w:rsid w:val="0072756B"/>
    <w:rsid w:val="00727806"/>
    <w:rsid w:val="007357E1"/>
    <w:rsid w:val="00736F38"/>
    <w:rsid w:val="00737D9F"/>
    <w:rsid w:val="00740AF9"/>
    <w:rsid w:val="007431AA"/>
    <w:rsid w:val="00743929"/>
    <w:rsid w:val="00744A08"/>
    <w:rsid w:val="00744A1A"/>
    <w:rsid w:val="00745795"/>
    <w:rsid w:val="00745E79"/>
    <w:rsid w:val="0074606E"/>
    <w:rsid w:val="00752206"/>
    <w:rsid w:val="00752FFA"/>
    <w:rsid w:val="007530D0"/>
    <w:rsid w:val="00753E26"/>
    <w:rsid w:val="00753E6E"/>
    <w:rsid w:val="0076001B"/>
    <w:rsid w:val="0076033F"/>
    <w:rsid w:val="0076191E"/>
    <w:rsid w:val="00765247"/>
    <w:rsid w:val="00766D7E"/>
    <w:rsid w:val="0076762D"/>
    <w:rsid w:val="00770CCE"/>
    <w:rsid w:val="0077241B"/>
    <w:rsid w:val="00772B19"/>
    <w:rsid w:val="0077320C"/>
    <w:rsid w:val="0077443B"/>
    <w:rsid w:val="00776450"/>
    <w:rsid w:val="007772F7"/>
    <w:rsid w:val="0078270B"/>
    <w:rsid w:val="00782EA0"/>
    <w:rsid w:val="00784706"/>
    <w:rsid w:val="00785C63"/>
    <w:rsid w:val="00786174"/>
    <w:rsid w:val="00786336"/>
    <w:rsid w:val="00787133"/>
    <w:rsid w:val="007900A3"/>
    <w:rsid w:val="00791268"/>
    <w:rsid w:val="00791D5C"/>
    <w:rsid w:val="00792E70"/>
    <w:rsid w:val="007942F9"/>
    <w:rsid w:val="00797C23"/>
    <w:rsid w:val="007A1A96"/>
    <w:rsid w:val="007A3CF0"/>
    <w:rsid w:val="007B0D76"/>
    <w:rsid w:val="007B1086"/>
    <w:rsid w:val="007B2769"/>
    <w:rsid w:val="007B28D3"/>
    <w:rsid w:val="007B2D4B"/>
    <w:rsid w:val="007B2D5E"/>
    <w:rsid w:val="007B3E38"/>
    <w:rsid w:val="007B4001"/>
    <w:rsid w:val="007B5BEB"/>
    <w:rsid w:val="007B67FF"/>
    <w:rsid w:val="007C299C"/>
    <w:rsid w:val="007C32F1"/>
    <w:rsid w:val="007C57EF"/>
    <w:rsid w:val="007C5FFB"/>
    <w:rsid w:val="007C6266"/>
    <w:rsid w:val="007C6C02"/>
    <w:rsid w:val="007D0E35"/>
    <w:rsid w:val="007D2851"/>
    <w:rsid w:val="007D2E34"/>
    <w:rsid w:val="007D2F56"/>
    <w:rsid w:val="007D30DC"/>
    <w:rsid w:val="007D4266"/>
    <w:rsid w:val="007D4C8B"/>
    <w:rsid w:val="007E2093"/>
    <w:rsid w:val="007E34DF"/>
    <w:rsid w:val="007E3962"/>
    <w:rsid w:val="007E46D2"/>
    <w:rsid w:val="007E5A61"/>
    <w:rsid w:val="007E705C"/>
    <w:rsid w:val="007F49A2"/>
    <w:rsid w:val="007F5883"/>
    <w:rsid w:val="007F659A"/>
    <w:rsid w:val="007F6B37"/>
    <w:rsid w:val="007F7D63"/>
    <w:rsid w:val="0080234F"/>
    <w:rsid w:val="00806DE6"/>
    <w:rsid w:val="00807682"/>
    <w:rsid w:val="00807ABD"/>
    <w:rsid w:val="008108CB"/>
    <w:rsid w:val="00811FCF"/>
    <w:rsid w:val="00815DA3"/>
    <w:rsid w:val="008169CD"/>
    <w:rsid w:val="00822A59"/>
    <w:rsid w:val="00823E13"/>
    <w:rsid w:val="00826565"/>
    <w:rsid w:val="0082768C"/>
    <w:rsid w:val="008276C5"/>
    <w:rsid w:val="00833830"/>
    <w:rsid w:val="0083390B"/>
    <w:rsid w:val="0083400F"/>
    <w:rsid w:val="008355AB"/>
    <w:rsid w:val="00836817"/>
    <w:rsid w:val="008375A2"/>
    <w:rsid w:val="00837870"/>
    <w:rsid w:val="008378AB"/>
    <w:rsid w:val="008417D8"/>
    <w:rsid w:val="0084183D"/>
    <w:rsid w:val="00842228"/>
    <w:rsid w:val="0084259C"/>
    <w:rsid w:val="00842A15"/>
    <w:rsid w:val="00842D4E"/>
    <w:rsid w:val="00843803"/>
    <w:rsid w:val="00850BD5"/>
    <w:rsid w:val="00851545"/>
    <w:rsid w:val="0085291E"/>
    <w:rsid w:val="0085376D"/>
    <w:rsid w:val="00854D0D"/>
    <w:rsid w:val="00854F12"/>
    <w:rsid w:val="00857CEB"/>
    <w:rsid w:val="008603EB"/>
    <w:rsid w:val="0086055F"/>
    <w:rsid w:val="008615A2"/>
    <w:rsid w:val="00861A67"/>
    <w:rsid w:val="00861BB3"/>
    <w:rsid w:val="00862A90"/>
    <w:rsid w:val="00862AD7"/>
    <w:rsid w:val="008637B4"/>
    <w:rsid w:val="00863A7C"/>
    <w:rsid w:val="00863CE3"/>
    <w:rsid w:val="00865018"/>
    <w:rsid w:val="008660BA"/>
    <w:rsid w:val="0086674E"/>
    <w:rsid w:val="00866EA2"/>
    <w:rsid w:val="00866EF3"/>
    <w:rsid w:val="00871670"/>
    <w:rsid w:val="00871B8B"/>
    <w:rsid w:val="00873082"/>
    <w:rsid w:val="00873CAB"/>
    <w:rsid w:val="0087590C"/>
    <w:rsid w:val="00880B43"/>
    <w:rsid w:val="00881059"/>
    <w:rsid w:val="0088218A"/>
    <w:rsid w:val="008824A6"/>
    <w:rsid w:val="00885FA6"/>
    <w:rsid w:val="00887340"/>
    <w:rsid w:val="008873AF"/>
    <w:rsid w:val="00890321"/>
    <w:rsid w:val="008912DA"/>
    <w:rsid w:val="00892CFD"/>
    <w:rsid w:val="00894FF7"/>
    <w:rsid w:val="00896343"/>
    <w:rsid w:val="00897E06"/>
    <w:rsid w:val="008A0ADD"/>
    <w:rsid w:val="008A0C7C"/>
    <w:rsid w:val="008A228C"/>
    <w:rsid w:val="008B0E3B"/>
    <w:rsid w:val="008B1C86"/>
    <w:rsid w:val="008B2B8D"/>
    <w:rsid w:val="008B4456"/>
    <w:rsid w:val="008B59FC"/>
    <w:rsid w:val="008B5C49"/>
    <w:rsid w:val="008C03EC"/>
    <w:rsid w:val="008C1E9B"/>
    <w:rsid w:val="008C21D4"/>
    <w:rsid w:val="008C2F03"/>
    <w:rsid w:val="008C344E"/>
    <w:rsid w:val="008C374A"/>
    <w:rsid w:val="008C4FEF"/>
    <w:rsid w:val="008C59CB"/>
    <w:rsid w:val="008C7EAF"/>
    <w:rsid w:val="008D058C"/>
    <w:rsid w:val="008D1D42"/>
    <w:rsid w:val="008D23C8"/>
    <w:rsid w:val="008D248E"/>
    <w:rsid w:val="008D50AF"/>
    <w:rsid w:val="008D6D1E"/>
    <w:rsid w:val="008E03BC"/>
    <w:rsid w:val="008E04BB"/>
    <w:rsid w:val="008E26BF"/>
    <w:rsid w:val="008E4107"/>
    <w:rsid w:val="008E4B75"/>
    <w:rsid w:val="008E50CD"/>
    <w:rsid w:val="008E5AD4"/>
    <w:rsid w:val="008E5F43"/>
    <w:rsid w:val="008E75D1"/>
    <w:rsid w:val="008F03FD"/>
    <w:rsid w:val="008F0F94"/>
    <w:rsid w:val="008F10CD"/>
    <w:rsid w:val="008F237A"/>
    <w:rsid w:val="008F3D9C"/>
    <w:rsid w:val="008F4681"/>
    <w:rsid w:val="009000DA"/>
    <w:rsid w:val="009001C6"/>
    <w:rsid w:val="00902654"/>
    <w:rsid w:val="009041A6"/>
    <w:rsid w:val="009055A8"/>
    <w:rsid w:val="00911B3D"/>
    <w:rsid w:val="00912549"/>
    <w:rsid w:val="00913403"/>
    <w:rsid w:val="00914E8C"/>
    <w:rsid w:val="00915751"/>
    <w:rsid w:val="009162EC"/>
    <w:rsid w:val="0091772F"/>
    <w:rsid w:val="00922E01"/>
    <w:rsid w:val="00925963"/>
    <w:rsid w:val="00926CF3"/>
    <w:rsid w:val="00927186"/>
    <w:rsid w:val="00927214"/>
    <w:rsid w:val="00927E5F"/>
    <w:rsid w:val="009330F6"/>
    <w:rsid w:val="00935085"/>
    <w:rsid w:val="0093753B"/>
    <w:rsid w:val="00940959"/>
    <w:rsid w:val="0094282D"/>
    <w:rsid w:val="009429CA"/>
    <w:rsid w:val="0094324D"/>
    <w:rsid w:val="009449D0"/>
    <w:rsid w:val="00944B28"/>
    <w:rsid w:val="00944CC1"/>
    <w:rsid w:val="00944D58"/>
    <w:rsid w:val="00944DD6"/>
    <w:rsid w:val="00945789"/>
    <w:rsid w:val="00946A35"/>
    <w:rsid w:val="00946FF2"/>
    <w:rsid w:val="00947529"/>
    <w:rsid w:val="00953A81"/>
    <w:rsid w:val="009604F1"/>
    <w:rsid w:val="00961BE7"/>
    <w:rsid w:val="009624B5"/>
    <w:rsid w:val="00967BF6"/>
    <w:rsid w:val="0097195B"/>
    <w:rsid w:val="00974F71"/>
    <w:rsid w:val="0097503C"/>
    <w:rsid w:val="009752C1"/>
    <w:rsid w:val="00976537"/>
    <w:rsid w:val="00977EB4"/>
    <w:rsid w:val="009815D1"/>
    <w:rsid w:val="009870DE"/>
    <w:rsid w:val="00987ED7"/>
    <w:rsid w:val="00992153"/>
    <w:rsid w:val="00992363"/>
    <w:rsid w:val="00992A2C"/>
    <w:rsid w:val="009937C5"/>
    <w:rsid w:val="00994890"/>
    <w:rsid w:val="009954D1"/>
    <w:rsid w:val="00996864"/>
    <w:rsid w:val="00996A2D"/>
    <w:rsid w:val="009970FD"/>
    <w:rsid w:val="0099767E"/>
    <w:rsid w:val="009A1D2A"/>
    <w:rsid w:val="009A59A7"/>
    <w:rsid w:val="009A76BF"/>
    <w:rsid w:val="009B1620"/>
    <w:rsid w:val="009B1EAE"/>
    <w:rsid w:val="009B2D52"/>
    <w:rsid w:val="009B3C44"/>
    <w:rsid w:val="009B4213"/>
    <w:rsid w:val="009B4F10"/>
    <w:rsid w:val="009B51D0"/>
    <w:rsid w:val="009B552B"/>
    <w:rsid w:val="009B6D26"/>
    <w:rsid w:val="009B702D"/>
    <w:rsid w:val="009B77D2"/>
    <w:rsid w:val="009C1A4A"/>
    <w:rsid w:val="009C2409"/>
    <w:rsid w:val="009C2BB0"/>
    <w:rsid w:val="009C3557"/>
    <w:rsid w:val="009C72E1"/>
    <w:rsid w:val="009C758C"/>
    <w:rsid w:val="009D0FDC"/>
    <w:rsid w:val="009D0FDE"/>
    <w:rsid w:val="009D146A"/>
    <w:rsid w:val="009D1EBF"/>
    <w:rsid w:val="009D3E09"/>
    <w:rsid w:val="009E273D"/>
    <w:rsid w:val="009E2890"/>
    <w:rsid w:val="009E34EF"/>
    <w:rsid w:val="009E4E12"/>
    <w:rsid w:val="009E5410"/>
    <w:rsid w:val="009E658C"/>
    <w:rsid w:val="009E755A"/>
    <w:rsid w:val="009F03AA"/>
    <w:rsid w:val="009F18CB"/>
    <w:rsid w:val="009F1AD0"/>
    <w:rsid w:val="009F410A"/>
    <w:rsid w:val="00A00306"/>
    <w:rsid w:val="00A02A0C"/>
    <w:rsid w:val="00A02CB2"/>
    <w:rsid w:val="00A051A4"/>
    <w:rsid w:val="00A05C43"/>
    <w:rsid w:val="00A06060"/>
    <w:rsid w:val="00A1014A"/>
    <w:rsid w:val="00A114EC"/>
    <w:rsid w:val="00A11605"/>
    <w:rsid w:val="00A13621"/>
    <w:rsid w:val="00A15077"/>
    <w:rsid w:val="00A20CEE"/>
    <w:rsid w:val="00A25609"/>
    <w:rsid w:val="00A2760A"/>
    <w:rsid w:val="00A27CA1"/>
    <w:rsid w:val="00A30032"/>
    <w:rsid w:val="00A30EAB"/>
    <w:rsid w:val="00A31AEA"/>
    <w:rsid w:val="00A32188"/>
    <w:rsid w:val="00A321BE"/>
    <w:rsid w:val="00A326AE"/>
    <w:rsid w:val="00A33534"/>
    <w:rsid w:val="00A337E3"/>
    <w:rsid w:val="00A36C1C"/>
    <w:rsid w:val="00A36CCA"/>
    <w:rsid w:val="00A4005D"/>
    <w:rsid w:val="00A40473"/>
    <w:rsid w:val="00A4287A"/>
    <w:rsid w:val="00A42903"/>
    <w:rsid w:val="00A4481E"/>
    <w:rsid w:val="00A4541A"/>
    <w:rsid w:val="00A46026"/>
    <w:rsid w:val="00A46158"/>
    <w:rsid w:val="00A46ECF"/>
    <w:rsid w:val="00A501BA"/>
    <w:rsid w:val="00A511BE"/>
    <w:rsid w:val="00A5187D"/>
    <w:rsid w:val="00A54CB0"/>
    <w:rsid w:val="00A565DD"/>
    <w:rsid w:val="00A60DF9"/>
    <w:rsid w:val="00A627A8"/>
    <w:rsid w:val="00A6290B"/>
    <w:rsid w:val="00A63C1F"/>
    <w:rsid w:val="00A6410C"/>
    <w:rsid w:val="00A65F01"/>
    <w:rsid w:val="00A70023"/>
    <w:rsid w:val="00A7079E"/>
    <w:rsid w:val="00A71005"/>
    <w:rsid w:val="00A711F9"/>
    <w:rsid w:val="00A73D2A"/>
    <w:rsid w:val="00A7597D"/>
    <w:rsid w:val="00A75CC3"/>
    <w:rsid w:val="00A761D1"/>
    <w:rsid w:val="00A771A8"/>
    <w:rsid w:val="00A80774"/>
    <w:rsid w:val="00A80D0E"/>
    <w:rsid w:val="00A8287F"/>
    <w:rsid w:val="00A86405"/>
    <w:rsid w:val="00A9128D"/>
    <w:rsid w:val="00A926A3"/>
    <w:rsid w:val="00A950A2"/>
    <w:rsid w:val="00A9680A"/>
    <w:rsid w:val="00AA00F4"/>
    <w:rsid w:val="00AA039F"/>
    <w:rsid w:val="00AA3FAE"/>
    <w:rsid w:val="00AA50C4"/>
    <w:rsid w:val="00AA7EAB"/>
    <w:rsid w:val="00AB155D"/>
    <w:rsid w:val="00AB22BF"/>
    <w:rsid w:val="00AB4880"/>
    <w:rsid w:val="00AB55C8"/>
    <w:rsid w:val="00AC0846"/>
    <w:rsid w:val="00AC5331"/>
    <w:rsid w:val="00AC6402"/>
    <w:rsid w:val="00AC7733"/>
    <w:rsid w:val="00AC77AD"/>
    <w:rsid w:val="00AD090F"/>
    <w:rsid w:val="00AD0A72"/>
    <w:rsid w:val="00AD0B7E"/>
    <w:rsid w:val="00AD37AB"/>
    <w:rsid w:val="00AD3A96"/>
    <w:rsid w:val="00AD58B6"/>
    <w:rsid w:val="00AD7DAC"/>
    <w:rsid w:val="00AD7E71"/>
    <w:rsid w:val="00AE1B50"/>
    <w:rsid w:val="00AE3ADE"/>
    <w:rsid w:val="00AE484E"/>
    <w:rsid w:val="00AE596D"/>
    <w:rsid w:val="00AF129E"/>
    <w:rsid w:val="00AF1B76"/>
    <w:rsid w:val="00AF2F0D"/>
    <w:rsid w:val="00AF30F1"/>
    <w:rsid w:val="00AF4300"/>
    <w:rsid w:val="00B03B28"/>
    <w:rsid w:val="00B03D04"/>
    <w:rsid w:val="00B04715"/>
    <w:rsid w:val="00B05141"/>
    <w:rsid w:val="00B07282"/>
    <w:rsid w:val="00B12A75"/>
    <w:rsid w:val="00B13A9C"/>
    <w:rsid w:val="00B1445E"/>
    <w:rsid w:val="00B14806"/>
    <w:rsid w:val="00B1485C"/>
    <w:rsid w:val="00B167DD"/>
    <w:rsid w:val="00B169C5"/>
    <w:rsid w:val="00B22409"/>
    <w:rsid w:val="00B23AE0"/>
    <w:rsid w:val="00B25567"/>
    <w:rsid w:val="00B25FF8"/>
    <w:rsid w:val="00B30BDA"/>
    <w:rsid w:val="00B32AB7"/>
    <w:rsid w:val="00B367B3"/>
    <w:rsid w:val="00B37CB5"/>
    <w:rsid w:val="00B405E6"/>
    <w:rsid w:val="00B40B08"/>
    <w:rsid w:val="00B41E7F"/>
    <w:rsid w:val="00B42316"/>
    <w:rsid w:val="00B428D5"/>
    <w:rsid w:val="00B43AF9"/>
    <w:rsid w:val="00B43BE8"/>
    <w:rsid w:val="00B47144"/>
    <w:rsid w:val="00B47757"/>
    <w:rsid w:val="00B47F8E"/>
    <w:rsid w:val="00B52505"/>
    <w:rsid w:val="00B5415E"/>
    <w:rsid w:val="00B559BD"/>
    <w:rsid w:val="00B55FB1"/>
    <w:rsid w:val="00B5607C"/>
    <w:rsid w:val="00B56ED8"/>
    <w:rsid w:val="00B6081D"/>
    <w:rsid w:val="00B6242F"/>
    <w:rsid w:val="00B62D67"/>
    <w:rsid w:val="00B6434E"/>
    <w:rsid w:val="00B650FE"/>
    <w:rsid w:val="00B6665B"/>
    <w:rsid w:val="00B667DE"/>
    <w:rsid w:val="00B66EE9"/>
    <w:rsid w:val="00B74727"/>
    <w:rsid w:val="00B74EE3"/>
    <w:rsid w:val="00B75667"/>
    <w:rsid w:val="00B76EF7"/>
    <w:rsid w:val="00B775CB"/>
    <w:rsid w:val="00B77D07"/>
    <w:rsid w:val="00B77DB8"/>
    <w:rsid w:val="00B80B3A"/>
    <w:rsid w:val="00B80C27"/>
    <w:rsid w:val="00B8216C"/>
    <w:rsid w:val="00B84F45"/>
    <w:rsid w:val="00B9223F"/>
    <w:rsid w:val="00B92E4D"/>
    <w:rsid w:val="00B938CC"/>
    <w:rsid w:val="00B9469F"/>
    <w:rsid w:val="00B94E24"/>
    <w:rsid w:val="00B9506F"/>
    <w:rsid w:val="00B95AB3"/>
    <w:rsid w:val="00B95C17"/>
    <w:rsid w:val="00B97345"/>
    <w:rsid w:val="00B97E66"/>
    <w:rsid w:val="00BA0F6E"/>
    <w:rsid w:val="00BA4EA1"/>
    <w:rsid w:val="00BA63B2"/>
    <w:rsid w:val="00BA6BBE"/>
    <w:rsid w:val="00BB00B1"/>
    <w:rsid w:val="00BB202C"/>
    <w:rsid w:val="00BB4FCA"/>
    <w:rsid w:val="00BB56D5"/>
    <w:rsid w:val="00BC1220"/>
    <w:rsid w:val="00BC1532"/>
    <w:rsid w:val="00BC3F54"/>
    <w:rsid w:val="00BC50FB"/>
    <w:rsid w:val="00BC53FA"/>
    <w:rsid w:val="00BC6F77"/>
    <w:rsid w:val="00BD14A3"/>
    <w:rsid w:val="00BD1EFE"/>
    <w:rsid w:val="00BD28F7"/>
    <w:rsid w:val="00BD38AE"/>
    <w:rsid w:val="00BD4073"/>
    <w:rsid w:val="00BD446B"/>
    <w:rsid w:val="00BD4AD1"/>
    <w:rsid w:val="00BD51D4"/>
    <w:rsid w:val="00BD6DD6"/>
    <w:rsid w:val="00BE014B"/>
    <w:rsid w:val="00BE1972"/>
    <w:rsid w:val="00BE1C0C"/>
    <w:rsid w:val="00BE213B"/>
    <w:rsid w:val="00BE2B0E"/>
    <w:rsid w:val="00BE3FBA"/>
    <w:rsid w:val="00BE49E3"/>
    <w:rsid w:val="00BE5303"/>
    <w:rsid w:val="00BE5518"/>
    <w:rsid w:val="00BE5DD7"/>
    <w:rsid w:val="00BE7C7C"/>
    <w:rsid w:val="00BF0033"/>
    <w:rsid w:val="00BF314F"/>
    <w:rsid w:val="00BF3CC5"/>
    <w:rsid w:val="00BF4A4A"/>
    <w:rsid w:val="00BF5EFE"/>
    <w:rsid w:val="00C00BBD"/>
    <w:rsid w:val="00C0184B"/>
    <w:rsid w:val="00C04342"/>
    <w:rsid w:val="00C04779"/>
    <w:rsid w:val="00C06DB8"/>
    <w:rsid w:val="00C10335"/>
    <w:rsid w:val="00C10C1F"/>
    <w:rsid w:val="00C11A4C"/>
    <w:rsid w:val="00C12454"/>
    <w:rsid w:val="00C12DFF"/>
    <w:rsid w:val="00C13BEB"/>
    <w:rsid w:val="00C14096"/>
    <w:rsid w:val="00C15631"/>
    <w:rsid w:val="00C16AE2"/>
    <w:rsid w:val="00C16D52"/>
    <w:rsid w:val="00C17F8F"/>
    <w:rsid w:val="00C20B61"/>
    <w:rsid w:val="00C24223"/>
    <w:rsid w:val="00C25C2E"/>
    <w:rsid w:val="00C26A55"/>
    <w:rsid w:val="00C26B4A"/>
    <w:rsid w:val="00C26BBF"/>
    <w:rsid w:val="00C277B2"/>
    <w:rsid w:val="00C34DEE"/>
    <w:rsid w:val="00C35CA3"/>
    <w:rsid w:val="00C36B28"/>
    <w:rsid w:val="00C372D1"/>
    <w:rsid w:val="00C40AA3"/>
    <w:rsid w:val="00C41793"/>
    <w:rsid w:val="00C42BC6"/>
    <w:rsid w:val="00C443C4"/>
    <w:rsid w:val="00C448A8"/>
    <w:rsid w:val="00C45142"/>
    <w:rsid w:val="00C455A2"/>
    <w:rsid w:val="00C50865"/>
    <w:rsid w:val="00C51943"/>
    <w:rsid w:val="00C535CC"/>
    <w:rsid w:val="00C54570"/>
    <w:rsid w:val="00C546F4"/>
    <w:rsid w:val="00C56126"/>
    <w:rsid w:val="00C572F0"/>
    <w:rsid w:val="00C57819"/>
    <w:rsid w:val="00C6046A"/>
    <w:rsid w:val="00C6077C"/>
    <w:rsid w:val="00C60920"/>
    <w:rsid w:val="00C60B7D"/>
    <w:rsid w:val="00C618C3"/>
    <w:rsid w:val="00C66FA0"/>
    <w:rsid w:val="00C70478"/>
    <w:rsid w:val="00C73919"/>
    <w:rsid w:val="00C748EE"/>
    <w:rsid w:val="00C74AD7"/>
    <w:rsid w:val="00C75D77"/>
    <w:rsid w:val="00C76D99"/>
    <w:rsid w:val="00C80CFC"/>
    <w:rsid w:val="00C80D89"/>
    <w:rsid w:val="00C81FA4"/>
    <w:rsid w:val="00C854A6"/>
    <w:rsid w:val="00C85F32"/>
    <w:rsid w:val="00C92736"/>
    <w:rsid w:val="00C93E10"/>
    <w:rsid w:val="00C944CE"/>
    <w:rsid w:val="00C965EE"/>
    <w:rsid w:val="00C967CE"/>
    <w:rsid w:val="00C96A10"/>
    <w:rsid w:val="00CA1285"/>
    <w:rsid w:val="00CA20BF"/>
    <w:rsid w:val="00CA405D"/>
    <w:rsid w:val="00CA49F3"/>
    <w:rsid w:val="00CA56A2"/>
    <w:rsid w:val="00CA6F83"/>
    <w:rsid w:val="00CB2FD6"/>
    <w:rsid w:val="00CB47A2"/>
    <w:rsid w:val="00CB4960"/>
    <w:rsid w:val="00CB5B9F"/>
    <w:rsid w:val="00CB656A"/>
    <w:rsid w:val="00CB6886"/>
    <w:rsid w:val="00CB761C"/>
    <w:rsid w:val="00CB7F71"/>
    <w:rsid w:val="00CC1C57"/>
    <w:rsid w:val="00CC394A"/>
    <w:rsid w:val="00CC4B14"/>
    <w:rsid w:val="00CC4C0A"/>
    <w:rsid w:val="00CC52D9"/>
    <w:rsid w:val="00CC64E4"/>
    <w:rsid w:val="00CC6BE2"/>
    <w:rsid w:val="00CD1EF0"/>
    <w:rsid w:val="00CD3305"/>
    <w:rsid w:val="00CD6120"/>
    <w:rsid w:val="00CE05A6"/>
    <w:rsid w:val="00CE10B3"/>
    <w:rsid w:val="00CE19BB"/>
    <w:rsid w:val="00CE2B2E"/>
    <w:rsid w:val="00CE361A"/>
    <w:rsid w:val="00CE36AD"/>
    <w:rsid w:val="00CE3FAB"/>
    <w:rsid w:val="00CE48E7"/>
    <w:rsid w:val="00CE574B"/>
    <w:rsid w:val="00CE5F98"/>
    <w:rsid w:val="00CE6186"/>
    <w:rsid w:val="00CE6946"/>
    <w:rsid w:val="00CE70A6"/>
    <w:rsid w:val="00CE791C"/>
    <w:rsid w:val="00CF4709"/>
    <w:rsid w:val="00CF5045"/>
    <w:rsid w:val="00CF7484"/>
    <w:rsid w:val="00D007B7"/>
    <w:rsid w:val="00D00A6E"/>
    <w:rsid w:val="00D01F86"/>
    <w:rsid w:val="00D0235A"/>
    <w:rsid w:val="00D027A3"/>
    <w:rsid w:val="00D028B2"/>
    <w:rsid w:val="00D0475A"/>
    <w:rsid w:val="00D06154"/>
    <w:rsid w:val="00D0783E"/>
    <w:rsid w:val="00D11F76"/>
    <w:rsid w:val="00D14208"/>
    <w:rsid w:val="00D14388"/>
    <w:rsid w:val="00D14940"/>
    <w:rsid w:val="00D14D8C"/>
    <w:rsid w:val="00D165C2"/>
    <w:rsid w:val="00D21035"/>
    <w:rsid w:val="00D23978"/>
    <w:rsid w:val="00D23A98"/>
    <w:rsid w:val="00D23CED"/>
    <w:rsid w:val="00D23F8C"/>
    <w:rsid w:val="00D256D4"/>
    <w:rsid w:val="00D25B3D"/>
    <w:rsid w:val="00D308D4"/>
    <w:rsid w:val="00D31C0B"/>
    <w:rsid w:val="00D335D9"/>
    <w:rsid w:val="00D33CCB"/>
    <w:rsid w:val="00D3412E"/>
    <w:rsid w:val="00D34E33"/>
    <w:rsid w:val="00D3523D"/>
    <w:rsid w:val="00D35422"/>
    <w:rsid w:val="00D45AF9"/>
    <w:rsid w:val="00D551F9"/>
    <w:rsid w:val="00D57C51"/>
    <w:rsid w:val="00D6034E"/>
    <w:rsid w:val="00D61C23"/>
    <w:rsid w:val="00D61CC7"/>
    <w:rsid w:val="00D61F1D"/>
    <w:rsid w:val="00D640A3"/>
    <w:rsid w:val="00D652E0"/>
    <w:rsid w:val="00D65C1A"/>
    <w:rsid w:val="00D65C47"/>
    <w:rsid w:val="00D7298E"/>
    <w:rsid w:val="00D82693"/>
    <w:rsid w:val="00D82D1A"/>
    <w:rsid w:val="00D91253"/>
    <w:rsid w:val="00D92D06"/>
    <w:rsid w:val="00D93EF1"/>
    <w:rsid w:val="00D96061"/>
    <w:rsid w:val="00D96713"/>
    <w:rsid w:val="00DA0232"/>
    <w:rsid w:val="00DA24F8"/>
    <w:rsid w:val="00DA623D"/>
    <w:rsid w:val="00DB0B5E"/>
    <w:rsid w:val="00DB2449"/>
    <w:rsid w:val="00DB421E"/>
    <w:rsid w:val="00DB470C"/>
    <w:rsid w:val="00DB604B"/>
    <w:rsid w:val="00DC12D0"/>
    <w:rsid w:val="00DC20E1"/>
    <w:rsid w:val="00DC231F"/>
    <w:rsid w:val="00DC5495"/>
    <w:rsid w:val="00DC723F"/>
    <w:rsid w:val="00DC757A"/>
    <w:rsid w:val="00DD1563"/>
    <w:rsid w:val="00DD1FFA"/>
    <w:rsid w:val="00DD3C27"/>
    <w:rsid w:val="00DD4DDE"/>
    <w:rsid w:val="00DD512E"/>
    <w:rsid w:val="00DD64FD"/>
    <w:rsid w:val="00DD68E3"/>
    <w:rsid w:val="00DD7561"/>
    <w:rsid w:val="00DD7D74"/>
    <w:rsid w:val="00DE3D9C"/>
    <w:rsid w:val="00DF0D46"/>
    <w:rsid w:val="00DF2B03"/>
    <w:rsid w:val="00DF2F70"/>
    <w:rsid w:val="00DF50F8"/>
    <w:rsid w:val="00DF5465"/>
    <w:rsid w:val="00DF7452"/>
    <w:rsid w:val="00DF7FFA"/>
    <w:rsid w:val="00E00623"/>
    <w:rsid w:val="00E008E8"/>
    <w:rsid w:val="00E0097C"/>
    <w:rsid w:val="00E00A62"/>
    <w:rsid w:val="00E00F8D"/>
    <w:rsid w:val="00E03430"/>
    <w:rsid w:val="00E05B2D"/>
    <w:rsid w:val="00E060B8"/>
    <w:rsid w:val="00E1068A"/>
    <w:rsid w:val="00E12A3C"/>
    <w:rsid w:val="00E1389F"/>
    <w:rsid w:val="00E1555F"/>
    <w:rsid w:val="00E217B5"/>
    <w:rsid w:val="00E227AB"/>
    <w:rsid w:val="00E247F0"/>
    <w:rsid w:val="00E24871"/>
    <w:rsid w:val="00E248E7"/>
    <w:rsid w:val="00E24929"/>
    <w:rsid w:val="00E27C06"/>
    <w:rsid w:val="00E3063C"/>
    <w:rsid w:val="00E30E60"/>
    <w:rsid w:val="00E30E7E"/>
    <w:rsid w:val="00E3324D"/>
    <w:rsid w:val="00E37ECC"/>
    <w:rsid w:val="00E40FAF"/>
    <w:rsid w:val="00E41E0B"/>
    <w:rsid w:val="00E44A5D"/>
    <w:rsid w:val="00E44A7C"/>
    <w:rsid w:val="00E45C4D"/>
    <w:rsid w:val="00E46A98"/>
    <w:rsid w:val="00E46BEF"/>
    <w:rsid w:val="00E5147E"/>
    <w:rsid w:val="00E51B2E"/>
    <w:rsid w:val="00E54F62"/>
    <w:rsid w:val="00E55594"/>
    <w:rsid w:val="00E6211C"/>
    <w:rsid w:val="00E63824"/>
    <w:rsid w:val="00E63C12"/>
    <w:rsid w:val="00E667CE"/>
    <w:rsid w:val="00E67450"/>
    <w:rsid w:val="00E7166A"/>
    <w:rsid w:val="00E71B1C"/>
    <w:rsid w:val="00E7393D"/>
    <w:rsid w:val="00E825AB"/>
    <w:rsid w:val="00E87CC4"/>
    <w:rsid w:val="00E90A28"/>
    <w:rsid w:val="00E92749"/>
    <w:rsid w:val="00E93294"/>
    <w:rsid w:val="00E93D25"/>
    <w:rsid w:val="00E9622E"/>
    <w:rsid w:val="00E970C5"/>
    <w:rsid w:val="00EA0DFF"/>
    <w:rsid w:val="00EA192D"/>
    <w:rsid w:val="00EA2858"/>
    <w:rsid w:val="00EA5B4F"/>
    <w:rsid w:val="00EA6D30"/>
    <w:rsid w:val="00EB6AA6"/>
    <w:rsid w:val="00EB756F"/>
    <w:rsid w:val="00EB7B5D"/>
    <w:rsid w:val="00EC34D1"/>
    <w:rsid w:val="00EC5711"/>
    <w:rsid w:val="00EC7CF7"/>
    <w:rsid w:val="00ED257C"/>
    <w:rsid w:val="00ED2A22"/>
    <w:rsid w:val="00EE1A4A"/>
    <w:rsid w:val="00EE351F"/>
    <w:rsid w:val="00EE36EF"/>
    <w:rsid w:val="00EE4A39"/>
    <w:rsid w:val="00EE4F5D"/>
    <w:rsid w:val="00EF05C0"/>
    <w:rsid w:val="00EF2094"/>
    <w:rsid w:val="00EF3D0E"/>
    <w:rsid w:val="00EF4B02"/>
    <w:rsid w:val="00EF5CB8"/>
    <w:rsid w:val="00EF5DED"/>
    <w:rsid w:val="00F00011"/>
    <w:rsid w:val="00F008C2"/>
    <w:rsid w:val="00F01091"/>
    <w:rsid w:val="00F0116B"/>
    <w:rsid w:val="00F02682"/>
    <w:rsid w:val="00F0390C"/>
    <w:rsid w:val="00F041B9"/>
    <w:rsid w:val="00F0509F"/>
    <w:rsid w:val="00F065B3"/>
    <w:rsid w:val="00F10F89"/>
    <w:rsid w:val="00F11B5A"/>
    <w:rsid w:val="00F13CB6"/>
    <w:rsid w:val="00F14D00"/>
    <w:rsid w:val="00F15026"/>
    <w:rsid w:val="00F167F8"/>
    <w:rsid w:val="00F16975"/>
    <w:rsid w:val="00F17EEA"/>
    <w:rsid w:val="00F20476"/>
    <w:rsid w:val="00F22444"/>
    <w:rsid w:val="00F22FA5"/>
    <w:rsid w:val="00F23E90"/>
    <w:rsid w:val="00F244CB"/>
    <w:rsid w:val="00F24B9E"/>
    <w:rsid w:val="00F24F21"/>
    <w:rsid w:val="00F26249"/>
    <w:rsid w:val="00F27209"/>
    <w:rsid w:val="00F27331"/>
    <w:rsid w:val="00F30863"/>
    <w:rsid w:val="00F313D1"/>
    <w:rsid w:val="00F31737"/>
    <w:rsid w:val="00F31C34"/>
    <w:rsid w:val="00F327AA"/>
    <w:rsid w:val="00F32BF1"/>
    <w:rsid w:val="00F330F5"/>
    <w:rsid w:val="00F331BD"/>
    <w:rsid w:val="00F33BB5"/>
    <w:rsid w:val="00F35057"/>
    <w:rsid w:val="00F40A62"/>
    <w:rsid w:val="00F42641"/>
    <w:rsid w:val="00F4484F"/>
    <w:rsid w:val="00F45479"/>
    <w:rsid w:val="00F45816"/>
    <w:rsid w:val="00F45A57"/>
    <w:rsid w:val="00F55BFB"/>
    <w:rsid w:val="00F5646B"/>
    <w:rsid w:val="00F5652D"/>
    <w:rsid w:val="00F565CC"/>
    <w:rsid w:val="00F577D3"/>
    <w:rsid w:val="00F577F3"/>
    <w:rsid w:val="00F6017A"/>
    <w:rsid w:val="00F61830"/>
    <w:rsid w:val="00F62349"/>
    <w:rsid w:val="00F635FE"/>
    <w:rsid w:val="00F6559C"/>
    <w:rsid w:val="00F662A3"/>
    <w:rsid w:val="00F718C5"/>
    <w:rsid w:val="00F7207C"/>
    <w:rsid w:val="00F723FA"/>
    <w:rsid w:val="00F72611"/>
    <w:rsid w:val="00F748AF"/>
    <w:rsid w:val="00F763D5"/>
    <w:rsid w:val="00F77111"/>
    <w:rsid w:val="00F8160D"/>
    <w:rsid w:val="00F82DEE"/>
    <w:rsid w:val="00F85889"/>
    <w:rsid w:val="00F85BE0"/>
    <w:rsid w:val="00F87328"/>
    <w:rsid w:val="00F906B3"/>
    <w:rsid w:val="00F91B36"/>
    <w:rsid w:val="00F92620"/>
    <w:rsid w:val="00F93EBC"/>
    <w:rsid w:val="00F96C0B"/>
    <w:rsid w:val="00FA05D1"/>
    <w:rsid w:val="00FA4A71"/>
    <w:rsid w:val="00FA4D4E"/>
    <w:rsid w:val="00FA54C0"/>
    <w:rsid w:val="00FA5660"/>
    <w:rsid w:val="00FA7B43"/>
    <w:rsid w:val="00FB0716"/>
    <w:rsid w:val="00FB0B4F"/>
    <w:rsid w:val="00FB173F"/>
    <w:rsid w:val="00FB1C64"/>
    <w:rsid w:val="00FB399D"/>
    <w:rsid w:val="00FB3ACC"/>
    <w:rsid w:val="00FB3C01"/>
    <w:rsid w:val="00FB49C7"/>
    <w:rsid w:val="00FB6553"/>
    <w:rsid w:val="00FB67AB"/>
    <w:rsid w:val="00FB7402"/>
    <w:rsid w:val="00FC07EF"/>
    <w:rsid w:val="00FC1FD3"/>
    <w:rsid w:val="00FC29A6"/>
    <w:rsid w:val="00FC5727"/>
    <w:rsid w:val="00FC692D"/>
    <w:rsid w:val="00FC7BAC"/>
    <w:rsid w:val="00FD0A51"/>
    <w:rsid w:val="00FD1C11"/>
    <w:rsid w:val="00FD3EB6"/>
    <w:rsid w:val="00FD597A"/>
    <w:rsid w:val="00FE35F8"/>
    <w:rsid w:val="00FE3CDC"/>
    <w:rsid w:val="00FE7A3E"/>
    <w:rsid w:val="00FF0561"/>
    <w:rsid w:val="00FF18C9"/>
    <w:rsid w:val="00FF28F1"/>
    <w:rsid w:val="00FF6B20"/>
    <w:rsid w:val="00FF6C27"/>
    <w:rsid w:val="00FF74F5"/>
    <w:rsid w:val="00FF7C9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2B1A"/>
    <w:pPr>
      <w:spacing w:before="120"/>
      <w:ind w:firstLine="709"/>
      <w:jc w:val="both"/>
    </w:pPr>
    <w:rPr>
      <w:sz w:val="24"/>
    </w:rPr>
  </w:style>
  <w:style w:type="paragraph" w:styleId="Nadpis1">
    <w:name w:val="heading 1"/>
    <w:basedOn w:val="Normln"/>
    <w:next w:val="Normln"/>
    <w:link w:val="Nadpis1Char"/>
    <w:qFormat/>
    <w:rsid w:val="008417D8"/>
    <w:pPr>
      <w:keepNext/>
      <w:numPr>
        <w:numId w:val="1"/>
      </w:numPr>
      <w:spacing w:before="240" w:after="60"/>
      <w:ind w:left="1134" w:hanging="567"/>
      <w:outlineLvl w:val="0"/>
    </w:pPr>
    <w:rPr>
      <w:b/>
      <w:caps/>
      <w:kern w:val="28"/>
      <w:sz w:val="28"/>
    </w:rPr>
  </w:style>
  <w:style w:type="paragraph" w:styleId="Nadpis2">
    <w:name w:val="heading 2"/>
    <w:basedOn w:val="Normln"/>
    <w:next w:val="Normln"/>
    <w:qFormat/>
    <w:rsid w:val="008417D8"/>
    <w:pPr>
      <w:keepNext/>
      <w:numPr>
        <w:ilvl w:val="1"/>
        <w:numId w:val="1"/>
      </w:numPr>
      <w:spacing w:before="240" w:after="60"/>
      <w:ind w:left="1077" w:hanging="357"/>
      <w:outlineLvl w:val="1"/>
    </w:pPr>
    <w:rPr>
      <w:b/>
      <w:caps/>
    </w:rPr>
  </w:style>
  <w:style w:type="paragraph" w:styleId="Nadpis3">
    <w:name w:val="heading 3"/>
    <w:basedOn w:val="Normln"/>
    <w:next w:val="Normln"/>
    <w:qFormat/>
    <w:rsid w:val="004D597F"/>
    <w:pPr>
      <w:keepNext/>
      <w:numPr>
        <w:ilvl w:val="2"/>
        <w:numId w:val="1"/>
      </w:numPr>
      <w:spacing w:before="240" w:after="60"/>
      <w:outlineLvl w:val="2"/>
    </w:pPr>
    <w:rPr>
      <w:b/>
    </w:rPr>
  </w:style>
  <w:style w:type="paragraph" w:styleId="Nadpis4">
    <w:name w:val="heading 4"/>
    <w:basedOn w:val="Normln"/>
    <w:next w:val="Normln"/>
    <w:qFormat/>
    <w:rsid w:val="004D597F"/>
    <w:pPr>
      <w:keepNext/>
      <w:numPr>
        <w:ilvl w:val="3"/>
        <w:numId w:val="1"/>
      </w:numPr>
      <w:spacing w:before="240" w:after="60"/>
      <w:outlineLvl w:val="3"/>
    </w:pPr>
    <w:rPr>
      <w:b/>
      <w:i/>
    </w:rPr>
  </w:style>
  <w:style w:type="paragraph" w:styleId="Nadpis5">
    <w:name w:val="heading 5"/>
    <w:basedOn w:val="Normln"/>
    <w:next w:val="Normln"/>
    <w:qFormat/>
    <w:rsid w:val="004D597F"/>
    <w:pPr>
      <w:numPr>
        <w:ilvl w:val="4"/>
        <w:numId w:val="1"/>
      </w:numPr>
      <w:spacing w:before="240" w:after="60"/>
      <w:outlineLvl w:val="4"/>
    </w:pPr>
    <w:rPr>
      <w:rFonts w:eastAsia="MS Mincho"/>
      <w:i/>
    </w:rPr>
  </w:style>
  <w:style w:type="paragraph" w:styleId="Nadpis6">
    <w:name w:val="heading 6"/>
    <w:basedOn w:val="Normln"/>
    <w:next w:val="Normln"/>
    <w:qFormat/>
    <w:rsid w:val="004D597F"/>
    <w:pPr>
      <w:numPr>
        <w:ilvl w:val="5"/>
        <w:numId w:val="1"/>
      </w:numPr>
      <w:spacing w:before="240" w:after="60"/>
      <w:outlineLvl w:val="5"/>
    </w:pPr>
    <w:rPr>
      <w:i/>
      <w:sz w:val="22"/>
    </w:rPr>
  </w:style>
  <w:style w:type="paragraph" w:styleId="Nadpis7">
    <w:name w:val="heading 7"/>
    <w:basedOn w:val="Normln"/>
    <w:next w:val="Normln"/>
    <w:qFormat/>
    <w:rsid w:val="004D597F"/>
    <w:pPr>
      <w:numPr>
        <w:ilvl w:val="6"/>
        <w:numId w:val="1"/>
      </w:numPr>
      <w:spacing w:before="240" w:after="60"/>
      <w:outlineLvl w:val="6"/>
    </w:pPr>
    <w:rPr>
      <w:sz w:val="20"/>
    </w:rPr>
  </w:style>
  <w:style w:type="paragraph" w:styleId="Nadpis8">
    <w:name w:val="heading 8"/>
    <w:basedOn w:val="Normln"/>
    <w:next w:val="Normln"/>
    <w:qFormat/>
    <w:rsid w:val="004D597F"/>
    <w:pPr>
      <w:numPr>
        <w:ilvl w:val="7"/>
        <w:numId w:val="1"/>
      </w:numPr>
      <w:spacing w:before="240" w:after="60"/>
      <w:outlineLvl w:val="7"/>
    </w:pPr>
    <w:rPr>
      <w:i/>
      <w:sz w:val="20"/>
    </w:rPr>
  </w:style>
  <w:style w:type="paragraph" w:styleId="Nadpis9">
    <w:name w:val="heading 9"/>
    <w:basedOn w:val="Normln"/>
    <w:next w:val="Normln"/>
    <w:qFormat/>
    <w:rsid w:val="004D597F"/>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2">
    <w:name w:val="List Number 2"/>
    <w:aliases w:val="výčet"/>
    <w:basedOn w:val="Normln"/>
    <w:rsid w:val="00572B1A"/>
    <w:pPr>
      <w:ind w:left="851" w:hanging="284"/>
    </w:pPr>
    <w:rPr>
      <w:color w:val="000000"/>
    </w:rPr>
  </w:style>
  <w:style w:type="paragraph" w:styleId="Seznamsodrkami2">
    <w:name w:val="List Bullet 2"/>
    <w:basedOn w:val="Normln"/>
    <w:rsid w:val="00572B1A"/>
    <w:pPr>
      <w:ind w:left="566" w:hanging="283"/>
    </w:pPr>
  </w:style>
  <w:style w:type="paragraph" w:styleId="Seznamsodrkami3">
    <w:name w:val="List Bullet 3"/>
    <w:basedOn w:val="Normln"/>
    <w:rsid w:val="00572B1A"/>
    <w:pPr>
      <w:ind w:left="849" w:hanging="283"/>
    </w:pPr>
  </w:style>
  <w:style w:type="paragraph" w:styleId="Seznamsodrkami">
    <w:name w:val="List Bullet"/>
    <w:basedOn w:val="Normln"/>
    <w:rsid w:val="00572B1A"/>
    <w:pPr>
      <w:ind w:left="283" w:hanging="283"/>
    </w:pPr>
  </w:style>
  <w:style w:type="paragraph" w:styleId="Zpat">
    <w:name w:val="footer"/>
    <w:basedOn w:val="Normln"/>
    <w:rsid w:val="00572B1A"/>
    <w:pPr>
      <w:tabs>
        <w:tab w:val="center" w:pos="4536"/>
        <w:tab w:val="right" w:pos="9072"/>
      </w:tabs>
      <w:ind w:right="360" w:firstLine="0"/>
    </w:pPr>
    <w:rPr>
      <w:i/>
      <w:sz w:val="20"/>
    </w:rPr>
  </w:style>
  <w:style w:type="paragraph" w:styleId="slovanseznam">
    <w:name w:val="List Number"/>
    <w:basedOn w:val="Normln"/>
    <w:rsid w:val="00572B1A"/>
    <w:pPr>
      <w:ind w:left="567" w:hanging="567"/>
    </w:pPr>
  </w:style>
  <w:style w:type="paragraph" w:styleId="Obsah1">
    <w:name w:val="toc 1"/>
    <w:basedOn w:val="Normln"/>
    <w:next w:val="Normln"/>
    <w:uiPriority w:val="39"/>
    <w:rsid w:val="00572B1A"/>
    <w:pPr>
      <w:tabs>
        <w:tab w:val="left" w:pos="1200"/>
        <w:tab w:val="right" w:leader="dot" w:pos="9072"/>
      </w:tabs>
      <w:ind w:left="1202" w:right="425" w:hanging="1202"/>
    </w:pPr>
    <w:rPr>
      <w:rFonts w:eastAsia="MS Mincho"/>
      <w:noProof/>
      <w:szCs w:val="28"/>
    </w:rPr>
  </w:style>
  <w:style w:type="paragraph" w:styleId="Obsah2">
    <w:name w:val="toc 2"/>
    <w:basedOn w:val="Normln"/>
    <w:next w:val="Normln"/>
    <w:uiPriority w:val="39"/>
    <w:rsid w:val="00572B1A"/>
    <w:pPr>
      <w:tabs>
        <w:tab w:val="right" w:leader="dot" w:pos="9072"/>
      </w:tabs>
      <w:ind w:firstLine="0"/>
    </w:pPr>
    <w:rPr>
      <w:noProof/>
    </w:rPr>
  </w:style>
  <w:style w:type="paragraph" w:styleId="Obsah3">
    <w:name w:val="toc 3"/>
    <w:basedOn w:val="Normln"/>
    <w:next w:val="Normln"/>
    <w:semiHidden/>
    <w:rsid w:val="00572B1A"/>
    <w:pPr>
      <w:tabs>
        <w:tab w:val="right" w:leader="dot" w:pos="9072"/>
      </w:tabs>
      <w:ind w:firstLine="0"/>
    </w:pPr>
    <w:rPr>
      <w:noProof/>
    </w:rPr>
  </w:style>
  <w:style w:type="character" w:styleId="slostrnky">
    <w:name w:val="page number"/>
    <w:basedOn w:val="Standardnpsmoodstavce"/>
    <w:rsid w:val="00572B1A"/>
  </w:style>
  <w:style w:type="paragraph" w:customStyle="1" w:styleId="Nadpis0">
    <w:name w:val="Nadpis 0"/>
    <w:basedOn w:val="Nadpis1"/>
    <w:rsid w:val="00572B1A"/>
    <w:pPr>
      <w:numPr>
        <w:numId w:val="0"/>
      </w:numPr>
      <w:jc w:val="center"/>
      <w:outlineLvl w:val="9"/>
    </w:pPr>
  </w:style>
  <w:style w:type="paragraph" w:customStyle="1" w:styleId="nzevstavby">
    <w:name w:val="název stavby"/>
    <w:basedOn w:val="Nadpis0"/>
    <w:rsid w:val="00572B1A"/>
  </w:style>
  <w:style w:type="paragraph" w:customStyle="1" w:styleId="nzevobjektu">
    <w:name w:val="název objektu"/>
    <w:basedOn w:val="Nadpis1"/>
    <w:rsid w:val="00572B1A"/>
    <w:pPr>
      <w:numPr>
        <w:numId w:val="0"/>
      </w:numPr>
      <w:spacing w:before="360"/>
      <w:jc w:val="center"/>
      <w:outlineLvl w:val="9"/>
    </w:pPr>
    <w:rPr>
      <w:sz w:val="48"/>
    </w:rPr>
  </w:style>
  <w:style w:type="paragraph" w:customStyle="1" w:styleId="stupedokumentace">
    <w:name w:val="stupeň dokumentace"/>
    <w:basedOn w:val="nzevstavby"/>
    <w:rsid w:val="00572B1A"/>
  </w:style>
  <w:style w:type="paragraph" w:customStyle="1" w:styleId="nzevplohy">
    <w:name w:val="název přílohy"/>
    <w:basedOn w:val="Normln"/>
    <w:rsid w:val="00572B1A"/>
    <w:pPr>
      <w:jc w:val="center"/>
    </w:pPr>
    <w:rPr>
      <w:sz w:val="72"/>
    </w:rPr>
  </w:style>
  <w:style w:type="paragraph" w:customStyle="1" w:styleId="identifikandaje">
    <w:name w:val="identifikační údaje"/>
    <w:basedOn w:val="Normln"/>
    <w:rsid w:val="00572B1A"/>
    <w:pPr>
      <w:ind w:left="3544" w:hanging="3544"/>
    </w:pPr>
    <w:rPr>
      <w:sz w:val="22"/>
    </w:rPr>
  </w:style>
  <w:style w:type="paragraph" w:customStyle="1" w:styleId="opaten">
    <w:name w:val="opatření"/>
    <w:basedOn w:val="Normln"/>
    <w:rsid w:val="00572B1A"/>
    <w:pPr>
      <w:jc w:val="center"/>
    </w:pPr>
    <w:rPr>
      <w:b/>
    </w:rPr>
  </w:style>
  <w:style w:type="paragraph" w:styleId="Zhlav">
    <w:name w:val="header"/>
    <w:basedOn w:val="Normln"/>
    <w:rsid w:val="00572B1A"/>
    <w:pPr>
      <w:pBdr>
        <w:bottom w:val="single" w:sz="6" w:space="1" w:color="auto"/>
      </w:pBdr>
      <w:tabs>
        <w:tab w:val="center" w:pos="4536"/>
        <w:tab w:val="right" w:pos="9072"/>
      </w:tabs>
      <w:ind w:firstLine="0"/>
    </w:pPr>
    <w:rPr>
      <w:i/>
      <w:sz w:val="20"/>
    </w:rPr>
  </w:style>
  <w:style w:type="paragraph" w:styleId="Obsah4">
    <w:name w:val="toc 4"/>
    <w:basedOn w:val="Normln"/>
    <w:next w:val="Normln"/>
    <w:semiHidden/>
    <w:rsid w:val="00572B1A"/>
    <w:pPr>
      <w:tabs>
        <w:tab w:val="right" w:leader="dot" w:pos="9072"/>
      </w:tabs>
      <w:ind w:firstLine="0"/>
    </w:pPr>
    <w:rPr>
      <w:noProof/>
    </w:rPr>
  </w:style>
  <w:style w:type="paragraph" w:styleId="Obsah5">
    <w:name w:val="toc 5"/>
    <w:basedOn w:val="Normln"/>
    <w:next w:val="Normln"/>
    <w:semiHidden/>
    <w:rsid w:val="00572B1A"/>
    <w:pPr>
      <w:tabs>
        <w:tab w:val="left" w:pos="1202"/>
        <w:tab w:val="right" w:leader="dot" w:pos="9072"/>
      </w:tabs>
      <w:ind w:firstLine="0"/>
    </w:pPr>
    <w:rPr>
      <w:rFonts w:eastAsia="MS Mincho"/>
      <w:noProof/>
      <w:szCs w:val="24"/>
    </w:rPr>
  </w:style>
  <w:style w:type="paragraph" w:styleId="Obsah6">
    <w:name w:val="toc 6"/>
    <w:basedOn w:val="Normln"/>
    <w:next w:val="Normln"/>
    <w:semiHidden/>
    <w:rsid w:val="00572B1A"/>
    <w:pPr>
      <w:tabs>
        <w:tab w:val="right" w:leader="dot" w:pos="9072"/>
      </w:tabs>
      <w:ind w:left="1200"/>
    </w:pPr>
  </w:style>
  <w:style w:type="paragraph" w:styleId="Obsah7">
    <w:name w:val="toc 7"/>
    <w:basedOn w:val="Normln"/>
    <w:next w:val="Normln"/>
    <w:semiHidden/>
    <w:rsid w:val="00572B1A"/>
    <w:pPr>
      <w:tabs>
        <w:tab w:val="right" w:leader="dot" w:pos="9072"/>
      </w:tabs>
      <w:ind w:left="1440"/>
    </w:pPr>
  </w:style>
  <w:style w:type="paragraph" w:styleId="Obsah8">
    <w:name w:val="toc 8"/>
    <w:basedOn w:val="Normln"/>
    <w:next w:val="Normln"/>
    <w:semiHidden/>
    <w:rsid w:val="00572B1A"/>
    <w:pPr>
      <w:tabs>
        <w:tab w:val="right" w:leader="dot" w:pos="9072"/>
      </w:tabs>
      <w:ind w:left="1680"/>
    </w:pPr>
  </w:style>
  <w:style w:type="paragraph" w:styleId="Obsah9">
    <w:name w:val="toc 9"/>
    <w:basedOn w:val="Normln"/>
    <w:next w:val="Normln"/>
    <w:semiHidden/>
    <w:rsid w:val="00572B1A"/>
    <w:pPr>
      <w:tabs>
        <w:tab w:val="right" w:leader="dot" w:pos="9072"/>
      </w:tabs>
      <w:ind w:left="1920"/>
    </w:pPr>
  </w:style>
  <w:style w:type="paragraph" w:styleId="Prosttext">
    <w:name w:val="Plain Text"/>
    <w:basedOn w:val="Normln"/>
    <w:rsid w:val="00572B1A"/>
    <w:pPr>
      <w:spacing w:before="0"/>
      <w:jc w:val="left"/>
    </w:pPr>
    <w:rPr>
      <w:rFonts w:ascii="Courier New" w:hAnsi="Courier New" w:cs="Courier New"/>
    </w:rPr>
  </w:style>
  <w:style w:type="character" w:styleId="Hypertextovodkaz">
    <w:name w:val="Hyperlink"/>
    <w:rsid w:val="00572B1A"/>
    <w:rPr>
      <w:color w:val="0000FF"/>
      <w:u w:val="single"/>
    </w:rPr>
  </w:style>
  <w:style w:type="paragraph" w:styleId="Nzev">
    <w:name w:val="Title"/>
    <w:basedOn w:val="Normln"/>
    <w:qFormat/>
    <w:rsid w:val="00572B1A"/>
    <w:pPr>
      <w:jc w:val="center"/>
    </w:pPr>
    <w:rPr>
      <w:sz w:val="32"/>
    </w:rPr>
  </w:style>
  <w:style w:type="paragraph" w:styleId="Textkomente">
    <w:name w:val="annotation text"/>
    <w:basedOn w:val="Normln"/>
    <w:semiHidden/>
    <w:rsid w:val="00572B1A"/>
    <w:rPr>
      <w:sz w:val="20"/>
    </w:rPr>
  </w:style>
  <w:style w:type="paragraph" w:customStyle="1" w:styleId="obsah10">
    <w:name w:val="obsah 10"/>
    <w:basedOn w:val="Normln"/>
    <w:next w:val="Normln"/>
    <w:rsid w:val="00572B1A"/>
    <w:pPr>
      <w:tabs>
        <w:tab w:val="right" w:leader="dot" w:pos="9072"/>
      </w:tabs>
    </w:pPr>
    <w:rPr>
      <w:noProof/>
      <w:szCs w:val="32"/>
    </w:rPr>
  </w:style>
  <w:style w:type="character" w:styleId="Odkaznakoment">
    <w:name w:val="annotation reference"/>
    <w:semiHidden/>
    <w:rsid w:val="00572B1A"/>
    <w:rPr>
      <w:sz w:val="16"/>
    </w:rPr>
  </w:style>
  <w:style w:type="paragraph" w:customStyle="1" w:styleId="Rozpiska">
    <w:name w:val="Rozpiska"/>
    <w:basedOn w:val="Normln"/>
    <w:rsid w:val="00572B1A"/>
    <w:pPr>
      <w:spacing w:before="0"/>
      <w:ind w:firstLine="0"/>
    </w:pPr>
    <w:rPr>
      <w:sz w:val="20"/>
    </w:rPr>
  </w:style>
  <w:style w:type="paragraph" w:styleId="Zkladntextodsazen">
    <w:name w:val="Body Text Indent"/>
    <w:basedOn w:val="Normln"/>
    <w:rsid w:val="00572B1A"/>
    <w:rPr>
      <w:rFonts w:ascii="Arial" w:hAnsi="Arial" w:cs="Arial"/>
      <w:bCs/>
      <w:sz w:val="20"/>
    </w:rPr>
  </w:style>
  <w:style w:type="paragraph" w:styleId="Zkladntext">
    <w:name w:val="Body Text"/>
    <w:basedOn w:val="Normln"/>
    <w:rsid w:val="00572B1A"/>
    <w:pPr>
      <w:spacing w:before="0"/>
      <w:ind w:firstLine="0"/>
      <w:jc w:val="left"/>
    </w:pPr>
    <w:rPr>
      <w:sz w:val="36"/>
    </w:rPr>
  </w:style>
  <w:style w:type="paragraph" w:styleId="Zkladntext2">
    <w:name w:val="Body Text 2"/>
    <w:basedOn w:val="Normln"/>
    <w:rsid w:val="00572B1A"/>
    <w:pPr>
      <w:ind w:firstLine="0"/>
      <w:jc w:val="center"/>
    </w:pPr>
    <w:rPr>
      <w:b/>
      <w:bCs/>
      <w:color w:val="FF0000"/>
      <w:spacing w:val="20"/>
      <w:sz w:val="40"/>
      <w:szCs w:val="40"/>
    </w:rPr>
  </w:style>
  <w:style w:type="paragraph" w:customStyle="1" w:styleId="informace-obsah">
    <w:name w:val="informace - obsah"/>
    <w:basedOn w:val="Normln"/>
    <w:autoRedefine/>
    <w:rsid w:val="00572B1A"/>
    <w:pPr>
      <w:tabs>
        <w:tab w:val="left" w:pos="2585"/>
        <w:tab w:val="center" w:leader="dot" w:pos="5670"/>
      </w:tabs>
      <w:spacing w:before="0"/>
      <w:ind w:firstLine="0"/>
      <w:jc w:val="left"/>
    </w:pPr>
    <w:rPr>
      <w:color w:val="FF0000"/>
      <w:sz w:val="22"/>
      <w:szCs w:val="22"/>
    </w:rPr>
  </w:style>
  <w:style w:type="paragraph" w:customStyle="1" w:styleId="Odsazenoodstavce">
    <w:name w:val="Odsazenío odstavce"/>
    <w:basedOn w:val="Normln"/>
    <w:rsid w:val="004C03B2"/>
    <w:pPr>
      <w:ind w:left="680" w:firstLine="0"/>
      <w:jc w:val="left"/>
    </w:pPr>
  </w:style>
  <w:style w:type="paragraph" w:styleId="Seznamsodrkami4">
    <w:name w:val="List Bullet 4"/>
    <w:basedOn w:val="Normln"/>
    <w:rsid w:val="00CA1285"/>
    <w:pPr>
      <w:numPr>
        <w:numId w:val="2"/>
      </w:numPr>
    </w:pPr>
  </w:style>
  <w:style w:type="table" w:styleId="Mkatabulky">
    <w:name w:val="Table Grid"/>
    <w:basedOn w:val="Normlntabulka"/>
    <w:uiPriority w:val="59"/>
    <w:rsid w:val="007F6B37"/>
    <w:pPr>
      <w:spacing w:before="120"/>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tun">
    <w:name w:val="Normální tučné"/>
    <w:basedOn w:val="Normln"/>
    <w:link w:val="NormlntunChar"/>
    <w:rsid w:val="00B03B28"/>
    <w:pPr>
      <w:ind w:firstLine="0"/>
    </w:pPr>
    <w:rPr>
      <w:b/>
    </w:rPr>
  </w:style>
  <w:style w:type="character" w:customStyle="1" w:styleId="NormlntunChar">
    <w:name w:val="Normální tučné Char"/>
    <w:link w:val="Normlntun"/>
    <w:rsid w:val="00B03B28"/>
    <w:rPr>
      <w:b/>
      <w:sz w:val="24"/>
      <w:lang w:val="cs-CZ" w:eastAsia="cs-CZ" w:bidi="ar-SA"/>
    </w:rPr>
  </w:style>
  <w:style w:type="paragraph" w:customStyle="1" w:styleId="Hlavika">
    <w:name w:val="Hlavička"/>
    <w:basedOn w:val="Normln"/>
    <w:next w:val="Normln"/>
    <w:rsid w:val="009F18CB"/>
    <w:pPr>
      <w:ind w:firstLine="0"/>
      <w:jc w:val="center"/>
    </w:pPr>
    <w:rPr>
      <w:b/>
      <w:sz w:val="48"/>
    </w:rPr>
  </w:style>
  <w:style w:type="paragraph" w:styleId="Normlnweb">
    <w:name w:val="Normal (Web)"/>
    <w:basedOn w:val="Normln"/>
    <w:rsid w:val="004947B6"/>
    <w:pPr>
      <w:spacing w:before="0"/>
      <w:ind w:firstLine="0"/>
      <w:jc w:val="left"/>
    </w:pPr>
    <w:rPr>
      <w:color w:val="FFFF00"/>
      <w:szCs w:val="24"/>
    </w:rPr>
  </w:style>
  <w:style w:type="paragraph" w:customStyle="1" w:styleId="Prosttext1">
    <w:name w:val="Prostý text1"/>
    <w:basedOn w:val="Normln"/>
    <w:rsid w:val="00615244"/>
    <w:pPr>
      <w:spacing w:before="0"/>
      <w:ind w:firstLine="0"/>
      <w:jc w:val="left"/>
    </w:pPr>
    <w:rPr>
      <w:rFonts w:ascii="Courier New" w:hAnsi="Courier New"/>
      <w:sz w:val="20"/>
    </w:rPr>
  </w:style>
  <w:style w:type="paragraph" w:styleId="Zkladntextodsazen2">
    <w:name w:val="Body Text Indent 2"/>
    <w:basedOn w:val="Normln"/>
    <w:rsid w:val="00F27331"/>
    <w:pPr>
      <w:spacing w:after="120" w:line="480" w:lineRule="auto"/>
      <w:ind w:left="283"/>
    </w:pPr>
  </w:style>
  <w:style w:type="paragraph" w:styleId="Seznam">
    <w:name w:val="List"/>
    <w:basedOn w:val="Normln"/>
    <w:rsid w:val="00F27331"/>
    <w:pPr>
      <w:ind w:left="283" w:hanging="283"/>
    </w:pPr>
  </w:style>
  <w:style w:type="paragraph" w:customStyle="1" w:styleId="Standardntext">
    <w:name w:val="Standardní text"/>
    <w:basedOn w:val="Normln"/>
    <w:rsid w:val="00F27331"/>
    <w:pPr>
      <w:overflowPunct w:val="0"/>
      <w:autoSpaceDE w:val="0"/>
      <w:autoSpaceDN w:val="0"/>
      <w:adjustRightInd w:val="0"/>
      <w:spacing w:before="0"/>
      <w:ind w:firstLine="0"/>
      <w:jc w:val="left"/>
      <w:textAlignment w:val="baseline"/>
    </w:pPr>
    <w:rPr>
      <w:noProof/>
    </w:rPr>
  </w:style>
  <w:style w:type="character" w:customStyle="1" w:styleId="apple-style-span">
    <w:name w:val="apple-style-span"/>
    <w:basedOn w:val="Standardnpsmoodstavce"/>
    <w:rsid w:val="00866EF3"/>
  </w:style>
  <w:style w:type="character" w:customStyle="1" w:styleId="apple-converted-space">
    <w:name w:val="apple-converted-space"/>
    <w:basedOn w:val="Standardnpsmoodstavce"/>
    <w:rsid w:val="008D6D1E"/>
  </w:style>
  <w:style w:type="character" w:styleId="Siln">
    <w:name w:val="Strong"/>
    <w:qFormat/>
    <w:rsid w:val="008D6D1E"/>
    <w:rPr>
      <w:b/>
      <w:bCs/>
    </w:rPr>
  </w:style>
  <w:style w:type="paragraph" w:styleId="Textbubliny">
    <w:name w:val="Balloon Text"/>
    <w:basedOn w:val="Normln"/>
    <w:semiHidden/>
    <w:rsid w:val="00F30863"/>
    <w:rPr>
      <w:rFonts w:ascii="Tahoma" w:hAnsi="Tahoma" w:cs="Tahoma"/>
      <w:sz w:val="16"/>
      <w:szCs w:val="16"/>
    </w:rPr>
  </w:style>
  <w:style w:type="character" w:customStyle="1" w:styleId="seda">
    <w:name w:val="seda"/>
    <w:basedOn w:val="Standardnpsmoodstavce"/>
    <w:rsid w:val="00701586"/>
  </w:style>
  <w:style w:type="paragraph" w:customStyle="1" w:styleId="TZt3">
    <w:name w:val="TZ_t3"/>
    <w:basedOn w:val="Normln"/>
    <w:rsid w:val="004F6DDA"/>
    <w:pPr>
      <w:spacing w:before="0" w:after="120"/>
      <w:ind w:left="1134"/>
    </w:pPr>
    <w:rPr>
      <w:szCs w:val="24"/>
      <w:u w:val="single"/>
    </w:rPr>
  </w:style>
  <w:style w:type="paragraph" w:customStyle="1" w:styleId="NormlnCalibri">
    <w:name w:val="Normální + Calibri"/>
    <w:aliases w:val="11 b."/>
    <w:basedOn w:val="Normln"/>
    <w:rsid w:val="004F6DDA"/>
    <w:pPr>
      <w:tabs>
        <w:tab w:val="num" w:pos="928"/>
      </w:tabs>
      <w:spacing w:after="120"/>
      <w:ind w:left="928" w:hanging="360"/>
    </w:pPr>
    <w:rPr>
      <w:rFonts w:ascii="Calibri" w:hAnsi="Calibri"/>
      <w:sz w:val="22"/>
      <w:szCs w:val="24"/>
    </w:rPr>
  </w:style>
  <w:style w:type="paragraph" w:customStyle="1" w:styleId="StylCalibri11bPrvndek125cmPed6bZa6b">
    <w:name w:val="Styl Calibri 11 b. První řádek:  125 cm Před:  6 b. Za:  6 b."/>
    <w:basedOn w:val="Normln"/>
    <w:rsid w:val="005F0967"/>
    <w:pPr>
      <w:spacing w:after="120"/>
    </w:pPr>
    <w:rPr>
      <w:rFonts w:ascii="Calibri" w:hAnsi="Calibri"/>
      <w:sz w:val="22"/>
    </w:rPr>
  </w:style>
  <w:style w:type="character" w:customStyle="1" w:styleId="Nadpis1Char">
    <w:name w:val="Nadpis 1 Char"/>
    <w:link w:val="Nadpis1"/>
    <w:rsid w:val="008417D8"/>
    <w:rPr>
      <w:b/>
      <w:caps/>
      <w:kern w:val="28"/>
      <w:sz w:val="28"/>
    </w:rPr>
  </w:style>
  <w:style w:type="paragraph" w:customStyle="1" w:styleId="mcntmcntmsonormal">
    <w:name w:val="mcntmcntmsonormal"/>
    <w:basedOn w:val="Normln"/>
    <w:rsid w:val="001127F3"/>
    <w:pPr>
      <w:spacing w:before="100" w:beforeAutospacing="1" w:after="100" w:afterAutospacing="1"/>
      <w:ind w:firstLine="0"/>
      <w:jc w:val="left"/>
    </w:pPr>
    <w:rPr>
      <w:szCs w:val="24"/>
    </w:rPr>
  </w:style>
  <w:style w:type="character" w:styleId="Sledovanodkaz">
    <w:name w:val="FollowedHyperlink"/>
    <w:basedOn w:val="Standardnpsmoodstavce"/>
    <w:rsid w:val="002F7D6D"/>
    <w:rPr>
      <w:color w:val="800080"/>
      <w:u w:val="single"/>
    </w:rPr>
  </w:style>
  <w:style w:type="paragraph" w:customStyle="1" w:styleId="TPOOdstavec">
    <w:name w:val="TPO Odstavec"/>
    <w:basedOn w:val="Normln"/>
    <w:link w:val="TPOOdstavecChar"/>
    <w:rsid w:val="00BD28F7"/>
    <w:pPr>
      <w:spacing w:before="0" w:after="240"/>
      <w:ind w:firstLine="0"/>
    </w:pPr>
    <w:rPr>
      <w:rFonts w:eastAsia="Batang"/>
    </w:rPr>
  </w:style>
  <w:style w:type="character" w:customStyle="1" w:styleId="TPOOdstavecChar">
    <w:name w:val="TPO Odstavec Char"/>
    <w:link w:val="TPOOdstavec"/>
    <w:rsid w:val="00BD28F7"/>
    <w:rPr>
      <w:rFonts w:eastAsia="Batang"/>
      <w:sz w:val="24"/>
    </w:rPr>
  </w:style>
  <w:style w:type="paragraph" w:styleId="Bezmezer">
    <w:name w:val="No Spacing"/>
    <w:uiPriority w:val="1"/>
    <w:qFormat/>
    <w:rsid w:val="00C04342"/>
    <w:pPr>
      <w:ind w:firstLine="709"/>
      <w:jc w:val="both"/>
    </w:pPr>
    <w:rPr>
      <w:sz w:val="24"/>
      <w:szCs w:val="24"/>
    </w:rPr>
  </w:style>
  <w:style w:type="paragraph" w:customStyle="1" w:styleId="mcntmsonormal">
    <w:name w:val="mcntmsonormal"/>
    <w:basedOn w:val="Normln"/>
    <w:rsid w:val="00B95AB3"/>
    <w:pPr>
      <w:spacing w:before="100" w:beforeAutospacing="1" w:after="100" w:afterAutospacing="1"/>
      <w:ind w:firstLine="0"/>
      <w:jc w:val="left"/>
    </w:pPr>
    <w:rPr>
      <w:szCs w:val="24"/>
    </w:rPr>
  </w:style>
  <w:style w:type="paragraph" w:styleId="Odstavecseseznamem">
    <w:name w:val="List Paragraph"/>
    <w:basedOn w:val="Normln"/>
    <w:uiPriority w:val="34"/>
    <w:qFormat/>
    <w:rsid w:val="006748AB"/>
    <w:pPr>
      <w:ind w:left="720"/>
      <w:contextualSpacing/>
    </w:pPr>
  </w:style>
</w:styles>
</file>

<file path=word/webSettings.xml><?xml version="1.0" encoding="utf-8"?>
<w:webSettings xmlns:r="http://schemas.openxmlformats.org/officeDocument/2006/relationships" xmlns:w="http://schemas.openxmlformats.org/wordprocessingml/2006/main">
  <w:divs>
    <w:div w:id="9264549">
      <w:bodyDiv w:val="1"/>
      <w:marLeft w:val="0"/>
      <w:marRight w:val="0"/>
      <w:marTop w:val="0"/>
      <w:marBottom w:val="0"/>
      <w:divBdr>
        <w:top w:val="none" w:sz="0" w:space="0" w:color="auto"/>
        <w:left w:val="none" w:sz="0" w:space="0" w:color="auto"/>
        <w:bottom w:val="none" w:sz="0" w:space="0" w:color="auto"/>
        <w:right w:val="none" w:sz="0" w:space="0" w:color="auto"/>
      </w:divBdr>
    </w:div>
    <w:div w:id="51320993">
      <w:bodyDiv w:val="1"/>
      <w:marLeft w:val="0"/>
      <w:marRight w:val="0"/>
      <w:marTop w:val="0"/>
      <w:marBottom w:val="0"/>
      <w:divBdr>
        <w:top w:val="none" w:sz="0" w:space="0" w:color="auto"/>
        <w:left w:val="none" w:sz="0" w:space="0" w:color="auto"/>
        <w:bottom w:val="none" w:sz="0" w:space="0" w:color="auto"/>
        <w:right w:val="none" w:sz="0" w:space="0" w:color="auto"/>
      </w:divBdr>
    </w:div>
    <w:div w:id="84690905">
      <w:bodyDiv w:val="1"/>
      <w:marLeft w:val="0"/>
      <w:marRight w:val="0"/>
      <w:marTop w:val="0"/>
      <w:marBottom w:val="0"/>
      <w:divBdr>
        <w:top w:val="none" w:sz="0" w:space="0" w:color="auto"/>
        <w:left w:val="none" w:sz="0" w:space="0" w:color="auto"/>
        <w:bottom w:val="none" w:sz="0" w:space="0" w:color="auto"/>
        <w:right w:val="none" w:sz="0" w:space="0" w:color="auto"/>
      </w:divBdr>
    </w:div>
    <w:div w:id="120610619">
      <w:bodyDiv w:val="1"/>
      <w:marLeft w:val="0"/>
      <w:marRight w:val="0"/>
      <w:marTop w:val="0"/>
      <w:marBottom w:val="0"/>
      <w:divBdr>
        <w:top w:val="none" w:sz="0" w:space="0" w:color="auto"/>
        <w:left w:val="none" w:sz="0" w:space="0" w:color="auto"/>
        <w:bottom w:val="none" w:sz="0" w:space="0" w:color="auto"/>
        <w:right w:val="none" w:sz="0" w:space="0" w:color="auto"/>
      </w:divBdr>
    </w:div>
    <w:div w:id="203181307">
      <w:bodyDiv w:val="1"/>
      <w:marLeft w:val="0"/>
      <w:marRight w:val="0"/>
      <w:marTop w:val="0"/>
      <w:marBottom w:val="0"/>
      <w:divBdr>
        <w:top w:val="none" w:sz="0" w:space="0" w:color="auto"/>
        <w:left w:val="none" w:sz="0" w:space="0" w:color="auto"/>
        <w:bottom w:val="none" w:sz="0" w:space="0" w:color="auto"/>
        <w:right w:val="none" w:sz="0" w:space="0" w:color="auto"/>
      </w:divBdr>
    </w:div>
    <w:div w:id="226574451">
      <w:bodyDiv w:val="1"/>
      <w:marLeft w:val="0"/>
      <w:marRight w:val="0"/>
      <w:marTop w:val="0"/>
      <w:marBottom w:val="0"/>
      <w:divBdr>
        <w:top w:val="none" w:sz="0" w:space="0" w:color="auto"/>
        <w:left w:val="none" w:sz="0" w:space="0" w:color="auto"/>
        <w:bottom w:val="none" w:sz="0" w:space="0" w:color="auto"/>
        <w:right w:val="none" w:sz="0" w:space="0" w:color="auto"/>
      </w:divBdr>
    </w:div>
    <w:div w:id="239604467">
      <w:bodyDiv w:val="1"/>
      <w:marLeft w:val="0"/>
      <w:marRight w:val="0"/>
      <w:marTop w:val="0"/>
      <w:marBottom w:val="0"/>
      <w:divBdr>
        <w:top w:val="none" w:sz="0" w:space="0" w:color="auto"/>
        <w:left w:val="none" w:sz="0" w:space="0" w:color="auto"/>
        <w:bottom w:val="none" w:sz="0" w:space="0" w:color="auto"/>
        <w:right w:val="none" w:sz="0" w:space="0" w:color="auto"/>
      </w:divBdr>
    </w:div>
    <w:div w:id="253363284">
      <w:bodyDiv w:val="1"/>
      <w:marLeft w:val="0"/>
      <w:marRight w:val="0"/>
      <w:marTop w:val="0"/>
      <w:marBottom w:val="0"/>
      <w:divBdr>
        <w:top w:val="none" w:sz="0" w:space="0" w:color="auto"/>
        <w:left w:val="none" w:sz="0" w:space="0" w:color="auto"/>
        <w:bottom w:val="none" w:sz="0" w:space="0" w:color="auto"/>
        <w:right w:val="none" w:sz="0" w:space="0" w:color="auto"/>
      </w:divBdr>
    </w:div>
    <w:div w:id="282152197">
      <w:bodyDiv w:val="1"/>
      <w:marLeft w:val="0"/>
      <w:marRight w:val="0"/>
      <w:marTop w:val="0"/>
      <w:marBottom w:val="0"/>
      <w:divBdr>
        <w:top w:val="none" w:sz="0" w:space="0" w:color="auto"/>
        <w:left w:val="none" w:sz="0" w:space="0" w:color="auto"/>
        <w:bottom w:val="none" w:sz="0" w:space="0" w:color="auto"/>
        <w:right w:val="none" w:sz="0" w:space="0" w:color="auto"/>
      </w:divBdr>
    </w:div>
    <w:div w:id="283772266">
      <w:bodyDiv w:val="1"/>
      <w:marLeft w:val="0"/>
      <w:marRight w:val="0"/>
      <w:marTop w:val="0"/>
      <w:marBottom w:val="0"/>
      <w:divBdr>
        <w:top w:val="none" w:sz="0" w:space="0" w:color="auto"/>
        <w:left w:val="none" w:sz="0" w:space="0" w:color="auto"/>
        <w:bottom w:val="none" w:sz="0" w:space="0" w:color="auto"/>
        <w:right w:val="none" w:sz="0" w:space="0" w:color="auto"/>
      </w:divBdr>
    </w:div>
    <w:div w:id="293950387">
      <w:bodyDiv w:val="1"/>
      <w:marLeft w:val="0"/>
      <w:marRight w:val="0"/>
      <w:marTop w:val="0"/>
      <w:marBottom w:val="0"/>
      <w:divBdr>
        <w:top w:val="none" w:sz="0" w:space="0" w:color="auto"/>
        <w:left w:val="none" w:sz="0" w:space="0" w:color="auto"/>
        <w:bottom w:val="none" w:sz="0" w:space="0" w:color="auto"/>
        <w:right w:val="none" w:sz="0" w:space="0" w:color="auto"/>
      </w:divBdr>
    </w:div>
    <w:div w:id="315766967">
      <w:bodyDiv w:val="1"/>
      <w:marLeft w:val="0"/>
      <w:marRight w:val="0"/>
      <w:marTop w:val="0"/>
      <w:marBottom w:val="0"/>
      <w:divBdr>
        <w:top w:val="none" w:sz="0" w:space="0" w:color="auto"/>
        <w:left w:val="none" w:sz="0" w:space="0" w:color="auto"/>
        <w:bottom w:val="none" w:sz="0" w:space="0" w:color="auto"/>
        <w:right w:val="none" w:sz="0" w:space="0" w:color="auto"/>
      </w:divBdr>
    </w:div>
    <w:div w:id="331686391">
      <w:bodyDiv w:val="1"/>
      <w:marLeft w:val="0"/>
      <w:marRight w:val="0"/>
      <w:marTop w:val="0"/>
      <w:marBottom w:val="0"/>
      <w:divBdr>
        <w:top w:val="none" w:sz="0" w:space="0" w:color="auto"/>
        <w:left w:val="none" w:sz="0" w:space="0" w:color="auto"/>
        <w:bottom w:val="none" w:sz="0" w:space="0" w:color="auto"/>
        <w:right w:val="none" w:sz="0" w:space="0" w:color="auto"/>
      </w:divBdr>
      <w:divsChild>
        <w:div w:id="623117301">
          <w:marLeft w:val="374"/>
          <w:marRight w:val="0"/>
          <w:marTop w:val="0"/>
          <w:marBottom w:val="0"/>
          <w:divBdr>
            <w:top w:val="none" w:sz="0" w:space="0" w:color="auto"/>
            <w:left w:val="none" w:sz="0" w:space="0" w:color="auto"/>
            <w:bottom w:val="none" w:sz="0" w:space="0" w:color="auto"/>
            <w:right w:val="none" w:sz="0" w:space="0" w:color="auto"/>
          </w:divBdr>
        </w:div>
        <w:div w:id="755711606">
          <w:marLeft w:val="374"/>
          <w:marRight w:val="0"/>
          <w:marTop w:val="0"/>
          <w:marBottom w:val="0"/>
          <w:divBdr>
            <w:top w:val="none" w:sz="0" w:space="0" w:color="auto"/>
            <w:left w:val="none" w:sz="0" w:space="0" w:color="auto"/>
            <w:bottom w:val="none" w:sz="0" w:space="0" w:color="auto"/>
            <w:right w:val="none" w:sz="0" w:space="0" w:color="auto"/>
          </w:divBdr>
        </w:div>
        <w:div w:id="1235505666">
          <w:marLeft w:val="374"/>
          <w:marRight w:val="0"/>
          <w:marTop w:val="0"/>
          <w:marBottom w:val="0"/>
          <w:divBdr>
            <w:top w:val="none" w:sz="0" w:space="0" w:color="auto"/>
            <w:left w:val="none" w:sz="0" w:space="0" w:color="auto"/>
            <w:bottom w:val="none" w:sz="0" w:space="0" w:color="auto"/>
            <w:right w:val="none" w:sz="0" w:space="0" w:color="auto"/>
          </w:divBdr>
        </w:div>
        <w:div w:id="1672760301">
          <w:marLeft w:val="374"/>
          <w:marRight w:val="0"/>
          <w:marTop w:val="0"/>
          <w:marBottom w:val="0"/>
          <w:divBdr>
            <w:top w:val="none" w:sz="0" w:space="0" w:color="auto"/>
            <w:left w:val="none" w:sz="0" w:space="0" w:color="auto"/>
            <w:bottom w:val="none" w:sz="0" w:space="0" w:color="auto"/>
            <w:right w:val="none" w:sz="0" w:space="0" w:color="auto"/>
          </w:divBdr>
        </w:div>
        <w:div w:id="1949660158">
          <w:marLeft w:val="374"/>
          <w:marRight w:val="0"/>
          <w:marTop w:val="0"/>
          <w:marBottom w:val="0"/>
          <w:divBdr>
            <w:top w:val="none" w:sz="0" w:space="0" w:color="auto"/>
            <w:left w:val="none" w:sz="0" w:space="0" w:color="auto"/>
            <w:bottom w:val="none" w:sz="0" w:space="0" w:color="auto"/>
            <w:right w:val="none" w:sz="0" w:space="0" w:color="auto"/>
          </w:divBdr>
        </w:div>
      </w:divsChild>
    </w:div>
    <w:div w:id="367144228">
      <w:bodyDiv w:val="1"/>
      <w:marLeft w:val="0"/>
      <w:marRight w:val="0"/>
      <w:marTop w:val="0"/>
      <w:marBottom w:val="0"/>
      <w:divBdr>
        <w:top w:val="none" w:sz="0" w:space="0" w:color="auto"/>
        <w:left w:val="none" w:sz="0" w:space="0" w:color="auto"/>
        <w:bottom w:val="none" w:sz="0" w:space="0" w:color="auto"/>
        <w:right w:val="none" w:sz="0" w:space="0" w:color="auto"/>
      </w:divBdr>
    </w:div>
    <w:div w:id="444079940">
      <w:bodyDiv w:val="1"/>
      <w:marLeft w:val="0"/>
      <w:marRight w:val="0"/>
      <w:marTop w:val="0"/>
      <w:marBottom w:val="0"/>
      <w:divBdr>
        <w:top w:val="none" w:sz="0" w:space="0" w:color="auto"/>
        <w:left w:val="none" w:sz="0" w:space="0" w:color="auto"/>
        <w:bottom w:val="none" w:sz="0" w:space="0" w:color="auto"/>
        <w:right w:val="none" w:sz="0" w:space="0" w:color="auto"/>
      </w:divBdr>
    </w:div>
    <w:div w:id="497580289">
      <w:bodyDiv w:val="1"/>
      <w:marLeft w:val="0"/>
      <w:marRight w:val="0"/>
      <w:marTop w:val="0"/>
      <w:marBottom w:val="0"/>
      <w:divBdr>
        <w:top w:val="none" w:sz="0" w:space="0" w:color="auto"/>
        <w:left w:val="none" w:sz="0" w:space="0" w:color="auto"/>
        <w:bottom w:val="none" w:sz="0" w:space="0" w:color="auto"/>
        <w:right w:val="none" w:sz="0" w:space="0" w:color="auto"/>
      </w:divBdr>
    </w:div>
    <w:div w:id="527643888">
      <w:bodyDiv w:val="1"/>
      <w:marLeft w:val="0"/>
      <w:marRight w:val="0"/>
      <w:marTop w:val="0"/>
      <w:marBottom w:val="0"/>
      <w:divBdr>
        <w:top w:val="none" w:sz="0" w:space="0" w:color="auto"/>
        <w:left w:val="none" w:sz="0" w:space="0" w:color="auto"/>
        <w:bottom w:val="none" w:sz="0" w:space="0" w:color="auto"/>
        <w:right w:val="none" w:sz="0" w:space="0" w:color="auto"/>
      </w:divBdr>
    </w:div>
    <w:div w:id="542206476">
      <w:bodyDiv w:val="1"/>
      <w:marLeft w:val="0"/>
      <w:marRight w:val="0"/>
      <w:marTop w:val="0"/>
      <w:marBottom w:val="0"/>
      <w:divBdr>
        <w:top w:val="none" w:sz="0" w:space="0" w:color="auto"/>
        <w:left w:val="none" w:sz="0" w:space="0" w:color="auto"/>
        <w:bottom w:val="none" w:sz="0" w:space="0" w:color="auto"/>
        <w:right w:val="none" w:sz="0" w:space="0" w:color="auto"/>
      </w:divBdr>
    </w:div>
    <w:div w:id="569341559">
      <w:bodyDiv w:val="1"/>
      <w:marLeft w:val="0"/>
      <w:marRight w:val="0"/>
      <w:marTop w:val="0"/>
      <w:marBottom w:val="0"/>
      <w:divBdr>
        <w:top w:val="none" w:sz="0" w:space="0" w:color="auto"/>
        <w:left w:val="none" w:sz="0" w:space="0" w:color="auto"/>
        <w:bottom w:val="none" w:sz="0" w:space="0" w:color="auto"/>
        <w:right w:val="none" w:sz="0" w:space="0" w:color="auto"/>
      </w:divBdr>
      <w:divsChild>
        <w:div w:id="537937872">
          <w:marLeft w:val="0"/>
          <w:marRight w:val="0"/>
          <w:marTop w:val="0"/>
          <w:marBottom w:val="0"/>
          <w:divBdr>
            <w:top w:val="none" w:sz="0" w:space="0" w:color="auto"/>
            <w:left w:val="none" w:sz="0" w:space="0" w:color="auto"/>
            <w:bottom w:val="none" w:sz="0" w:space="0" w:color="auto"/>
            <w:right w:val="none" w:sz="0" w:space="0" w:color="auto"/>
          </w:divBdr>
          <w:divsChild>
            <w:div w:id="424692475">
              <w:marLeft w:val="0"/>
              <w:marRight w:val="0"/>
              <w:marTop w:val="0"/>
              <w:marBottom w:val="0"/>
              <w:divBdr>
                <w:top w:val="none" w:sz="0" w:space="0" w:color="auto"/>
                <w:left w:val="none" w:sz="0" w:space="0" w:color="auto"/>
                <w:bottom w:val="none" w:sz="0" w:space="0" w:color="auto"/>
                <w:right w:val="none" w:sz="0" w:space="0" w:color="auto"/>
              </w:divBdr>
              <w:divsChild>
                <w:div w:id="290134579">
                  <w:marLeft w:val="0"/>
                  <w:marRight w:val="0"/>
                  <w:marTop w:val="0"/>
                  <w:marBottom w:val="0"/>
                  <w:divBdr>
                    <w:top w:val="none" w:sz="0" w:space="0" w:color="auto"/>
                    <w:left w:val="none" w:sz="0" w:space="0" w:color="auto"/>
                    <w:bottom w:val="none" w:sz="0" w:space="0" w:color="auto"/>
                    <w:right w:val="none" w:sz="0" w:space="0" w:color="auto"/>
                  </w:divBdr>
                  <w:divsChild>
                    <w:div w:id="1607617495">
                      <w:marLeft w:val="0"/>
                      <w:marRight w:val="0"/>
                      <w:marTop w:val="0"/>
                      <w:marBottom w:val="0"/>
                      <w:divBdr>
                        <w:top w:val="none" w:sz="0" w:space="0" w:color="auto"/>
                        <w:left w:val="none" w:sz="0" w:space="0" w:color="auto"/>
                        <w:bottom w:val="none" w:sz="0" w:space="0" w:color="auto"/>
                        <w:right w:val="none" w:sz="0" w:space="0" w:color="auto"/>
                      </w:divBdr>
                      <w:divsChild>
                        <w:div w:id="1786383273">
                          <w:marLeft w:val="0"/>
                          <w:marRight w:val="0"/>
                          <w:marTop w:val="0"/>
                          <w:marBottom w:val="0"/>
                          <w:divBdr>
                            <w:top w:val="none" w:sz="0" w:space="0" w:color="auto"/>
                            <w:left w:val="none" w:sz="0" w:space="0" w:color="auto"/>
                            <w:bottom w:val="none" w:sz="0" w:space="0" w:color="auto"/>
                            <w:right w:val="none" w:sz="0" w:space="0" w:color="auto"/>
                          </w:divBdr>
                          <w:divsChild>
                            <w:div w:id="19029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167846">
      <w:bodyDiv w:val="1"/>
      <w:marLeft w:val="0"/>
      <w:marRight w:val="0"/>
      <w:marTop w:val="0"/>
      <w:marBottom w:val="0"/>
      <w:divBdr>
        <w:top w:val="none" w:sz="0" w:space="0" w:color="auto"/>
        <w:left w:val="none" w:sz="0" w:space="0" w:color="auto"/>
        <w:bottom w:val="none" w:sz="0" w:space="0" w:color="auto"/>
        <w:right w:val="none" w:sz="0" w:space="0" w:color="auto"/>
      </w:divBdr>
    </w:div>
    <w:div w:id="659236560">
      <w:bodyDiv w:val="1"/>
      <w:marLeft w:val="0"/>
      <w:marRight w:val="0"/>
      <w:marTop w:val="0"/>
      <w:marBottom w:val="0"/>
      <w:divBdr>
        <w:top w:val="none" w:sz="0" w:space="0" w:color="auto"/>
        <w:left w:val="none" w:sz="0" w:space="0" w:color="auto"/>
        <w:bottom w:val="none" w:sz="0" w:space="0" w:color="auto"/>
        <w:right w:val="none" w:sz="0" w:space="0" w:color="auto"/>
      </w:divBdr>
    </w:div>
    <w:div w:id="682707163">
      <w:bodyDiv w:val="1"/>
      <w:marLeft w:val="0"/>
      <w:marRight w:val="0"/>
      <w:marTop w:val="0"/>
      <w:marBottom w:val="0"/>
      <w:divBdr>
        <w:top w:val="none" w:sz="0" w:space="0" w:color="auto"/>
        <w:left w:val="none" w:sz="0" w:space="0" w:color="auto"/>
        <w:bottom w:val="none" w:sz="0" w:space="0" w:color="auto"/>
        <w:right w:val="none" w:sz="0" w:space="0" w:color="auto"/>
      </w:divBdr>
    </w:div>
    <w:div w:id="714889159">
      <w:bodyDiv w:val="1"/>
      <w:marLeft w:val="0"/>
      <w:marRight w:val="0"/>
      <w:marTop w:val="0"/>
      <w:marBottom w:val="0"/>
      <w:divBdr>
        <w:top w:val="none" w:sz="0" w:space="0" w:color="auto"/>
        <w:left w:val="none" w:sz="0" w:space="0" w:color="auto"/>
        <w:bottom w:val="none" w:sz="0" w:space="0" w:color="auto"/>
        <w:right w:val="none" w:sz="0" w:space="0" w:color="auto"/>
      </w:divBdr>
    </w:div>
    <w:div w:id="741103032">
      <w:bodyDiv w:val="1"/>
      <w:marLeft w:val="0"/>
      <w:marRight w:val="0"/>
      <w:marTop w:val="0"/>
      <w:marBottom w:val="0"/>
      <w:divBdr>
        <w:top w:val="none" w:sz="0" w:space="0" w:color="auto"/>
        <w:left w:val="none" w:sz="0" w:space="0" w:color="auto"/>
        <w:bottom w:val="none" w:sz="0" w:space="0" w:color="auto"/>
        <w:right w:val="none" w:sz="0" w:space="0" w:color="auto"/>
      </w:divBdr>
    </w:div>
    <w:div w:id="831678917">
      <w:bodyDiv w:val="1"/>
      <w:marLeft w:val="0"/>
      <w:marRight w:val="0"/>
      <w:marTop w:val="0"/>
      <w:marBottom w:val="0"/>
      <w:divBdr>
        <w:top w:val="none" w:sz="0" w:space="0" w:color="auto"/>
        <w:left w:val="none" w:sz="0" w:space="0" w:color="auto"/>
        <w:bottom w:val="none" w:sz="0" w:space="0" w:color="auto"/>
        <w:right w:val="none" w:sz="0" w:space="0" w:color="auto"/>
      </w:divBdr>
      <w:divsChild>
        <w:div w:id="205916916">
          <w:marLeft w:val="0"/>
          <w:marRight w:val="0"/>
          <w:marTop w:val="0"/>
          <w:marBottom w:val="0"/>
          <w:divBdr>
            <w:top w:val="none" w:sz="0" w:space="0" w:color="auto"/>
            <w:left w:val="none" w:sz="0" w:space="0" w:color="auto"/>
            <w:bottom w:val="none" w:sz="0" w:space="0" w:color="auto"/>
            <w:right w:val="none" w:sz="0" w:space="0" w:color="auto"/>
          </w:divBdr>
          <w:divsChild>
            <w:div w:id="79738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75621">
      <w:bodyDiv w:val="1"/>
      <w:marLeft w:val="0"/>
      <w:marRight w:val="0"/>
      <w:marTop w:val="0"/>
      <w:marBottom w:val="0"/>
      <w:divBdr>
        <w:top w:val="none" w:sz="0" w:space="0" w:color="auto"/>
        <w:left w:val="none" w:sz="0" w:space="0" w:color="auto"/>
        <w:bottom w:val="none" w:sz="0" w:space="0" w:color="auto"/>
        <w:right w:val="none" w:sz="0" w:space="0" w:color="auto"/>
      </w:divBdr>
    </w:div>
    <w:div w:id="891968273">
      <w:bodyDiv w:val="1"/>
      <w:marLeft w:val="0"/>
      <w:marRight w:val="0"/>
      <w:marTop w:val="0"/>
      <w:marBottom w:val="0"/>
      <w:divBdr>
        <w:top w:val="none" w:sz="0" w:space="0" w:color="auto"/>
        <w:left w:val="none" w:sz="0" w:space="0" w:color="auto"/>
        <w:bottom w:val="none" w:sz="0" w:space="0" w:color="auto"/>
        <w:right w:val="none" w:sz="0" w:space="0" w:color="auto"/>
      </w:divBdr>
    </w:div>
    <w:div w:id="900556642">
      <w:bodyDiv w:val="1"/>
      <w:marLeft w:val="0"/>
      <w:marRight w:val="0"/>
      <w:marTop w:val="0"/>
      <w:marBottom w:val="0"/>
      <w:divBdr>
        <w:top w:val="none" w:sz="0" w:space="0" w:color="auto"/>
        <w:left w:val="none" w:sz="0" w:space="0" w:color="auto"/>
        <w:bottom w:val="none" w:sz="0" w:space="0" w:color="auto"/>
        <w:right w:val="none" w:sz="0" w:space="0" w:color="auto"/>
      </w:divBdr>
    </w:div>
    <w:div w:id="909122150">
      <w:bodyDiv w:val="1"/>
      <w:marLeft w:val="0"/>
      <w:marRight w:val="0"/>
      <w:marTop w:val="0"/>
      <w:marBottom w:val="0"/>
      <w:divBdr>
        <w:top w:val="none" w:sz="0" w:space="0" w:color="auto"/>
        <w:left w:val="none" w:sz="0" w:space="0" w:color="auto"/>
        <w:bottom w:val="none" w:sz="0" w:space="0" w:color="auto"/>
        <w:right w:val="none" w:sz="0" w:space="0" w:color="auto"/>
      </w:divBdr>
    </w:div>
    <w:div w:id="962272919">
      <w:bodyDiv w:val="1"/>
      <w:marLeft w:val="0"/>
      <w:marRight w:val="0"/>
      <w:marTop w:val="0"/>
      <w:marBottom w:val="0"/>
      <w:divBdr>
        <w:top w:val="none" w:sz="0" w:space="0" w:color="auto"/>
        <w:left w:val="none" w:sz="0" w:space="0" w:color="auto"/>
        <w:bottom w:val="none" w:sz="0" w:space="0" w:color="auto"/>
        <w:right w:val="none" w:sz="0" w:space="0" w:color="auto"/>
      </w:divBdr>
      <w:divsChild>
        <w:div w:id="253516130">
          <w:marLeft w:val="374"/>
          <w:marRight w:val="0"/>
          <w:marTop w:val="0"/>
          <w:marBottom w:val="0"/>
          <w:divBdr>
            <w:top w:val="none" w:sz="0" w:space="0" w:color="auto"/>
            <w:left w:val="none" w:sz="0" w:space="0" w:color="auto"/>
            <w:bottom w:val="none" w:sz="0" w:space="0" w:color="auto"/>
            <w:right w:val="none" w:sz="0" w:space="0" w:color="auto"/>
          </w:divBdr>
        </w:div>
        <w:div w:id="263613982">
          <w:marLeft w:val="374"/>
          <w:marRight w:val="0"/>
          <w:marTop w:val="0"/>
          <w:marBottom w:val="0"/>
          <w:divBdr>
            <w:top w:val="none" w:sz="0" w:space="0" w:color="auto"/>
            <w:left w:val="none" w:sz="0" w:space="0" w:color="auto"/>
            <w:bottom w:val="none" w:sz="0" w:space="0" w:color="auto"/>
            <w:right w:val="none" w:sz="0" w:space="0" w:color="auto"/>
          </w:divBdr>
        </w:div>
        <w:div w:id="409473509">
          <w:marLeft w:val="374"/>
          <w:marRight w:val="0"/>
          <w:marTop w:val="0"/>
          <w:marBottom w:val="0"/>
          <w:divBdr>
            <w:top w:val="none" w:sz="0" w:space="0" w:color="auto"/>
            <w:left w:val="none" w:sz="0" w:space="0" w:color="auto"/>
            <w:bottom w:val="none" w:sz="0" w:space="0" w:color="auto"/>
            <w:right w:val="none" w:sz="0" w:space="0" w:color="auto"/>
          </w:divBdr>
        </w:div>
        <w:div w:id="909265144">
          <w:marLeft w:val="374"/>
          <w:marRight w:val="0"/>
          <w:marTop w:val="0"/>
          <w:marBottom w:val="0"/>
          <w:divBdr>
            <w:top w:val="none" w:sz="0" w:space="0" w:color="auto"/>
            <w:left w:val="none" w:sz="0" w:space="0" w:color="auto"/>
            <w:bottom w:val="none" w:sz="0" w:space="0" w:color="auto"/>
            <w:right w:val="none" w:sz="0" w:space="0" w:color="auto"/>
          </w:divBdr>
        </w:div>
        <w:div w:id="1651013825">
          <w:marLeft w:val="374"/>
          <w:marRight w:val="0"/>
          <w:marTop w:val="0"/>
          <w:marBottom w:val="0"/>
          <w:divBdr>
            <w:top w:val="none" w:sz="0" w:space="0" w:color="auto"/>
            <w:left w:val="none" w:sz="0" w:space="0" w:color="auto"/>
            <w:bottom w:val="none" w:sz="0" w:space="0" w:color="auto"/>
            <w:right w:val="none" w:sz="0" w:space="0" w:color="auto"/>
          </w:divBdr>
        </w:div>
      </w:divsChild>
    </w:div>
    <w:div w:id="974799824">
      <w:bodyDiv w:val="1"/>
      <w:marLeft w:val="0"/>
      <w:marRight w:val="0"/>
      <w:marTop w:val="0"/>
      <w:marBottom w:val="0"/>
      <w:divBdr>
        <w:top w:val="none" w:sz="0" w:space="0" w:color="auto"/>
        <w:left w:val="none" w:sz="0" w:space="0" w:color="auto"/>
        <w:bottom w:val="none" w:sz="0" w:space="0" w:color="auto"/>
        <w:right w:val="none" w:sz="0" w:space="0" w:color="auto"/>
      </w:divBdr>
      <w:divsChild>
        <w:div w:id="1613587598">
          <w:marLeft w:val="0"/>
          <w:marRight w:val="0"/>
          <w:marTop w:val="0"/>
          <w:marBottom w:val="0"/>
          <w:divBdr>
            <w:top w:val="none" w:sz="0" w:space="0" w:color="auto"/>
            <w:left w:val="none" w:sz="0" w:space="0" w:color="auto"/>
            <w:bottom w:val="none" w:sz="0" w:space="0" w:color="auto"/>
            <w:right w:val="none" w:sz="0" w:space="0" w:color="auto"/>
          </w:divBdr>
        </w:div>
        <w:div w:id="1915578761">
          <w:marLeft w:val="0"/>
          <w:marRight w:val="0"/>
          <w:marTop w:val="0"/>
          <w:marBottom w:val="0"/>
          <w:divBdr>
            <w:top w:val="none" w:sz="0" w:space="0" w:color="auto"/>
            <w:left w:val="none" w:sz="0" w:space="0" w:color="auto"/>
            <w:bottom w:val="none" w:sz="0" w:space="0" w:color="auto"/>
            <w:right w:val="none" w:sz="0" w:space="0" w:color="auto"/>
          </w:divBdr>
        </w:div>
      </w:divsChild>
    </w:div>
    <w:div w:id="1005012753">
      <w:bodyDiv w:val="1"/>
      <w:marLeft w:val="0"/>
      <w:marRight w:val="0"/>
      <w:marTop w:val="0"/>
      <w:marBottom w:val="0"/>
      <w:divBdr>
        <w:top w:val="none" w:sz="0" w:space="0" w:color="auto"/>
        <w:left w:val="none" w:sz="0" w:space="0" w:color="auto"/>
        <w:bottom w:val="none" w:sz="0" w:space="0" w:color="auto"/>
        <w:right w:val="none" w:sz="0" w:space="0" w:color="auto"/>
      </w:divBdr>
    </w:div>
    <w:div w:id="1020357035">
      <w:bodyDiv w:val="1"/>
      <w:marLeft w:val="0"/>
      <w:marRight w:val="0"/>
      <w:marTop w:val="0"/>
      <w:marBottom w:val="0"/>
      <w:divBdr>
        <w:top w:val="none" w:sz="0" w:space="0" w:color="auto"/>
        <w:left w:val="none" w:sz="0" w:space="0" w:color="auto"/>
        <w:bottom w:val="none" w:sz="0" w:space="0" w:color="auto"/>
        <w:right w:val="none" w:sz="0" w:space="0" w:color="auto"/>
      </w:divBdr>
    </w:div>
    <w:div w:id="1072391381">
      <w:bodyDiv w:val="1"/>
      <w:marLeft w:val="0"/>
      <w:marRight w:val="0"/>
      <w:marTop w:val="0"/>
      <w:marBottom w:val="0"/>
      <w:divBdr>
        <w:top w:val="none" w:sz="0" w:space="0" w:color="auto"/>
        <w:left w:val="none" w:sz="0" w:space="0" w:color="auto"/>
        <w:bottom w:val="none" w:sz="0" w:space="0" w:color="auto"/>
        <w:right w:val="none" w:sz="0" w:space="0" w:color="auto"/>
      </w:divBdr>
    </w:div>
    <w:div w:id="1134757006">
      <w:bodyDiv w:val="1"/>
      <w:marLeft w:val="0"/>
      <w:marRight w:val="0"/>
      <w:marTop w:val="0"/>
      <w:marBottom w:val="0"/>
      <w:divBdr>
        <w:top w:val="none" w:sz="0" w:space="0" w:color="auto"/>
        <w:left w:val="none" w:sz="0" w:space="0" w:color="auto"/>
        <w:bottom w:val="none" w:sz="0" w:space="0" w:color="auto"/>
        <w:right w:val="none" w:sz="0" w:space="0" w:color="auto"/>
      </w:divBdr>
    </w:div>
    <w:div w:id="1172645173">
      <w:bodyDiv w:val="1"/>
      <w:marLeft w:val="0"/>
      <w:marRight w:val="0"/>
      <w:marTop w:val="0"/>
      <w:marBottom w:val="0"/>
      <w:divBdr>
        <w:top w:val="none" w:sz="0" w:space="0" w:color="auto"/>
        <w:left w:val="none" w:sz="0" w:space="0" w:color="auto"/>
        <w:bottom w:val="none" w:sz="0" w:space="0" w:color="auto"/>
        <w:right w:val="none" w:sz="0" w:space="0" w:color="auto"/>
      </w:divBdr>
    </w:div>
    <w:div w:id="1239515030">
      <w:bodyDiv w:val="1"/>
      <w:marLeft w:val="0"/>
      <w:marRight w:val="0"/>
      <w:marTop w:val="0"/>
      <w:marBottom w:val="0"/>
      <w:divBdr>
        <w:top w:val="none" w:sz="0" w:space="0" w:color="auto"/>
        <w:left w:val="none" w:sz="0" w:space="0" w:color="auto"/>
        <w:bottom w:val="none" w:sz="0" w:space="0" w:color="auto"/>
        <w:right w:val="none" w:sz="0" w:space="0" w:color="auto"/>
      </w:divBdr>
    </w:div>
    <w:div w:id="1247232430">
      <w:bodyDiv w:val="1"/>
      <w:marLeft w:val="0"/>
      <w:marRight w:val="0"/>
      <w:marTop w:val="0"/>
      <w:marBottom w:val="0"/>
      <w:divBdr>
        <w:top w:val="none" w:sz="0" w:space="0" w:color="auto"/>
        <w:left w:val="none" w:sz="0" w:space="0" w:color="auto"/>
        <w:bottom w:val="none" w:sz="0" w:space="0" w:color="auto"/>
        <w:right w:val="none" w:sz="0" w:space="0" w:color="auto"/>
      </w:divBdr>
    </w:div>
    <w:div w:id="1255868839">
      <w:bodyDiv w:val="1"/>
      <w:marLeft w:val="0"/>
      <w:marRight w:val="0"/>
      <w:marTop w:val="0"/>
      <w:marBottom w:val="0"/>
      <w:divBdr>
        <w:top w:val="none" w:sz="0" w:space="0" w:color="auto"/>
        <w:left w:val="none" w:sz="0" w:space="0" w:color="auto"/>
        <w:bottom w:val="none" w:sz="0" w:space="0" w:color="auto"/>
        <w:right w:val="none" w:sz="0" w:space="0" w:color="auto"/>
      </w:divBdr>
    </w:div>
    <w:div w:id="1286035289">
      <w:bodyDiv w:val="1"/>
      <w:marLeft w:val="0"/>
      <w:marRight w:val="0"/>
      <w:marTop w:val="0"/>
      <w:marBottom w:val="0"/>
      <w:divBdr>
        <w:top w:val="none" w:sz="0" w:space="0" w:color="auto"/>
        <w:left w:val="none" w:sz="0" w:space="0" w:color="auto"/>
        <w:bottom w:val="none" w:sz="0" w:space="0" w:color="auto"/>
        <w:right w:val="none" w:sz="0" w:space="0" w:color="auto"/>
      </w:divBdr>
    </w:div>
    <w:div w:id="1291470794">
      <w:bodyDiv w:val="1"/>
      <w:marLeft w:val="0"/>
      <w:marRight w:val="0"/>
      <w:marTop w:val="0"/>
      <w:marBottom w:val="0"/>
      <w:divBdr>
        <w:top w:val="none" w:sz="0" w:space="0" w:color="auto"/>
        <w:left w:val="none" w:sz="0" w:space="0" w:color="auto"/>
        <w:bottom w:val="none" w:sz="0" w:space="0" w:color="auto"/>
        <w:right w:val="none" w:sz="0" w:space="0" w:color="auto"/>
      </w:divBdr>
    </w:div>
    <w:div w:id="1307591599">
      <w:bodyDiv w:val="1"/>
      <w:marLeft w:val="0"/>
      <w:marRight w:val="0"/>
      <w:marTop w:val="0"/>
      <w:marBottom w:val="0"/>
      <w:divBdr>
        <w:top w:val="none" w:sz="0" w:space="0" w:color="auto"/>
        <w:left w:val="none" w:sz="0" w:space="0" w:color="auto"/>
        <w:bottom w:val="none" w:sz="0" w:space="0" w:color="auto"/>
        <w:right w:val="none" w:sz="0" w:space="0" w:color="auto"/>
      </w:divBdr>
    </w:div>
    <w:div w:id="1326856019">
      <w:bodyDiv w:val="1"/>
      <w:marLeft w:val="0"/>
      <w:marRight w:val="0"/>
      <w:marTop w:val="0"/>
      <w:marBottom w:val="0"/>
      <w:divBdr>
        <w:top w:val="none" w:sz="0" w:space="0" w:color="auto"/>
        <w:left w:val="none" w:sz="0" w:space="0" w:color="auto"/>
        <w:bottom w:val="none" w:sz="0" w:space="0" w:color="auto"/>
        <w:right w:val="none" w:sz="0" w:space="0" w:color="auto"/>
      </w:divBdr>
    </w:div>
    <w:div w:id="1353729284">
      <w:bodyDiv w:val="1"/>
      <w:marLeft w:val="0"/>
      <w:marRight w:val="0"/>
      <w:marTop w:val="0"/>
      <w:marBottom w:val="0"/>
      <w:divBdr>
        <w:top w:val="none" w:sz="0" w:space="0" w:color="auto"/>
        <w:left w:val="none" w:sz="0" w:space="0" w:color="auto"/>
        <w:bottom w:val="none" w:sz="0" w:space="0" w:color="auto"/>
        <w:right w:val="none" w:sz="0" w:space="0" w:color="auto"/>
      </w:divBdr>
    </w:div>
    <w:div w:id="1375425655">
      <w:bodyDiv w:val="1"/>
      <w:marLeft w:val="0"/>
      <w:marRight w:val="0"/>
      <w:marTop w:val="0"/>
      <w:marBottom w:val="0"/>
      <w:divBdr>
        <w:top w:val="none" w:sz="0" w:space="0" w:color="auto"/>
        <w:left w:val="none" w:sz="0" w:space="0" w:color="auto"/>
        <w:bottom w:val="none" w:sz="0" w:space="0" w:color="auto"/>
        <w:right w:val="none" w:sz="0" w:space="0" w:color="auto"/>
      </w:divBdr>
    </w:div>
    <w:div w:id="1463424187">
      <w:bodyDiv w:val="1"/>
      <w:marLeft w:val="0"/>
      <w:marRight w:val="0"/>
      <w:marTop w:val="0"/>
      <w:marBottom w:val="0"/>
      <w:divBdr>
        <w:top w:val="none" w:sz="0" w:space="0" w:color="auto"/>
        <w:left w:val="none" w:sz="0" w:space="0" w:color="auto"/>
        <w:bottom w:val="none" w:sz="0" w:space="0" w:color="auto"/>
        <w:right w:val="none" w:sz="0" w:space="0" w:color="auto"/>
      </w:divBdr>
    </w:div>
    <w:div w:id="1529760146">
      <w:bodyDiv w:val="1"/>
      <w:marLeft w:val="0"/>
      <w:marRight w:val="0"/>
      <w:marTop w:val="0"/>
      <w:marBottom w:val="0"/>
      <w:divBdr>
        <w:top w:val="none" w:sz="0" w:space="0" w:color="auto"/>
        <w:left w:val="none" w:sz="0" w:space="0" w:color="auto"/>
        <w:bottom w:val="none" w:sz="0" w:space="0" w:color="auto"/>
        <w:right w:val="none" w:sz="0" w:space="0" w:color="auto"/>
      </w:divBdr>
    </w:div>
    <w:div w:id="1605455708">
      <w:bodyDiv w:val="1"/>
      <w:marLeft w:val="0"/>
      <w:marRight w:val="0"/>
      <w:marTop w:val="0"/>
      <w:marBottom w:val="0"/>
      <w:divBdr>
        <w:top w:val="none" w:sz="0" w:space="0" w:color="auto"/>
        <w:left w:val="none" w:sz="0" w:space="0" w:color="auto"/>
        <w:bottom w:val="none" w:sz="0" w:space="0" w:color="auto"/>
        <w:right w:val="none" w:sz="0" w:space="0" w:color="auto"/>
      </w:divBdr>
    </w:div>
    <w:div w:id="1610819455">
      <w:bodyDiv w:val="1"/>
      <w:marLeft w:val="0"/>
      <w:marRight w:val="0"/>
      <w:marTop w:val="0"/>
      <w:marBottom w:val="0"/>
      <w:divBdr>
        <w:top w:val="none" w:sz="0" w:space="0" w:color="auto"/>
        <w:left w:val="none" w:sz="0" w:space="0" w:color="auto"/>
        <w:bottom w:val="none" w:sz="0" w:space="0" w:color="auto"/>
        <w:right w:val="none" w:sz="0" w:space="0" w:color="auto"/>
      </w:divBdr>
    </w:div>
    <w:div w:id="1645038604">
      <w:bodyDiv w:val="1"/>
      <w:marLeft w:val="0"/>
      <w:marRight w:val="0"/>
      <w:marTop w:val="0"/>
      <w:marBottom w:val="0"/>
      <w:divBdr>
        <w:top w:val="none" w:sz="0" w:space="0" w:color="auto"/>
        <w:left w:val="none" w:sz="0" w:space="0" w:color="auto"/>
        <w:bottom w:val="none" w:sz="0" w:space="0" w:color="auto"/>
        <w:right w:val="none" w:sz="0" w:space="0" w:color="auto"/>
      </w:divBdr>
    </w:div>
    <w:div w:id="1681157366">
      <w:bodyDiv w:val="1"/>
      <w:marLeft w:val="0"/>
      <w:marRight w:val="0"/>
      <w:marTop w:val="0"/>
      <w:marBottom w:val="0"/>
      <w:divBdr>
        <w:top w:val="none" w:sz="0" w:space="0" w:color="auto"/>
        <w:left w:val="none" w:sz="0" w:space="0" w:color="auto"/>
        <w:bottom w:val="none" w:sz="0" w:space="0" w:color="auto"/>
        <w:right w:val="none" w:sz="0" w:space="0" w:color="auto"/>
      </w:divBdr>
    </w:div>
    <w:div w:id="1691763075">
      <w:bodyDiv w:val="1"/>
      <w:marLeft w:val="0"/>
      <w:marRight w:val="0"/>
      <w:marTop w:val="0"/>
      <w:marBottom w:val="0"/>
      <w:divBdr>
        <w:top w:val="none" w:sz="0" w:space="0" w:color="auto"/>
        <w:left w:val="none" w:sz="0" w:space="0" w:color="auto"/>
        <w:bottom w:val="none" w:sz="0" w:space="0" w:color="auto"/>
        <w:right w:val="none" w:sz="0" w:space="0" w:color="auto"/>
      </w:divBdr>
    </w:div>
    <w:div w:id="1692104713">
      <w:bodyDiv w:val="1"/>
      <w:marLeft w:val="0"/>
      <w:marRight w:val="0"/>
      <w:marTop w:val="0"/>
      <w:marBottom w:val="0"/>
      <w:divBdr>
        <w:top w:val="none" w:sz="0" w:space="0" w:color="auto"/>
        <w:left w:val="none" w:sz="0" w:space="0" w:color="auto"/>
        <w:bottom w:val="none" w:sz="0" w:space="0" w:color="auto"/>
        <w:right w:val="none" w:sz="0" w:space="0" w:color="auto"/>
      </w:divBdr>
    </w:div>
    <w:div w:id="1699551545">
      <w:bodyDiv w:val="1"/>
      <w:marLeft w:val="0"/>
      <w:marRight w:val="0"/>
      <w:marTop w:val="0"/>
      <w:marBottom w:val="0"/>
      <w:divBdr>
        <w:top w:val="none" w:sz="0" w:space="0" w:color="auto"/>
        <w:left w:val="none" w:sz="0" w:space="0" w:color="auto"/>
        <w:bottom w:val="none" w:sz="0" w:space="0" w:color="auto"/>
        <w:right w:val="none" w:sz="0" w:space="0" w:color="auto"/>
      </w:divBdr>
    </w:div>
    <w:div w:id="1709572647">
      <w:bodyDiv w:val="1"/>
      <w:marLeft w:val="0"/>
      <w:marRight w:val="0"/>
      <w:marTop w:val="0"/>
      <w:marBottom w:val="0"/>
      <w:divBdr>
        <w:top w:val="none" w:sz="0" w:space="0" w:color="auto"/>
        <w:left w:val="none" w:sz="0" w:space="0" w:color="auto"/>
        <w:bottom w:val="none" w:sz="0" w:space="0" w:color="auto"/>
        <w:right w:val="none" w:sz="0" w:space="0" w:color="auto"/>
      </w:divBdr>
    </w:div>
    <w:div w:id="1727144112">
      <w:bodyDiv w:val="1"/>
      <w:marLeft w:val="0"/>
      <w:marRight w:val="0"/>
      <w:marTop w:val="0"/>
      <w:marBottom w:val="0"/>
      <w:divBdr>
        <w:top w:val="none" w:sz="0" w:space="0" w:color="auto"/>
        <w:left w:val="none" w:sz="0" w:space="0" w:color="auto"/>
        <w:bottom w:val="none" w:sz="0" w:space="0" w:color="auto"/>
        <w:right w:val="none" w:sz="0" w:space="0" w:color="auto"/>
      </w:divBdr>
      <w:divsChild>
        <w:div w:id="1476755344">
          <w:marLeft w:val="0"/>
          <w:marRight w:val="0"/>
          <w:marTop w:val="0"/>
          <w:marBottom w:val="0"/>
          <w:divBdr>
            <w:top w:val="none" w:sz="0" w:space="0" w:color="auto"/>
            <w:left w:val="none" w:sz="0" w:space="0" w:color="auto"/>
            <w:bottom w:val="none" w:sz="0" w:space="0" w:color="auto"/>
            <w:right w:val="none" w:sz="0" w:space="0" w:color="auto"/>
          </w:divBdr>
          <w:divsChild>
            <w:div w:id="106658446">
              <w:marLeft w:val="0"/>
              <w:marRight w:val="374"/>
              <w:marTop w:val="0"/>
              <w:marBottom w:val="0"/>
              <w:divBdr>
                <w:top w:val="none" w:sz="0" w:space="0" w:color="auto"/>
                <w:left w:val="none" w:sz="0" w:space="0" w:color="auto"/>
                <w:bottom w:val="none" w:sz="0" w:space="0" w:color="auto"/>
                <w:right w:val="none" w:sz="0" w:space="0" w:color="auto"/>
              </w:divBdr>
            </w:div>
          </w:divsChild>
        </w:div>
      </w:divsChild>
    </w:div>
    <w:div w:id="1735809882">
      <w:bodyDiv w:val="1"/>
      <w:marLeft w:val="0"/>
      <w:marRight w:val="0"/>
      <w:marTop w:val="0"/>
      <w:marBottom w:val="0"/>
      <w:divBdr>
        <w:top w:val="none" w:sz="0" w:space="0" w:color="auto"/>
        <w:left w:val="none" w:sz="0" w:space="0" w:color="auto"/>
        <w:bottom w:val="none" w:sz="0" w:space="0" w:color="auto"/>
        <w:right w:val="none" w:sz="0" w:space="0" w:color="auto"/>
      </w:divBdr>
    </w:div>
    <w:div w:id="1747604451">
      <w:bodyDiv w:val="1"/>
      <w:marLeft w:val="0"/>
      <w:marRight w:val="0"/>
      <w:marTop w:val="0"/>
      <w:marBottom w:val="0"/>
      <w:divBdr>
        <w:top w:val="none" w:sz="0" w:space="0" w:color="auto"/>
        <w:left w:val="none" w:sz="0" w:space="0" w:color="auto"/>
        <w:bottom w:val="none" w:sz="0" w:space="0" w:color="auto"/>
        <w:right w:val="none" w:sz="0" w:space="0" w:color="auto"/>
      </w:divBdr>
    </w:div>
    <w:div w:id="1955942656">
      <w:bodyDiv w:val="1"/>
      <w:marLeft w:val="0"/>
      <w:marRight w:val="0"/>
      <w:marTop w:val="0"/>
      <w:marBottom w:val="0"/>
      <w:divBdr>
        <w:top w:val="none" w:sz="0" w:space="0" w:color="auto"/>
        <w:left w:val="none" w:sz="0" w:space="0" w:color="auto"/>
        <w:bottom w:val="none" w:sz="0" w:space="0" w:color="auto"/>
        <w:right w:val="none" w:sz="0" w:space="0" w:color="auto"/>
      </w:divBdr>
    </w:div>
    <w:div w:id="1981425633">
      <w:bodyDiv w:val="1"/>
      <w:marLeft w:val="0"/>
      <w:marRight w:val="0"/>
      <w:marTop w:val="0"/>
      <w:marBottom w:val="0"/>
      <w:divBdr>
        <w:top w:val="none" w:sz="0" w:space="0" w:color="auto"/>
        <w:left w:val="none" w:sz="0" w:space="0" w:color="auto"/>
        <w:bottom w:val="none" w:sz="0" w:space="0" w:color="auto"/>
        <w:right w:val="none" w:sz="0" w:space="0" w:color="auto"/>
      </w:divBdr>
    </w:div>
    <w:div w:id="2044355538">
      <w:bodyDiv w:val="1"/>
      <w:marLeft w:val="0"/>
      <w:marRight w:val="0"/>
      <w:marTop w:val="0"/>
      <w:marBottom w:val="0"/>
      <w:divBdr>
        <w:top w:val="none" w:sz="0" w:space="0" w:color="auto"/>
        <w:left w:val="none" w:sz="0" w:space="0" w:color="auto"/>
        <w:bottom w:val="none" w:sz="0" w:space="0" w:color="auto"/>
        <w:right w:val="none" w:sz="0" w:space="0" w:color="auto"/>
      </w:divBdr>
    </w:div>
    <w:div w:id="2057393210">
      <w:bodyDiv w:val="1"/>
      <w:marLeft w:val="0"/>
      <w:marRight w:val="0"/>
      <w:marTop w:val="0"/>
      <w:marBottom w:val="0"/>
      <w:divBdr>
        <w:top w:val="none" w:sz="0" w:space="0" w:color="auto"/>
        <w:left w:val="none" w:sz="0" w:space="0" w:color="auto"/>
        <w:bottom w:val="none" w:sz="0" w:space="0" w:color="auto"/>
        <w:right w:val="none" w:sz="0" w:space="0" w:color="auto"/>
      </w:divBdr>
    </w:div>
    <w:div w:id="2134012664">
      <w:bodyDiv w:val="1"/>
      <w:marLeft w:val="0"/>
      <w:marRight w:val="0"/>
      <w:marTop w:val="0"/>
      <w:marBottom w:val="0"/>
      <w:divBdr>
        <w:top w:val="none" w:sz="0" w:space="0" w:color="auto"/>
        <w:left w:val="none" w:sz="0" w:space="0" w:color="auto"/>
        <w:bottom w:val="none" w:sz="0" w:space="0" w:color="auto"/>
        <w:right w:val="none" w:sz="0" w:space="0" w:color="auto"/>
      </w:divBdr>
    </w:div>
    <w:div w:id="213621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16-13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ana@moravia.cz" TargetMode="External"/><Relationship Id="rId4" Type="http://schemas.openxmlformats.org/officeDocument/2006/relationships/settings" Target="settings.xml"/><Relationship Id="rId9" Type="http://schemas.openxmlformats.org/officeDocument/2006/relationships/hyperlink" Target="https://www.zakonyprolidi.cz/cs/2017-323"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T:\E_Staveb_cast\E1_Ing_obj\E1_4_Mingo\Info\sablony\Tzxxxxxx.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18AA7-E1B7-46B6-A743-2784A0986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Tzxxxxxx.dot</Template>
  <TotalTime>34</TotalTime>
  <Pages>14</Pages>
  <Words>3884</Words>
  <Characters>67150</Characters>
  <Application>Microsoft Office Word</Application>
  <DocSecurity>0</DocSecurity>
  <Lines>559</Lines>
  <Paragraphs>141</Paragraphs>
  <ScaleCrop>false</ScaleCrop>
  <HeadingPairs>
    <vt:vector size="2" baseType="variant">
      <vt:variant>
        <vt:lpstr>Název</vt:lpstr>
      </vt:variant>
      <vt:variant>
        <vt:i4>1</vt:i4>
      </vt:variant>
    </vt:vector>
  </HeadingPairs>
  <TitlesOfParts>
    <vt:vector size="1" baseType="lpstr">
      <vt:lpstr>1.Identifikační údaje mostu</vt:lpstr>
    </vt:vector>
  </TitlesOfParts>
  <Company>SUDOP Praha a.s.\</Company>
  <LinksUpToDate>false</LinksUpToDate>
  <CharactersWithSpaces>70893</CharactersWithSpaces>
  <SharedDoc>false</SharedDoc>
  <HLinks>
    <vt:vector size="18" baseType="variant">
      <vt:variant>
        <vt:i4>1507361</vt:i4>
      </vt:variant>
      <vt:variant>
        <vt:i4>1713</vt:i4>
      </vt:variant>
      <vt:variant>
        <vt:i4>0</vt:i4>
      </vt:variant>
      <vt:variant>
        <vt:i4>5</vt:i4>
      </vt:variant>
      <vt:variant>
        <vt:lpwstr>mailto:hana@moravia.cz</vt:lpwstr>
      </vt:variant>
      <vt:variant>
        <vt:lpwstr/>
      </vt:variant>
      <vt:variant>
        <vt:i4>5898243</vt:i4>
      </vt:variant>
      <vt:variant>
        <vt:i4>1710</vt:i4>
      </vt:variant>
      <vt:variant>
        <vt:i4>0</vt:i4>
      </vt:variant>
      <vt:variant>
        <vt:i4>5</vt:i4>
      </vt:variant>
      <vt:variant>
        <vt:lpwstr>https://www.zakonyprolidi.cz/cs/2017-323</vt:lpwstr>
      </vt:variant>
      <vt:variant>
        <vt:lpwstr/>
      </vt:variant>
      <vt:variant>
        <vt:i4>6029314</vt:i4>
      </vt:variant>
      <vt:variant>
        <vt:i4>1707</vt:i4>
      </vt:variant>
      <vt:variant>
        <vt:i4>0</vt:i4>
      </vt:variant>
      <vt:variant>
        <vt:i4>5</vt:i4>
      </vt:variant>
      <vt:variant>
        <vt:lpwstr>https://www.zakonyprolidi.cz/cs/2016-136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1.Identifikační údaje mostu</dc:title>
  <dc:creator>Daniel Filip</dc:creator>
  <cp:lastModifiedBy>Uživatel systému Windows</cp:lastModifiedBy>
  <cp:revision>7</cp:revision>
  <cp:lastPrinted>2020-11-03T16:39:00Z</cp:lastPrinted>
  <dcterms:created xsi:type="dcterms:W3CDTF">2020-06-15T10:59:00Z</dcterms:created>
  <dcterms:modified xsi:type="dcterms:W3CDTF">2020-11-10T11:11:00Z</dcterms:modified>
</cp:coreProperties>
</file>